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D3A" w:rsidRPr="00942D3A" w:rsidRDefault="00942D3A" w:rsidP="00942D3A">
      <w:pPr>
        <w:pStyle w:val="ac"/>
        <w:outlineLvl w:val="0"/>
        <w:rPr>
          <w:b w:val="0"/>
          <w:szCs w:val="24"/>
        </w:rPr>
      </w:pPr>
    </w:p>
    <w:p w:rsidR="00942D3A" w:rsidRDefault="00942D3A" w:rsidP="00942D3A">
      <w:pPr>
        <w:pStyle w:val="ac"/>
        <w:outlineLvl w:val="0"/>
        <w:rPr>
          <w:szCs w:val="24"/>
          <w:lang w:val="ru-RU"/>
        </w:rPr>
      </w:pPr>
      <w:r w:rsidRPr="00033210">
        <w:rPr>
          <w:szCs w:val="24"/>
        </w:rPr>
        <w:t>ДОГОВОР ПОСТАВКИ № _____</w:t>
      </w:r>
    </w:p>
    <w:p w:rsidR="00D14F65" w:rsidRDefault="00D14F65" w:rsidP="00942D3A">
      <w:pPr>
        <w:pStyle w:val="ac"/>
        <w:outlineLvl w:val="0"/>
        <w:rPr>
          <w:b w:val="0"/>
          <w:szCs w:val="24"/>
          <w:lang w:val="ru-RU"/>
        </w:rPr>
      </w:pPr>
    </w:p>
    <w:p w:rsidR="00DA34E0" w:rsidRPr="00D14F65" w:rsidRDefault="00DA34E0" w:rsidP="00942D3A">
      <w:pPr>
        <w:pStyle w:val="ac"/>
        <w:outlineLvl w:val="0"/>
        <w:rPr>
          <w:b w:val="0"/>
          <w:szCs w:val="24"/>
          <w:lang w:val="ru-RU"/>
        </w:rPr>
      </w:pPr>
    </w:p>
    <w:p w:rsidR="00942D3A" w:rsidRPr="00942D3A" w:rsidRDefault="00942D3A" w:rsidP="00942D3A">
      <w:pPr>
        <w:jc w:val="both"/>
        <w:rPr>
          <w:bCs/>
          <w:sz w:val="24"/>
          <w:szCs w:val="24"/>
        </w:rPr>
      </w:pPr>
      <w:r w:rsidRPr="00942D3A">
        <w:rPr>
          <w:bCs/>
          <w:sz w:val="24"/>
          <w:szCs w:val="24"/>
        </w:rPr>
        <w:t xml:space="preserve">г. </w:t>
      </w:r>
      <w:r w:rsidR="007D7C7F">
        <w:rPr>
          <w:bCs/>
          <w:sz w:val="24"/>
          <w:szCs w:val="24"/>
        </w:rPr>
        <w:t>Москва</w:t>
      </w:r>
      <w:r w:rsidR="007D7C7F" w:rsidRPr="00942D3A">
        <w:rPr>
          <w:bCs/>
          <w:sz w:val="24"/>
          <w:szCs w:val="24"/>
        </w:rPr>
        <w:t xml:space="preserve">                                                                           </w:t>
      </w:r>
      <w:r w:rsidR="00D14F65">
        <w:rPr>
          <w:bCs/>
          <w:sz w:val="24"/>
          <w:szCs w:val="24"/>
        </w:rPr>
        <w:t xml:space="preserve">                     </w:t>
      </w:r>
      <w:r w:rsidR="007D7C7F" w:rsidRPr="00942D3A">
        <w:rPr>
          <w:bCs/>
          <w:sz w:val="24"/>
          <w:szCs w:val="24"/>
        </w:rPr>
        <w:t xml:space="preserve"> </w:t>
      </w:r>
      <w:r w:rsidRPr="00942D3A">
        <w:rPr>
          <w:bCs/>
          <w:sz w:val="24"/>
          <w:szCs w:val="24"/>
        </w:rPr>
        <w:t>«___»_____________20</w:t>
      </w:r>
      <w:r w:rsidR="00701868">
        <w:rPr>
          <w:bCs/>
          <w:sz w:val="24"/>
          <w:szCs w:val="24"/>
        </w:rPr>
        <w:t>1</w:t>
      </w:r>
      <w:r w:rsidRPr="00942D3A">
        <w:rPr>
          <w:bCs/>
          <w:sz w:val="24"/>
          <w:szCs w:val="24"/>
        </w:rPr>
        <w:t>_ года</w:t>
      </w:r>
    </w:p>
    <w:p w:rsidR="00942D3A" w:rsidRPr="00942D3A" w:rsidRDefault="00942D3A" w:rsidP="00942D3A">
      <w:pPr>
        <w:jc w:val="center"/>
        <w:rPr>
          <w:sz w:val="24"/>
          <w:szCs w:val="24"/>
        </w:rPr>
      </w:pPr>
    </w:p>
    <w:p w:rsidR="00942D3A" w:rsidRPr="00942D3A" w:rsidRDefault="007D7C7F" w:rsidP="00942D3A">
      <w:pPr>
        <w:pStyle w:val="3"/>
        <w:rPr>
          <w:szCs w:val="24"/>
        </w:rPr>
      </w:pPr>
      <w:r>
        <w:rPr>
          <w:szCs w:val="24"/>
        </w:rPr>
        <w:t xml:space="preserve">Общество с ограниченной ответственностью «Предприятие производственно-технологической комплектации» (ООО </w:t>
      </w:r>
      <w:r w:rsidR="00B162B0">
        <w:rPr>
          <w:szCs w:val="24"/>
        </w:rPr>
        <w:t>«</w:t>
      </w:r>
      <w:r>
        <w:rPr>
          <w:szCs w:val="24"/>
        </w:rPr>
        <w:t>ППТК»)</w:t>
      </w:r>
      <w:r w:rsidR="00942D3A" w:rsidRPr="00942D3A">
        <w:rPr>
          <w:szCs w:val="24"/>
        </w:rPr>
        <w:t>, именуемое в дальнейшем «Поку</w:t>
      </w:r>
      <w:r w:rsidR="00D14F65">
        <w:rPr>
          <w:szCs w:val="24"/>
        </w:rPr>
        <w:t>патель», в лице________________</w:t>
      </w:r>
      <w:r w:rsidR="00033210">
        <w:rPr>
          <w:szCs w:val="24"/>
        </w:rPr>
        <w:t xml:space="preserve">, </w:t>
      </w:r>
      <w:r w:rsidR="00942D3A" w:rsidRPr="00942D3A">
        <w:rPr>
          <w:szCs w:val="24"/>
        </w:rPr>
        <w:t xml:space="preserve">действующего на  основании ______________________________, с одной стороны, и </w:t>
      </w:r>
    </w:p>
    <w:p w:rsidR="00942D3A" w:rsidRPr="00942D3A" w:rsidRDefault="00942D3A" w:rsidP="006356E6">
      <w:pPr>
        <w:pStyle w:val="3"/>
        <w:rPr>
          <w:szCs w:val="24"/>
        </w:rPr>
      </w:pPr>
      <w:r w:rsidRPr="00942D3A">
        <w:rPr>
          <w:szCs w:val="24"/>
        </w:rPr>
        <w:t>_________________________, именуемое в дальнейшем «Поставщик», в лице ________________</w:t>
      </w:r>
      <w:r w:rsidR="00033210">
        <w:rPr>
          <w:szCs w:val="24"/>
        </w:rPr>
        <w:t>,</w:t>
      </w:r>
      <w:r w:rsidRPr="00942D3A">
        <w:rPr>
          <w:szCs w:val="24"/>
        </w:rPr>
        <w:t xml:space="preserve"> действующего на основании _______________________________, с другой стороны, </w:t>
      </w:r>
      <w:r w:rsidR="006356E6">
        <w:rPr>
          <w:szCs w:val="24"/>
        </w:rPr>
        <w:t xml:space="preserve">вместе именуемые «Стороны»,  </w:t>
      </w:r>
      <w:r w:rsidRPr="00942D3A">
        <w:rPr>
          <w:szCs w:val="24"/>
        </w:rPr>
        <w:t>заключили настоящий Договор</w:t>
      </w:r>
      <w:r w:rsidR="00E24D42">
        <w:rPr>
          <w:szCs w:val="24"/>
        </w:rPr>
        <w:t xml:space="preserve"> (далее – «Договор»)</w:t>
      </w:r>
      <w:r w:rsidRPr="00942D3A">
        <w:rPr>
          <w:szCs w:val="24"/>
        </w:rPr>
        <w:t xml:space="preserve"> </w:t>
      </w:r>
      <w:r w:rsidR="006356E6">
        <w:rPr>
          <w:szCs w:val="24"/>
        </w:rPr>
        <w:t>о</w:t>
      </w:r>
      <w:r w:rsidRPr="00942D3A">
        <w:rPr>
          <w:szCs w:val="24"/>
        </w:rPr>
        <w:t xml:space="preserve"> нижеследующем:</w:t>
      </w:r>
    </w:p>
    <w:p w:rsidR="00942D3A" w:rsidRPr="00942D3A" w:rsidRDefault="00942D3A" w:rsidP="00942D3A">
      <w:pPr>
        <w:ind w:firstLine="720"/>
        <w:jc w:val="both"/>
        <w:rPr>
          <w:sz w:val="24"/>
          <w:szCs w:val="24"/>
        </w:rPr>
      </w:pPr>
    </w:p>
    <w:p w:rsidR="00942D3A" w:rsidRPr="00033210" w:rsidRDefault="00942D3A" w:rsidP="00942D3A">
      <w:pPr>
        <w:numPr>
          <w:ilvl w:val="0"/>
          <w:numId w:val="1"/>
        </w:numPr>
        <w:tabs>
          <w:tab w:val="left" w:pos="3544"/>
        </w:tabs>
        <w:jc w:val="center"/>
        <w:rPr>
          <w:b/>
          <w:sz w:val="24"/>
          <w:szCs w:val="24"/>
        </w:rPr>
      </w:pPr>
      <w:r w:rsidRPr="00033210">
        <w:rPr>
          <w:b/>
          <w:sz w:val="24"/>
          <w:szCs w:val="24"/>
        </w:rPr>
        <w:t>ПРЕДМЕТ ДОГОВОРА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1.1. В соответствии с Договором Поставщик обязуется передать в собственность Покупателя, а Покупатель обязуется принять и оплатить _______________</w:t>
      </w:r>
      <w:r w:rsidR="00EF2A8E">
        <w:rPr>
          <w:sz w:val="24"/>
          <w:szCs w:val="24"/>
        </w:rPr>
        <w:t>__ (далее по тексту Договора - Т</w:t>
      </w:r>
      <w:r w:rsidRPr="00942D3A">
        <w:rPr>
          <w:sz w:val="24"/>
          <w:szCs w:val="24"/>
        </w:rPr>
        <w:t>овар), в количестве, по ценам, в порядке и сроки, установленные Договором.</w:t>
      </w:r>
    </w:p>
    <w:p w:rsidR="00942D3A" w:rsidRDefault="00942D3A" w:rsidP="00942D3A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1.2. Наименование, ассортимент, количество, требования к качеству, наименование производителя (страна и год производства), комплектность, и иные технические характеристики, стоимость за единицу </w:t>
      </w:r>
      <w:r w:rsidR="007D7C7F">
        <w:rPr>
          <w:sz w:val="24"/>
          <w:szCs w:val="24"/>
        </w:rPr>
        <w:t>Т</w:t>
      </w:r>
      <w:r w:rsidR="007D7C7F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 xml:space="preserve">, а также иные данные, позволяющие однозначно идентифицировать поставляемый </w:t>
      </w:r>
      <w:r w:rsidR="007D7C7F">
        <w:rPr>
          <w:sz w:val="24"/>
          <w:szCs w:val="24"/>
        </w:rPr>
        <w:t>Т</w:t>
      </w:r>
      <w:r w:rsidR="007D7C7F" w:rsidRPr="00942D3A">
        <w:rPr>
          <w:sz w:val="24"/>
          <w:szCs w:val="24"/>
        </w:rPr>
        <w:t>овар</w:t>
      </w:r>
      <w:r w:rsidRPr="00942D3A">
        <w:rPr>
          <w:sz w:val="24"/>
          <w:szCs w:val="24"/>
        </w:rPr>
        <w:t xml:space="preserve">, определены Сторонами в Спецификации по форме Приложения № 1 к </w:t>
      </w:r>
      <w:r w:rsidR="007D7C7F">
        <w:rPr>
          <w:sz w:val="24"/>
          <w:szCs w:val="24"/>
        </w:rPr>
        <w:t>Д</w:t>
      </w:r>
      <w:r w:rsidR="007D7C7F" w:rsidRPr="00942D3A">
        <w:rPr>
          <w:sz w:val="24"/>
          <w:szCs w:val="24"/>
        </w:rPr>
        <w:t>оговору</w:t>
      </w:r>
      <w:r w:rsidRPr="00942D3A">
        <w:rPr>
          <w:sz w:val="24"/>
          <w:szCs w:val="24"/>
        </w:rPr>
        <w:t xml:space="preserve">, которая после подписания уполномоченными лицами </w:t>
      </w:r>
      <w:r w:rsidR="007D7C7F">
        <w:rPr>
          <w:sz w:val="24"/>
          <w:szCs w:val="24"/>
        </w:rPr>
        <w:t>С</w:t>
      </w:r>
      <w:r w:rsidR="007D7C7F" w:rsidRPr="00942D3A">
        <w:rPr>
          <w:sz w:val="24"/>
          <w:szCs w:val="24"/>
        </w:rPr>
        <w:t xml:space="preserve">торон </w:t>
      </w:r>
      <w:r w:rsidRPr="00942D3A">
        <w:rPr>
          <w:sz w:val="24"/>
          <w:szCs w:val="24"/>
        </w:rPr>
        <w:t xml:space="preserve">становится </w:t>
      </w:r>
      <w:r w:rsidR="006356E6" w:rsidRPr="00942D3A">
        <w:rPr>
          <w:sz w:val="24"/>
          <w:szCs w:val="24"/>
        </w:rPr>
        <w:t>неотъемлем</w:t>
      </w:r>
      <w:r w:rsidR="006356E6">
        <w:rPr>
          <w:sz w:val="24"/>
          <w:szCs w:val="24"/>
        </w:rPr>
        <w:t>ой</w:t>
      </w:r>
      <w:r w:rsidR="006356E6" w:rsidRPr="00942D3A">
        <w:rPr>
          <w:sz w:val="24"/>
          <w:szCs w:val="24"/>
        </w:rPr>
        <w:t xml:space="preserve"> </w:t>
      </w:r>
      <w:r w:rsidR="006356E6">
        <w:rPr>
          <w:sz w:val="24"/>
          <w:szCs w:val="24"/>
        </w:rPr>
        <w:t>частью</w:t>
      </w:r>
      <w:r w:rsidRPr="00942D3A">
        <w:rPr>
          <w:sz w:val="24"/>
          <w:szCs w:val="24"/>
        </w:rPr>
        <w:t xml:space="preserve"> Договор</w:t>
      </w:r>
      <w:r w:rsidR="006356E6">
        <w:rPr>
          <w:sz w:val="24"/>
          <w:szCs w:val="24"/>
        </w:rPr>
        <w:t>а</w:t>
      </w:r>
      <w:r w:rsidRPr="00942D3A">
        <w:rPr>
          <w:sz w:val="24"/>
          <w:szCs w:val="24"/>
        </w:rPr>
        <w:t>.</w:t>
      </w:r>
    </w:p>
    <w:p w:rsidR="008F0767" w:rsidRDefault="007D7C7F" w:rsidP="00033210">
      <w:pPr>
        <w:tabs>
          <w:tab w:val="left" w:pos="567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1.3. </w:t>
      </w:r>
      <w:r w:rsidRPr="001324FF">
        <w:rPr>
          <w:sz w:val="24"/>
          <w:szCs w:val="24"/>
        </w:rPr>
        <w:t xml:space="preserve">В рамках Договора Покупатель действует от собственного имени, но по поручению и за счет </w:t>
      </w:r>
      <w:r>
        <w:rPr>
          <w:sz w:val="24"/>
          <w:szCs w:val="24"/>
        </w:rPr>
        <w:t>Публичного</w:t>
      </w:r>
      <w:r w:rsidRPr="001324FF">
        <w:rPr>
          <w:sz w:val="24"/>
          <w:szCs w:val="24"/>
        </w:rPr>
        <w:t xml:space="preserve"> акционерного общества «Московская объединенная энергетическая компания» (</w:t>
      </w:r>
      <w:r>
        <w:rPr>
          <w:sz w:val="24"/>
          <w:szCs w:val="24"/>
        </w:rPr>
        <w:t>П</w:t>
      </w:r>
      <w:r w:rsidRPr="001324FF">
        <w:rPr>
          <w:sz w:val="24"/>
          <w:szCs w:val="24"/>
        </w:rPr>
        <w:t xml:space="preserve">АО «МОЭК»), именуемого в дальнейшем «Заказчик», для нужд которого производится закупка Товара на основании заключенного с ним договора об оказании агентских услуг от </w:t>
      </w:r>
      <w:r>
        <w:rPr>
          <w:sz w:val="24"/>
          <w:szCs w:val="24"/>
        </w:rPr>
        <w:t>20.02.2016 г. № Р10-00/16-2</w:t>
      </w:r>
      <w:r w:rsidRPr="001324FF">
        <w:rPr>
          <w:sz w:val="24"/>
          <w:szCs w:val="24"/>
        </w:rPr>
        <w:t>.</w:t>
      </w:r>
      <w:r>
        <w:rPr>
          <w:sz w:val="24"/>
          <w:szCs w:val="24"/>
        </w:rPr>
        <w:t xml:space="preserve">            </w:t>
      </w:r>
    </w:p>
    <w:p w:rsidR="00942D3A" w:rsidRPr="00942D3A" w:rsidRDefault="00D14F65" w:rsidP="00033210">
      <w:pPr>
        <w:tabs>
          <w:tab w:val="left" w:pos="567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0D4BCB">
        <w:rPr>
          <w:sz w:val="24"/>
          <w:szCs w:val="24"/>
        </w:rPr>
        <w:t xml:space="preserve"> </w:t>
      </w:r>
      <w:r w:rsidR="00942D3A" w:rsidRPr="00942D3A">
        <w:rPr>
          <w:sz w:val="24"/>
          <w:szCs w:val="24"/>
        </w:rPr>
        <w:t>1.</w:t>
      </w:r>
      <w:r w:rsidR="007D7C7F">
        <w:rPr>
          <w:sz w:val="24"/>
          <w:szCs w:val="24"/>
        </w:rPr>
        <w:t>4</w:t>
      </w:r>
      <w:r w:rsidR="00942D3A" w:rsidRPr="00942D3A">
        <w:rPr>
          <w:sz w:val="24"/>
          <w:szCs w:val="24"/>
        </w:rPr>
        <w:t xml:space="preserve">. Срок и порядок поставки Товара: </w:t>
      </w:r>
    </w:p>
    <w:p w:rsidR="00942D3A" w:rsidRPr="00942D3A" w:rsidRDefault="00942D3A" w:rsidP="00942D3A">
      <w:pPr>
        <w:tabs>
          <w:tab w:val="left" w:pos="567"/>
          <w:tab w:val="left" w:pos="1276"/>
        </w:tabs>
        <w:jc w:val="both"/>
        <w:rPr>
          <w:b/>
          <w:i/>
          <w:sz w:val="24"/>
          <w:szCs w:val="24"/>
        </w:rPr>
      </w:pPr>
      <w:r w:rsidRPr="00942D3A">
        <w:rPr>
          <w:b/>
          <w:i/>
          <w:sz w:val="24"/>
          <w:szCs w:val="24"/>
        </w:rPr>
        <w:t xml:space="preserve">Вариант № 1  </w:t>
      </w:r>
    </w:p>
    <w:p w:rsidR="00942D3A" w:rsidRPr="00942D3A" w:rsidRDefault="00942D3A" w:rsidP="00942D3A">
      <w:pPr>
        <w:tabs>
          <w:tab w:val="left" w:pos="567"/>
          <w:tab w:val="left" w:pos="1276"/>
        </w:tabs>
        <w:ind w:firstLine="709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 xml:space="preserve">Товар поставляется одной партией в срок </w:t>
      </w:r>
      <w:r w:rsidR="006356E6">
        <w:rPr>
          <w:i/>
          <w:sz w:val="24"/>
          <w:szCs w:val="24"/>
        </w:rPr>
        <w:t>п</w:t>
      </w:r>
      <w:r w:rsidR="006356E6" w:rsidRPr="00942D3A">
        <w:rPr>
          <w:i/>
          <w:sz w:val="24"/>
          <w:szCs w:val="24"/>
        </w:rPr>
        <w:t xml:space="preserve">о </w:t>
      </w:r>
      <w:r w:rsidRPr="00942D3A">
        <w:rPr>
          <w:i/>
          <w:sz w:val="24"/>
          <w:szCs w:val="24"/>
        </w:rPr>
        <w:t>«__» ____ _20</w:t>
      </w:r>
      <w:r>
        <w:rPr>
          <w:i/>
          <w:sz w:val="24"/>
          <w:szCs w:val="24"/>
        </w:rPr>
        <w:t>__</w:t>
      </w:r>
      <w:r w:rsidRPr="00942D3A">
        <w:rPr>
          <w:i/>
          <w:sz w:val="24"/>
          <w:szCs w:val="24"/>
        </w:rPr>
        <w:t xml:space="preserve"> г</w:t>
      </w:r>
      <w:r w:rsidR="006356E6">
        <w:rPr>
          <w:i/>
          <w:sz w:val="24"/>
          <w:szCs w:val="24"/>
        </w:rPr>
        <w:t>ода</w:t>
      </w:r>
      <w:r w:rsidRPr="00942D3A">
        <w:rPr>
          <w:i/>
          <w:sz w:val="24"/>
          <w:szCs w:val="24"/>
        </w:rPr>
        <w:t xml:space="preserve"> (включительно)/в течение __________ (________) дней с момента подписания Договора силами и за счет Поставщика, на склад </w:t>
      </w:r>
      <w:r w:rsidR="007D7C7F">
        <w:rPr>
          <w:i/>
          <w:sz w:val="24"/>
          <w:szCs w:val="24"/>
        </w:rPr>
        <w:t>Грузополучателя</w:t>
      </w:r>
      <w:r w:rsidRPr="00942D3A">
        <w:rPr>
          <w:i/>
          <w:sz w:val="24"/>
          <w:szCs w:val="24"/>
        </w:rPr>
        <w:t xml:space="preserve">, расположенный по адресу: __________________________________________.  </w:t>
      </w:r>
    </w:p>
    <w:p w:rsidR="00942D3A" w:rsidRPr="00942D3A" w:rsidRDefault="00942D3A" w:rsidP="00942D3A">
      <w:pPr>
        <w:tabs>
          <w:tab w:val="left" w:pos="567"/>
          <w:tab w:val="left" w:pos="1276"/>
        </w:tabs>
        <w:jc w:val="both"/>
        <w:rPr>
          <w:i/>
          <w:sz w:val="24"/>
          <w:szCs w:val="24"/>
        </w:rPr>
      </w:pPr>
      <w:r w:rsidRPr="00942D3A">
        <w:rPr>
          <w:b/>
          <w:i/>
          <w:sz w:val="24"/>
          <w:szCs w:val="24"/>
        </w:rPr>
        <w:t>Вариант № 2</w:t>
      </w:r>
      <w:r w:rsidRPr="00942D3A">
        <w:rPr>
          <w:i/>
          <w:sz w:val="24"/>
          <w:szCs w:val="24"/>
        </w:rPr>
        <w:t xml:space="preserve"> </w:t>
      </w:r>
    </w:p>
    <w:p w:rsidR="00942D3A" w:rsidRPr="00B162B0" w:rsidRDefault="00B162B0" w:rsidP="00942D3A">
      <w:pPr>
        <w:tabs>
          <w:tab w:val="left" w:pos="567"/>
          <w:tab w:val="left" w:pos="1276"/>
        </w:tabs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</w:t>
      </w:r>
      <w:r w:rsidR="000D4BCB">
        <w:rPr>
          <w:i/>
          <w:sz w:val="24"/>
          <w:szCs w:val="24"/>
        </w:rPr>
        <w:t>Товар поставляется в течение __________ календарных дней отдельными партиями (далее</w:t>
      </w:r>
      <w:r w:rsidR="00AC1928">
        <w:rPr>
          <w:i/>
          <w:sz w:val="24"/>
          <w:szCs w:val="24"/>
        </w:rPr>
        <w:t xml:space="preserve"> по тексту Договора</w:t>
      </w:r>
      <w:r w:rsidR="000D4BCB">
        <w:rPr>
          <w:i/>
          <w:sz w:val="24"/>
          <w:szCs w:val="24"/>
        </w:rPr>
        <w:t xml:space="preserve"> – «партия Товара») на основании </w:t>
      </w:r>
      <w:r w:rsidR="00AC1928">
        <w:rPr>
          <w:i/>
          <w:sz w:val="24"/>
          <w:szCs w:val="24"/>
        </w:rPr>
        <w:t>з</w:t>
      </w:r>
      <w:r w:rsidR="000D4BCB">
        <w:rPr>
          <w:i/>
          <w:sz w:val="24"/>
          <w:szCs w:val="24"/>
        </w:rPr>
        <w:t xml:space="preserve">аявок Покупателя на поставку отдельных партий Товара, но не позднее </w:t>
      </w:r>
      <w:r w:rsidR="004B30A9">
        <w:rPr>
          <w:i/>
          <w:sz w:val="24"/>
          <w:szCs w:val="24"/>
        </w:rPr>
        <w:t>_____________</w:t>
      </w:r>
      <w:r w:rsidR="001D3C24">
        <w:rPr>
          <w:i/>
          <w:sz w:val="24"/>
          <w:szCs w:val="24"/>
        </w:rPr>
        <w:t>..</w:t>
      </w:r>
      <w:r w:rsidR="004B30A9">
        <w:rPr>
          <w:i/>
          <w:sz w:val="24"/>
          <w:szCs w:val="24"/>
        </w:rPr>
        <w:t xml:space="preserve">Заявка подписывается Покупателем </w:t>
      </w:r>
      <w:r w:rsidR="00AC1928">
        <w:rPr>
          <w:i/>
          <w:sz w:val="24"/>
          <w:szCs w:val="24"/>
        </w:rPr>
        <w:t>по форме со</w:t>
      </w:r>
      <w:r w:rsidR="00302DB0">
        <w:rPr>
          <w:i/>
          <w:sz w:val="24"/>
          <w:szCs w:val="24"/>
        </w:rPr>
        <w:t>г</w:t>
      </w:r>
      <w:r w:rsidR="00AC1928">
        <w:rPr>
          <w:i/>
          <w:sz w:val="24"/>
          <w:szCs w:val="24"/>
        </w:rPr>
        <w:t xml:space="preserve">ласно Приложению № </w:t>
      </w:r>
      <w:r w:rsidR="0040050C">
        <w:rPr>
          <w:i/>
          <w:sz w:val="24"/>
          <w:szCs w:val="24"/>
        </w:rPr>
        <w:t>2</w:t>
      </w:r>
      <w:r w:rsidR="00AC1928">
        <w:rPr>
          <w:i/>
          <w:sz w:val="24"/>
          <w:szCs w:val="24"/>
        </w:rPr>
        <w:t xml:space="preserve"> к Договору по мере возникновения у Покупателя необходимости в поставке Товара (далее по тексту Договора-Заявка)</w:t>
      </w:r>
      <w:r w:rsidR="001D3C24">
        <w:rPr>
          <w:i/>
          <w:sz w:val="24"/>
          <w:szCs w:val="24"/>
        </w:rPr>
        <w:t>, с последующим направлением на адрес электронный почты:________________</w:t>
      </w:r>
      <w:r w:rsidR="00AC1928">
        <w:rPr>
          <w:i/>
          <w:sz w:val="24"/>
          <w:szCs w:val="24"/>
        </w:rPr>
        <w:t xml:space="preserve">.  </w:t>
      </w:r>
      <w:r w:rsidRPr="00B162B0">
        <w:rPr>
          <w:i/>
          <w:sz w:val="24"/>
          <w:szCs w:val="24"/>
        </w:rPr>
        <w:t>Если иное не указано в Заявках к Договору, Поставщик осуществляет доставку партии Товара на склады Заказчика – Грузополучателя. Отгрузочные реквизиты складов Грузополучателя указаны в Приложении № 3 к Договору</w:t>
      </w:r>
      <w:r w:rsidR="00477CA9">
        <w:rPr>
          <w:i/>
          <w:sz w:val="24"/>
          <w:szCs w:val="24"/>
        </w:rPr>
        <w:t>.</w:t>
      </w:r>
      <w:r w:rsidR="004B30A9" w:rsidRPr="00B162B0">
        <w:rPr>
          <w:i/>
          <w:sz w:val="24"/>
          <w:szCs w:val="24"/>
        </w:rPr>
        <w:t xml:space="preserve"> </w:t>
      </w:r>
    </w:p>
    <w:p w:rsidR="00942D3A" w:rsidRPr="00942D3A" w:rsidRDefault="00942D3A" w:rsidP="00942D3A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1.</w:t>
      </w:r>
      <w:r w:rsidR="007D7C7F">
        <w:rPr>
          <w:sz w:val="24"/>
          <w:szCs w:val="24"/>
        </w:rPr>
        <w:t>5</w:t>
      </w:r>
      <w:r w:rsidRPr="00942D3A">
        <w:rPr>
          <w:sz w:val="24"/>
          <w:szCs w:val="24"/>
        </w:rPr>
        <w:t>. Гарантийный срок на Товар определяется техническими и (или) нормативными документами и/или Договором, и исчисляется с момента подписания Сторонами Товарной накладной, унифицированной формы ТОРГ-12, утвержденной Постановлением Госкомстата России от 25.12.1998 № 132.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1.</w:t>
      </w:r>
      <w:r w:rsidR="007D7C7F">
        <w:rPr>
          <w:sz w:val="24"/>
          <w:szCs w:val="24"/>
        </w:rPr>
        <w:t>6</w:t>
      </w:r>
      <w:r w:rsidRPr="00942D3A">
        <w:rPr>
          <w:sz w:val="24"/>
          <w:szCs w:val="24"/>
        </w:rPr>
        <w:t>. Товар принадлежит Поставщику на праве собственности, не заложен, не арестован, не является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завода-изготовителя.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lastRenderedPageBreak/>
        <w:t xml:space="preserve">           1.</w:t>
      </w:r>
      <w:r w:rsidR="007D7C7F">
        <w:rPr>
          <w:sz w:val="24"/>
          <w:szCs w:val="24"/>
        </w:rPr>
        <w:t>7</w:t>
      </w:r>
      <w:r w:rsidRPr="00942D3A">
        <w:rPr>
          <w:sz w:val="24"/>
          <w:szCs w:val="24"/>
        </w:rPr>
        <w:t>. Поставщик обязуется также передать Покупателю</w:t>
      </w:r>
      <w:r w:rsidR="00AC1928">
        <w:rPr>
          <w:sz w:val="24"/>
          <w:szCs w:val="24"/>
        </w:rPr>
        <w:t xml:space="preserve"> (</w:t>
      </w:r>
      <w:r w:rsidR="007D7C7F">
        <w:rPr>
          <w:sz w:val="24"/>
          <w:szCs w:val="24"/>
        </w:rPr>
        <w:t>Грузополучателю</w:t>
      </w:r>
      <w:r w:rsidR="00AC1928">
        <w:rPr>
          <w:sz w:val="24"/>
          <w:szCs w:val="24"/>
        </w:rPr>
        <w:t>)</w:t>
      </w:r>
      <w:r w:rsidRPr="00942D3A">
        <w:rPr>
          <w:sz w:val="24"/>
          <w:szCs w:val="24"/>
        </w:rPr>
        <w:t xml:space="preserve"> одновременно с Товаром </w:t>
      </w:r>
      <w:r w:rsidRPr="00942D3A">
        <w:rPr>
          <w:i/>
          <w:sz w:val="24"/>
          <w:szCs w:val="24"/>
        </w:rPr>
        <w:t xml:space="preserve">(на каждую партию </w:t>
      </w:r>
      <w:r w:rsidR="007D7C7F">
        <w:rPr>
          <w:i/>
          <w:sz w:val="24"/>
          <w:szCs w:val="24"/>
        </w:rPr>
        <w:t>Т</w:t>
      </w:r>
      <w:r w:rsidRPr="00942D3A">
        <w:rPr>
          <w:i/>
          <w:sz w:val="24"/>
          <w:szCs w:val="24"/>
        </w:rPr>
        <w:t>овара)</w:t>
      </w:r>
      <w:r w:rsidRPr="00942D3A">
        <w:rPr>
          <w:sz w:val="24"/>
          <w:szCs w:val="24"/>
        </w:rPr>
        <w:t xml:space="preserve"> оригиналы следующих документов: 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Счет на оплату Товара (партию Товара);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Товарную накладную ТОРГ-12 в 2-х экз.;</w:t>
      </w:r>
    </w:p>
    <w:p w:rsidR="00942D3A" w:rsidRPr="00942D3A" w:rsidRDefault="006356E6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942D3A">
        <w:rPr>
          <w:sz w:val="24"/>
          <w:szCs w:val="24"/>
        </w:rPr>
        <w:t>чет</w:t>
      </w:r>
      <w:r w:rsidR="00942D3A" w:rsidRPr="00942D3A">
        <w:rPr>
          <w:sz w:val="24"/>
          <w:szCs w:val="24"/>
        </w:rPr>
        <w:t>-фактуру;</w:t>
      </w:r>
    </w:p>
    <w:p w:rsidR="00942D3A" w:rsidRPr="00942D3A" w:rsidRDefault="006356E6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О</w:t>
      </w:r>
      <w:r w:rsidRPr="00942D3A">
        <w:rPr>
          <w:i/>
          <w:sz w:val="24"/>
          <w:szCs w:val="24"/>
        </w:rPr>
        <w:t xml:space="preserve">тгрузочную </w:t>
      </w:r>
      <w:r w:rsidR="00942D3A" w:rsidRPr="00942D3A">
        <w:rPr>
          <w:i/>
          <w:sz w:val="24"/>
          <w:szCs w:val="24"/>
        </w:rPr>
        <w:t>документацию, включающую __</w:t>
      </w:r>
      <w:r w:rsidR="00720A3C">
        <w:rPr>
          <w:i/>
          <w:sz w:val="24"/>
          <w:szCs w:val="24"/>
        </w:rPr>
        <w:t>;</w:t>
      </w:r>
      <w:r w:rsidR="00942D3A" w:rsidRPr="00942D3A">
        <w:rPr>
          <w:i/>
          <w:sz w:val="24"/>
          <w:szCs w:val="24"/>
        </w:rPr>
        <w:t xml:space="preserve"> </w:t>
      </w:r>
    </w:p>
    <w:p w:rsidR="00942D3A" w:rsidRPr="00942D3A" w:rsidRDefault="007D1AA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Т</w:t>
      </w:r>
      <w:r w:rsidRPr="00942D3A">
        <w:rPr>
          <w:i/>
          <w:sz w:val="24"/>
          <w:szCs w:val="24"/>
        </w:rPr>
        <w:t xml:space="preserve">оваросопроводительную </w:t>
      </w:r>
      <w:r w:rsidR="00942D3A" w:rsidRPr="00942D3A">
        <w:rPr>
          <w:i/>
          <w:sz w:val="24"/>
          <w:szCs w:val="24"/>
        </w:rPr>
        <w:t>документацию</w:t>
      </w:r>
      <w:r w:rsidR="00720A3C">
        <w:rPr>
          <w:i/>
          <w:sz w:val="24"/>
          <w:szCs w:val="24"/>
        </w:rPr>
        <w:t>;</w:t>
      </w:r>
      <w:r w:rsidR="00720A3C" w:rsidRPr="00942D3A">
        <w:rPr>
          <w:i/>
          <w:sz w:val="24"/>
          <w:szCs w:val="24"/>
        </w:rPr>
        <w:t xml:space="preserve"> </w:t>
      </w:r>
    </w:p>
    <w:p w:rsidR="00942D3A" w:rsidRPr="00942D3A" w:rsidRDefault="007D1AA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С</w:t>
      </w:r>
      <w:r w:rsidRPr="00942D3A">
        <w:rPr>
          <w:i/>
          <w:sz w:val="24"/>
          <w:szCs w:val="24"/>
        </w:rPr>
        <w:t xml:space="preserve">ертификат </w:t>
      </w:r>
      <w:r w:rsidR="00942D3A" w:rsidRPr="00942D3A">
        <w:rPr>
          <w:i/>
          <w:sz w:val="24"/>
          <w:szCs w:val="24"/>
        </w:rPr>
        <w:t>качества</w:t>
      </w:r>
      <w:r w:rsidR="00720A3C">
        <w:rPr>
          <w:i/>
          <w:sz w:val="24"/>
          <w:szCs w:val="24"/>
        </w:rPr>
        <w:t>;</w:t>
      </w:r>
      <w:r w:rsidR="00720A3C" w:rsidRPr="00942D3A">
        <w:rPr>
          <w:i/>
          <w:sz w:val="24"/>
          <w:szCs w:val="24"/>
        </w:rPr>
        <w:t xml:space="preserve"> </w:t>
      </w:r>
    </w:p>
    <w:p w:rsidR="00942D3A" w:rsidRPr="00942D3A" w:rsidRDefault="007D1AA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И</w:t>
      </w:r>
      <w:r w:rsidRPr="00942D3A">
        <w:rPr>
          <w:i/>
          <w:sz w:val="24"/>
          <w:szCs w:val="24"/>
        </w:rPr>
        <w:t xml:space="preserve">нструкции </w:t>
      </w:r>
      <w:r w:rsidR="00942D3A" w:rsidRPr="00942D3A">
        <w:rPr>
          <w:i/>
          <w:sz w:val="24"/>
          <w:szCs w:val="24"/>
        </w:rPr>
        <w:t>по эксплуатации на русском языке в __ экз</w:t>
      </w:r>
      <w:r w:rsidR="00720A3C" w:rsidRPr="00942D3A">
        <w:rPr>
          <w:i/>
          <w:sz w:val="24"/>
          <w:szCs w:val="24"/>
        </w:rPr>
        <w:t>.</w:t>
      </w:r>
      <w:r w:rsidR="00720A3C">
        <w:rPr>
          <w:i/>
          <w:sz w:val="24"/>
          <w:szCs w:val="24"/>
        </w:rPr>
        <w:t>;</w:t>
      </w:r>
      <w:r w:rsidR="00720A3C" w:rsidRPr="00942D3A">
        <w:rPr>
          <w:i/>
          <w:sz w:val="24"/>
          <w:szCs w:val="24"/>
        </w:rPr>
        <w:t xml:space="preserve"> 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Документ</w:t>
      </w:r>
      <w:r w:rsidR="007D1AAA">
        <w:rPr>
          <w:i/>
          <w:sz w:val="24"/>
          <w:szCs w:val="24"/>
        </w:rPr>
        <w:t>,</w:t>
      </w:r>
      <w:r w:rsidRPr="00942D3A">
        <w:rPr>
          <w:i/>
          <w:sz w:val="24"/>
          <w:szCs w:val="24"/>
        </w:rPr>
        <w:t xml:space="preserve"> подтверждающий гарантийные обязательства Поставщика (сервисная книжка, гарантийный талон и пр</w:t>
      </w:r>
      <w:r w:rsidR="00263289">
        <w:rPr>
          <w:i/>
          <w:sz w:val="24"/>
          <w:szCs w:val="24"/>
        </w:rPr>
        <w:t>.</w:t>
      </w:r>
      <w:r w:rsidRPr="00942D3A">
        <w:rPr>
          <w:i/>
          <w:sz w:val="24"/>
          <w:szCs w:val="24"/>
        </w:rPr>
        <w:t>)</w:t>
      </w:r>
      <w:r w:rsidR="00720A3C">
        <w:rPr>
          <w:i/>
          <w:sz w:val="24"/>
          <w:szCs w:val="24"/>
        </w:rPr>
        <w:t>;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Таможенная декларация с отметкой таможенного органа о «Выпуске для внутреннего потребления» (если применимо)</w:t>
      </w:r>
      <w:r w:rsidR="00720A3C">
        <w:rPr>
          <w:i/>
          <w:sz w:val="24"/>
          <w:szCs w:val="24"/>
        </w:rPr>
        <w:t>;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942D3A">
        <w:rPr>
          <w:i/>
          <w:sz w:val="24"/>
          <w:szCs w:val="24"/>
        </w:rPr>
        <w:t>и иную, необходимую для использования Товара, документацию</w:t>
      </w:r>
      <w:r w:rsidRPr="00942D3A">
        <w:rPr>
          <w:sz w:val="24"/>
          <w:szCs w:val="24"/>
        </w:rPr>
        <w:t>.</w:t>
      </w:r>
    </w:p>
    <w:p w:rsidR="0040050C" w:rsidRPr="00957AEF" w:rsidRDefault="00942D3A" w:rsidP="0040050C">
      <w:pPr>
        <w:pStyle w:val="a3"/>
        <w:ind w:left="-42" w:right="-142" w:firstLine="582"/>
        <w:rPr>
          <w:szCs w:val="24"/>
        </w:rPr>
      </w:pPr>
      <w:r w:rsidRPr="00942D3A">
        <w:rPr>
          <w:szCs w:val="24"/>
        </w:rPr>
        <w:tab/>
      </w:r>
      <w:r w:rsidR="0040050C" w:rsidRPr="00957AEF">
        <w:rPr>
          <w:szCs w:val="24"/>
        </w:rPr>
        <w:t xml:space="preserve">  </w:t>
      </w:r>
      <w:r w:rsidR="0040050C" w:rsidRPr="0040050C">
        <w:rPr>
          <w:szCs w:val="24"/>
        </w:rPr>
        <w:t xml:space="preserve">В случае поступления партии Товара без указанных документов либо не соответствующего качества,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 или до момента замены/допоставки/отказа от </w:t>
      </w:r>
      <w:r w:rsidR="0040050C">
        <w:rPr>
          <w:szCs w:val="24"/>
        </w:rPr>
        <w:t>Товара</w:t>
      </w:r>
      <w:r w:rsidR="0040050C" w:rsidRPr="00957AEF">
        <w:rPr>
          <w:szCs w:val="24"/>
        </w:rPr>
        <w:t>, при этом расходы по ответственному хранению несет Поставщик. В этом случае срок оплаты за Товар соразмерно увеличивается на число дней просрочки.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В случае поставки некачественного Товара, Товара с поддельными документами, подтверждающими качество Товара (контрафактный </w:t>
      </w:r>
      <w:r w:rsidR="007D7C7F">
        <w:rPr>
          <w:sz w:val="24"/>
          <w:szCs w:val="24"/>
        </w:rPr>
        <w:t>Т</w:t>
      </w:r>
      <w:r w:rsidRPr="00942D3A">
        <w:rPr>
          <w:sz w:val="24"/>
          <w:szCs w:val="24"/>
        </w:rPr>
        <w:t>овар), Покупатель</w:t>
      </w:r>
      <w:r w:rsidR="00AC1928">
        <w:rPr>
          <w:sz w:val="24"/>
          <w:szCs w:val="24"/>
        </w:rPr>
        <w:t xml:space="preserve"> (Грузополучатель)</w:t>
      </w:r>
      <w:r w:rsidRPr="00942D3A">
        <w:rPr>
          <w:sz w:val="24"/>
          <w:szCs w:val="24"/>
        </w:rPr>
        <w:t xml:space="preserve"> по своему усмотрению вправе: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- потребовать у Поставщика замены соответствующего Товара в течение _____</w:t>
      </w:r>
      <w:r w:rsidR="007D7C7F">
        <w:rPr>
          <w:sz w:val="24"/>
          <w:szCs w:val="24"/>
        </w:rPr>
        <w:t xml:space="preserve">(________) </w:t>
      </w:r>
      <w:r w:rsidRPr="00942D3A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(несоответствий);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- отказаться от исполнения Договора в целом либо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942D3A" w:rsidRPr="00942D3A" w:rsidRDefault="00942D3A" w:rsidP="00942D3A">
      <w:pPr>
        <w:tabs>
          <w:tab w:val="left" w:pos="1276"/>
          <w:tab w:val="left" w:pos="1935"/>
        </w:tabs>
        <w:ind w:firstLine="709"/>
        <w:jc w:val="both"/>
        <w:rPr>
          <w:sz w:val="24"/>
          <w:szCs w:val="24"/>
        </w:rPr>
      </w:pPr>
    </w:p>
    <w:p w:rsidR="00942D3A" w:rsidRPr="00033210" w:rsidRDefault="00942D3A" w:rsidP="00942D3A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033210">
        <w:rPr>
          <w:b/>
          <w:szCs w:val="24"/>
        </w:rPr>
        <w:t>ЦЕНА ТОВАРА И ПОРЯДОК РАСЧЕТОВ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2.1. Цена за проданный по </w:t>
      </w:r>
      <w:r w:rsidR="00720A3C">
        <w:rPr>
          <w:sz w:val="24"/>
          <w:szCs w:val="24"/>
        </w:rPr>
        <w:t>Д</w:t>
      </w:r>
      <w:r w:rsidR="00720A3C" w:rsidRPr="00942D3A">
        <w:rPr>
          <w:sz w:val="24"/>
          <w:szCs w:val="24"/>
        </w:rPr>
        <w:t xml:space="preserve">оговору </w:t>
      </w:r>
      <w:r w:rsidR="00720A3C">
        <w:rPr>
          <w:sz w:val="24"/>
          <w:szCs w:val="24"/>
        </w:rPr>
        <w:t>Т</w:t>
      </w:r>
      <w:r w:rsidRPr="00942D3A">
        <w:rPr>
          <w:sz w:val="24"/>
          <w:szCs w:val="24"/>
        </w:rPr>
        <w:t xml:space="preserve">овар устанавливается в рублях, </w:t>
      </w:r>
      <w:r w:rsidRPr="00942D3A">
        <w:rPr>
          <w:i/>
          <w:sz w:val="24"/>
          <w:szCs w:val="24"/>
        </w:rPr>
        <w:t>включая НДС по действующей в Р</w:t>
      </w:r>
      <w:r w:rsidR="00720A3C">
        <w:rPr>
          <w:i/>
          <w:sz w:val="24"/>
          <w:szCs w:val="24"/>
        </w:rPr>
        <w:t xml:space="preserve">оссийской </w:t>
      </w:r>
      <w:r w:rsidRPr="00942D3A">
        <w:rPr>
          <w:i/>
          <w:sz w:val="24"/>
          <w:szCs w:val="24"/>
        </w:rPr>
        <w:t>Ф</w:t>
      </w:r>
      <w:r w:rsidR="00720A3C">
        <w:rPr>
          <w:i/>
          <w:sz w:val="24"/>
          <w:szCs w:val="24"/>
        </w:rPr>
        <w:t>едерации</w:t>
      </w:r>
      <w:r w:rsidRPr="00942D3A">
        <w:rPr>
          <w:i/>
          <w:sz w:val="24"/>
          <w:szCs w:val="24"/>
        </w:rPr>
        <w:t xml:space="preserve"> ставке,</w:t>
      </w:r>
      <w:r w:rsidRPr="00942D3A">
        <w:rPr>
          <w:sz w:val="24"/>
          <w:szCs w:val="24"/>
        </w:rPr>
        <w:t xml:space="preserve"> и указывается в Спецификации.  </w:t>
      </w:r>
    </w:p>
    <w:p w:rsidR="00942D3A" w:rsidRPr="00942D3A" w:rsidRDefault="00942D3A" w:rsidP="00131ED0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Цена Товара является твердой в течение срока действия Договора и изменению не подлежит. 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2.2. Покупатель обязан оплатить стоимость </w:t>
      </w:r>
      <w:r w:rsidR="00720A3C">
        <w:rPr>
          <w:i/>
          <w:sz w:val="24"/>
          <w:szCs w:val="24"/>
        </w:rPr>
        <w:t>Т</w:t>
      </w:r>
      <w:r w:rsidR="00720A3C" w:rsidRPr="00942D3A">
        <w:rPr>
          <w:i/>
          <w:sz w:val="24"/>
          <w:szCs w:val="24"/>
        </w:rPr>
        <w:t xml:space="preserve">овара </w:t>
      </w:r>
      <w:r w:rsidRPr="00942D3A">
        <w:rPr>
          <w:i/>
          <w:sz w:val="24"/>
          <w:szCs w:val="24"/>
        </w:rPr>
        <w:t xml:space="preserve">(партии </w:t>
      </w:r>
      <w:r w:rsidR="00720A3C">
        <w:rPr>
          <w:i/>
          <w:sz w:val="24"/>
          <w:szCs w:val="24"/>
        </w:rPr>
        <w:t>Т</w:t>
      </w:r>
      <w:r w:rsidR="00720A3C" w:rsidRPr="00942D3A">
        <w:rPr>
          <w:i/>
          <w:sz w:val="24"/>
          <w:szCs w:val="24"/>
        </w:rPr>
        <w:t>овара</w:t>
      </w:r>
      <w:r w:rsidRPr="00942D3A">
        <w:rPr>
          <w:i/>
          <w:sz w:val="24"/>
          <w:szCs w:val="24"/>
        </w:rPr>
        <w:t>)</w:t>
      </w:r>
      <w:r w:rsidRPr="00942D3A">
        <w:rPr>
          <w:sz w:val="24"/>
          <w:szCs w:val="24"/>
        </w:rPr>
        <w:t xml:space="preserve"> Поставщику  в течение </w:t>
      </w:r>
      <w:r w:rsidR="00477CA9">
        <w:rPr>
          <w:i/>
          <w:sz w:val="24"/>
          <w:szCs w:val="24"/>
        </w:rPr>
        <w:t>__</w:t>
      </w:r>
      <w:r w:rsidRPr="00942D3A">
        <w:rPr>
          <w:i/>
          <w:sz w:val="24"/>
          <w:szCs w:val="24"/>
        </w:rPr>
        <w:t xml:space="preserve"> </w:t>
      </w:r>
      <w:r w:rsidR="00477CA9">
        <w:rPr>
          <w:i/>
          <w:sz w:val="24"/>
          <w:szCs w:val="24"/>
        </w:rPr>
        <w:t>(__________</w:t>
      </w:r>
      <w:r w:rsidR="00720A3C">
        <w:rPr>
          <w:i/>
          <w:sz w:val="24"/>
          <w:szCs w:val="24"/>
        </w:rPr>
        <w:t xml:space="preserve">) </w:t>
      </w:r>
      <w:r w:rsidRPr="00942D3A">
        <w:rPr>
          <w:i/>
          <w:sz w:val="24"/>
          <w:szCs w:val="24"/>
        </w:rPr>
        <w:t>календарных дней с даты подписания Покупателем Товарной накладной (ТОРГ</w:t>
      </w:r>
      <w:r w:rsidR="00720A3C">
        <w:rPr>
          <w:i/>
          <w:sz w:val="24"/>
          <w:szCs w:val="24"/>
        </w:rPr>
        <w:t>-</w:t>
      </w:r>
      <w:r w:rsidRPr="00942D3A">
        <w:rPr>
          <w:i/>
          <w:sz w:val="24"/>
          <w:szCs w:val="24"/>
        </w:rPr>
        <w:t>12)</w:t>
      </w:r>
      <w:r w:rsidR="00720A3C">
        <w:rPr>
          <w:i/>
          <w:sz w:val="24"/>
          <w:szCs w:val="24"/>
        </w:rPr>
        <w:t>,</w:t>
      </w:r>
      <w:r w:rsidRPr="00942D3A">
        <w:rPr>
          <w:sz w:val="24"/>
          <w:szCs w:val="24"/>
        </w:rPr>
        <w:t xml:space="preserve"> а  так же  предоставления Поставщиком документов указных в п. 1.</w:t>
      </w:r>
      <w:r w:rsidR="00720A3C">
        <w:rPr>
          <w:sz w:val="24"/>
          <w:szCs w:val="24"/>
        </w:rPr>
        <w:t>7.</w:t>
      </w:r>
      <w:r w:rsidRPr="00942D3A">
        <w:rPr>
          <w:sz w:val="24"/>
          <w:szCs w:val="24"/>
        </w:rPr>
        <w:t xml:space="preserve"> Договора, в том числе счета, счета-фактуры, оформленного в  соответствии с требованиями ст.ст. 168,169 Н</w:t>
      </w:r>
      <w:r w:rsidR="00720A3C">
        <w:rPr>
          <w:sz w:val="24"/>
          <w:szCs w:val="24"/>
        </w:rPr>
        <w:t xml:space="preserve">алогового кодекса </w:t>
      </w:r>
      <w:r w:rsidRPr="00942D3A">
        <w:rPr>
          <w:sz w:val="24"/>
          <w:szCs w:val="24"/>
        </w:rPr>
        <w:t>Р</w:t>
      </w:r>
      <w:r w:rsidR="00720A3C">
        <w:rPr>
          <w:sz w:val="24"/>
          <w:szCs w:val="24"/>
        </w:rPr>
        <w:t xml:space="preserve">оссийской </w:t>
      </w:r>
      <w:r w:rsidRPr="00942D3A">
        <w:rPr>
          <w:sz w:val="24"/>
          <w:szCs w:val="24"/>
        </w:rPr>
        <w:t>Ф</w:t>
      </w:r>
      <w:r w:rsidR="00720A3C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 xml:space="preserve">. </w:t>
      </w:r>
    </w:p>
    <w:p w:rsidR="00942D3A" w:rsidRPr="00942D3A" w:rsidRDefault="00942D3A" w:rsidP="00131ED0">
      <w:pPr>
        <w:tabs>
          <w:tab w:val="left" w:pos="1134"/>
        </w:tabs>
        <w:ind w:firstLine="709"/>
        <w:jc w:val="both"/>
        <w:rPr>
          <w:i/>
          <w:sz w:val="24"/>
          <w:szCs w:val="24"/>
        </w:rPr>
      </w:pPr>
      <w:r w:rsidRPr="00942D3A">
        <w:rPr>
          <w:sz w:val="24"/>
          <w:szCs w:val="24"/>
        </w:rPr>
        <w:t>В случае задержки представления Поставщиком указанных документов срок оплаты увеличивается на соответствующее количество дней</w:t>
      </w:r>
      <w:r w:rsidRPr="00942D3A">
        <w:rPr>
          <w:i/>
          <w:sz w:val="24"/>
          <w:szCs w:val="24"/>
        </w:rPr>
        <w:t>.</w:t>
      </w:r>
    </w:p>
    <w:p w:rsidR="00942D3A" w:rsidRPr="00942D3A" w:rsidRDefault="00942D3A" w:rsidP="00942D3A">
      <w:pPr>
        <w:tabs>
          <w:tab w:val="left" w:pos="1276"/>
        </w:tabs>
        <w:jc w:val="both"/>
        <w:rPr>
          <w:i/>
          <w:sz w:val="24"/>
          <w:szCs w:val="24"/>
        </w:rPr>
      </w:pPr>
      <w:r w:rsidRPr="00942D3A">
        <w:rPr>
          <w:sz w:val="24"/>
          <w:szCs w:val="24"/>
        </w:rPr>
        <w:t xml:space="preserve">            2.3. Оплата </w:t>
      </w:r>
      <w:r w:rsidR="00720A3C">
        <w:rPr>
          <w:sz w:val="24"/>
          <w:szCs w:val="24"/>
        </w:rPr>
        <w:t>Т</w:t>
      </w:r>
      <w:r w:rsidRPr="00942D3A">
        <w:rPr>
          <w:sz w:val="24"/>
          <w:szCs w:val="24"/>
        </w:rPr>
        <w:t xml:space="preserve">овара осуществляется Покупателем путем перечисления денежных средств на расчетный счет Поставщика. Оплата по </w:t>
      </w:r>
      <w:r w:rsidR="00720A3C">
        <w:rPr>
          <w:sz w:val="24"/>
          <w:szCs w:val="24"/>
        </w:rPr>
        <w:t>Д</w:t>
      </w:r>
      <w:r w:rsidR="00720A3C" w:rsidRPr="00942D3A">
        <w:rPr>
          <w:sz w:val="24"/>
          <w:szCs w:val="24"/>
        </w:rPr>
        <w:t xml:space="preserve">оговору </w:t>
      </w:r>
      <w:r w:rsidRPr="00942D3A">
        <w:rPr>
          <w:sz w:val="24"/>
          <w:szCs w:val="24"/>
        </w:rPr>
        <w:t xml:space="preserve">производится в безналичном порядке. Обязательство Покупателя по оплате будет считаться исполненным </w:t>
      </w:r>
      <w:r w:rsidRPr="00942D3A">
        <w:rPr>
          <w:sz w:val="24"/>
          <w:szCs w:val="24"/>
          <w:lang w:val="en-US"/>
        </w:rPr>
        <w:t>c</w:t>
      </w:r>
      <w:r w:rsidRPr="00942D3A">
        <w:rPr>
          <w:sz w:val="24"/>
          <w:szCs w:val="24"/>
        </w:rPr>
        <w:t xml:space="preserve"> даты списания суммы платежа с расчетного счета Покупателя. 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2.4. Расходы Поставщика по погрузке и транспортировке Товара, а также иные расходы, связанные с передачей и переоформлением Товара в собственность Покупателя, в том числе таможенные платежи, входят в цену Товара и относятся на Поставщика. 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2.5. Денежное требование к Покупателю по Договору не может быть уступлено третьему лицу - финансовому агенту (Фактору) без письменного согласия Покупателя.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2.6.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</w:t>
      </w:r>
      <w:r w:rsidRPr="00942D3A">
        <w:rPr>
          <w:sz w:val="24"/>
          <w:szCs w:val="24"/>
        </w:rPr>
        <w:tab/>
        <w:t xml:space="preserve"> </w:t>
      </w:r>
    </w:p>
    <w:p w:rsidR="00942D3A" w:rsidRPr="00942D3A" w:rsidRDefault="00942D3A" w:rsidP="00942D3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lastRenderedPageBreak/>
        <w:t>2.7. Все расчетно-платежные, товаросопроводительные документы по Договору должны содержать ссылку на его номер и дату его заключения.</w:t>
      </w:r>
    </w:p>
    <w:p w:rsidR="00942D3A" w:rsidRPr="00942D3A" w:rsidRDefault="00942D3A" w:rsidP="00942D3A">
      <w:pPr>
        <w:tabs>
          <w:tab w:val="left" w:pos="709"/>
        </w:tabs>
        <w:ind w:firstLine="709"/>
        <w:jc w:val="both"/>
        <w:rPr>
          <w:color w:val="000000"/>
          <w:sz w:val="24"/>
          <w:szCs w:val="24"/>
        </w:rPr>
      </w:pPr>
      <w:r w:rsidRPr="00942D3A">
        <w:rPr>
          <w:sz w:val="24"/>
          <w:szCs w:val="24"/>
        </w:rPr>
        <w:t xml:space="preserve">2.8. </w:t>
      </w:r>
      <w:r w:rsidRPr="00942D3A">
        <w:rPr>
          <w:color w:val="000000"/>
          <w:sz w:val="24"/>
          <w:szCs w:val="24"/>
        </w:rPr>
        <w:t xml:space="preserve">Стороны </w:t>
      </w:r>
      <w:r w:rsidR="00720A3C">
        <w:rPr>
          <w:color w:val="000000"/>
          <w:sz w:val="24"/>
          <w:szCs w:val="24"/>
        </w:rPr>
        <w:t>пришли к соглашению</w:t>
      </w:r>
      <w:r w:rsidRPr="00942D3A">
        <w:rPr>
          <w:color w:val="000000"/>
          <w:sz w:val="24"/>
          <w:szCs w:val="24"/>
        </w:rPr>
        <w:t>, что в соответствии с п.5 ст. 488 Гражданского кодекса Р</w:t>
      </w:r>
      <w:r w:rsidR="00720A3C">
        <w:rPr>
          <w:color w:val="000000"/>
          <w:sz w:val="24"/>
          <w:szCs w:val="24"/>
        </w:rPr>
        <w:t xml:space="preserve">оссийской </w:t>
      </w:r>
      <w:r w:rsidRPr="00942D3A">
        <w:rPr>
          <w:color w:val="000000"/>
          <w:sz w:val="24"/>
          <w:szCs w:val="24"/>
        </w:rPr>
        <w:t>Ф</w:t>
      </w:r>
      <w:r w:rsidR="00720A3C">
        <w:rPr>
          <w:color w:val="000000"/>
          <w:sz w:val="24"/>
          <w:szCs w:val="24"/>
        </w:rPr>
        <w:t>едерации</w:t>
      </w:r>
      <w:r w:rsidRPr="00942D3A">
        <w:rPr>
          <w:color w:val="000000"/>
          <w:sz w:val="24"/>
          <w:szCs w:val="24"/>
        </w:rPr>
        <w:t xml:space="preserve"> право залога у Поставщика на указанный Товар не возникает.</w:t>
      </w:r>
    </w:p>
    <w:p w:rsidR="00942D3A" w:rsidRDefault="00942D3A" w:rsidP="00942D3A">
      <w:pPr>
        <w:tabs>
          <w:tab w:val="left" w:pos="709"/>
        </w:tabs>
        <w:ind w:firstLine="709"/>
        <w:jc w:val="both"/>
        <w:rPr>
          <w:color w:val="000000"/>
          <w:sz w:val="24"/>
          <w:szCs w:val="24"/>
        </w:rPr>
      </w:pPr>
      <w:r w:rsidRPr="00942D3A">
        <w:rPr>
          <w:color w:val="000000"/>
          <w:sz w:val="24"/>
          <w:szCs w:val="24"/>
        </w:rPr>
        <w:t xml:space="preserve">2.9. Стороны пришли к соглашению, что к их отношениям по Договору </w:t>
      </w:r>
      <w:r w:rsidR="00720A3C" w:rsidRPr="00942D3A">
        <w:rPr>
          <w:color w:val="000000"/>
          <w:sz w:val="24"/>
          <w:szCs w:val="24"/>
        </w:rPr>
        <w:t>ст</w:t>
      </w:r>
      <w:r w:rsidR="00720A3C">
        <w:rPr>
          <w:color w:val="000000"/>
          <w:sz w:val="24"/>
          <w:szCs w:val="24"/>
        </w:rPr>
        <w:t>.</w:t>
      </w:r>
      <w:r w:rsidR="00720A3C" w:rsidRPr="00942D3A">
        <w:rPr>
          <w:color w:val="000000"/>
          <w:sz w:val="24"/>
          <w:szCs w:val="24"/>
        </w:rPr>
        <w:t xml:space="preserve"> </w:t>
      </w:r>
      <w:r w:rsidRPr="00942D3A">
        <w:rPr>
          <w:color w:val="000000"/>
          <w:sz w:val="24"/>
          <w:szCs w:val="24"/>
        </w:rPr>
        <w:t xml:space="preserve">317.1 Гражданского </w:t>
      </w:r>
      <w:r w:rsidR="00720A3C">
        <w:rPr>
          <w:color w:val="000000"/>
          <w:sz w:val="24"/>
          <w:szCs w:val="24"/>
        </w:rPr>
        <w:t>кодекса</w:t>
      </w:r>
      <w:r w:rsidR="00720A3C" w:rsidRPr="00942D3A">
        <w:rPr>
          <w:color w:val="000000"/>
          <w:sz w:val="24"/>
          <w:szCs w:val="24"/>
        </w:rPr>
        <w:t xml:space="preserve"> </w:t>
      </w:r>
      <w:r w:rsidRPr="00942D3A">
        <w:rPr>
          <w:color w:val="000000"/>
          <w:sz w:val="24"/>
          <w:szCs w:val="24"/>
        </w:rPr>
        <w:t>Российской Федерации не применяется, сторона - кредитор по денежному обязательству не имеет права на получение процентов на сумму долга за период пользования денежными средствами.</w:t>
      </w:r>
    </w:p>
    <w:p w:rsidR="007F327A" w:rsidRPr="00112596" w:rsidRDefault="007F327A" w:rsidP="00942D3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12596">
        <w:rPr>
          <w:sz w:val="24"/>
          <w:szCs w:val="24"/>
        </w:rPr>
        <w:t xml:space="preserve">2.10. Стороны обязаны проводить ежеквартальную сверку расчетов по Договору </w:t>
      </w:r>
      <w:r w:rsidR="005A37F7" w:rsidRPr="00112596">
        <w:rPr>
          <w:sz w:val="24"/>
          <w:szCs w:val="24"/>
        </w:rPr>
        <w:t>на основании</w:t>
      </w:r>
      <w:r w:rsidRPr="00112596">
        <w:rPr>
          <w:sz w:val="24"/>
          <w:szCs w:val="24"/>
        </w:rPr>
        <w:t xml:space="preserve"> акта сверки расчетов. Стороны подписывают акт сверки взаимных расчетов по форме Покупателя не позднее 15 (пятнадцатого) числа месяца, следующего за последним месяцем сверяемого квартала.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</w:p>
    <w:p w:rsidR="00942D3A" w:rsidRPr="00033210" w:rsidRDefault="00942D3A" w:rsidP="00942D3A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033210">
        <w:rPr>
          <w:b/>
          <w:szCs w:val="24"/>
        </w:rPr>
        <w:t>ПОРЯДОК ПОСТАВКИ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3.1. Поставщик обязуется поставить Товар в сроки, указанные в п.1.</w:t>
      </w:r>
      <w:r w:rsidR="007D1AAA">
        <w:rPr>
          <w:sz w:val="24"/>
          <w:szCs w:val="24"/>
        </w:rPr>
        <w:t>4</w:t>
      </w:r>
      <w:r w:rsidR="00BA4324">
        <w:rPr>
          <w:sz w:val="24"/>
          <w:szCs w:val="24"/>
        </w:rPr>
        <w:t>.</w:t>
      </w:r>
      <w:r w:rsidRPr="00942D3A">
        <w:rPr>
          <w:sz w:val="24"/>
          <w:szCs w:val="24"/>
        </w:rPr>
        <w:t xml:space="preserve"> Договора по адресу, указанному в п. 1.</w:t>
      </w:r>
      <w:r w:rsidR="007D1AAA">
        <w:rPr>
          <w:sz w:val="24"/>
          <w:szCs w:val="24"/>
        </w:rPr>
        <w:t>4.</w:t>
      </w:r>
      <w:r w:rsidR="007D1AAA"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>Договора своими силами и за свой счет.</w:t>
      </w:r>
      <w:r w:rsidRPr="00942D3A">
        <w:rPr>
          <w:sz w:val="24"/>
          <w:szCs w:val="24"/>
        </w:rPr>
        <w:tab/>
        <w:t xml:space="preserve">Товарная накладная (ТОРГ-12) должна быть оформлена в соответствии со Спецификацией.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Несоответствие Товарной накладной (ТОРГ-12) Спецификации является обоснованным основанием для отказа со стороны Покупателя в ее подписании.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3.2. При приемке Товара </w:t>
      </w:r>
      <w:r w:rsidR="007D1AAA">
        <w:rPr>
          <w:sz w:val="24"/>
          <w:szCs w:val="24"/>
        </w:rPr>
        <w:t>Грузополучатель</w:t>
      </w:r>
      <w:r w:rsidR="007D1AAA"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 xml:space="preserve">проверяет его соответствие сведениям, указанным в транспортных и товаросопроводительных документах, а также на предмет отсутствия нарушения целостности упаковки, в результате чего </w:t>
      </w:r>
      <w:r w:rsidR="007D1AAA">
        <w:rPr>
          <w:sz w:val="24"/>
          <w:szCs w:val="24"/>
        </w:rPr>
        <w:t>Грузополучатель</w:t>
      </w:r>
      <w:r w:rsidR="007D1AAA"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>считается принявшим Товар по количеству тарных мест и качеству внешней упаковки. В отношении скрытых недостатков Товара Покупатель</w:t>
      </w:r>
      <w:r w:rsidR="009176C8">
        <w:rPr>
          <w:sz w:val="24"/>
          <w:szCs w:val="24"/>
        </w:rPr>
        <w:t xml:space="preserve"> (</w:t>
      </w:r>
      <w:r w:rsidR="007D1AAA">
        <w:rPr>
          <w:sz w:val="24"/>
          <w:szCs w:val="24"/>
        </w:rPr>
        <w:t>Грузополучатель</w:t>
      </w:r>
      <w:r w:rsidR="009176C8">
        <w:rPr>
          <w:sz w:val="24"/>
          <w:szCs w:val="24"/>
        </w:rPr>
        <w:t>)</w:t>
      </w:r>
      <w:r w:rsidRPr="00942D3A">
        <w:rPr>
          <w:sz w:val="24"/>
          <w:szCs w:val="24"/>
        </w:rPr>
        <w:t xml:space="preserve"> вправе предъявлять претензии Поставщику в течение гарантийного срока.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Гарантийный срок на Товар составляет ____ </w:t>
      </w:r>
      <w:r w:rsidR="002B3F16">
        <w:rPr>
          <w:sz w:val="24"/>
          <w:szCs w:val="24"/>
        </w:rPr>
        <w:t xml:space="preserve">(_________) </w:t>
      </w:r>
      <w:r w:rsidRPr="00942D3A">
        <w:rPr>
          <w:sz w:val="24"/>
          <w:szCs w:val="24"/>
        </w:rPr>
        <w:t>месяцев.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3.3. При обнаружении несоответствий Товара сведениям, указанным в транспортных и/или  товаросопроводительных документах и/или требованиям Договора, вызов представителя Поставщика для фиксации данных фактов не является обязательным. Уполномоченный представитель </w:t>
      </w:r>
      <w:r w:rsidR="009176C8">
        <w:rPr>
          <w:sz w:val="24"/>
          <w:szCs w:val="24"/>
        </w:rPr>
        <w:t>Грузополучателя</w:t>
      </w:r>
      <w:r w:rsidR="009176C8"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 xml:space="preserve">или специально созданная приемочная комиссия </w:t>
      </w:r>
      <w:r w:rsidR="009176C8">
        <w:rPr>
          <w:sz w:val="24"/>
          <w:szCs w:val="24"/>
        </w:rPr>
        <w:t>Грузополучателя</w:t>
      </w:r>
      <w:r w:rsidR="009176C8" w:rsidRPr="00942D3A">
        <w:rPr>
          <w:sz w:val="24"/>
          <w:szCs w:val="24"/>
        </w:rPr>
        <w:t xml:space="preserve">  </w:t>
      </w:r>
      <w:r w:rsidRPr="00942D3A">
        <w:rPr>
          <w:sz w:val="24"/>
          <w:szCs w:val="24"/>
        </w:rPr>
        <w:t>составляет соответствующий Акт с указанием несоответствий и нарушений, а также сроков их устранения Поставщиком.</w:t>
      </w:r>
      <w:r w:rsidRPr="00942D3A">
        <w:rPr>
          <w:sz w:val="24"/>
          <w:szCs w:val="24"/>
        </w:rPr>
        <w:tab/>
      </w:r>
    </w:p>
    <w:p w:rsidR="00942D3A" w:rsidRPr="00942D3A" w:rsidRDefault="00477CA9" w:rsidP="00942D3A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24D42">
        <w:rPr>
          <w:sz w:val="24"/>
          <w:szCs w:val="24"/>
        </w:rPr>
        <w:t>3.4. Датой поставки Товара по</w:t>
      </w:r>
      <w:r w:rsidR="002B3F16">
        <w:rPr>
          <w:sz w:val="24"/>
          <w:szCs w:val="24"/>
        </w:rPr>
        <w:t xml:space="preserve"> </w:t>
      </w:r>
      <w:r w:rsidR="00942D3A" w:rsidRPr="00942D3A">
        <w:rPr>
          <w:sz w:val="24"/>
          <w:szCs w:val="24"/>
        </w:rPr>
        <w:t>Договору является дата подписания уполномоченными представителями Сторон товарной накладной ТОРГ</w:t>
      </w:r>
      <w:r w:rsidR="002B3F16">
        <w:rPr>
          <w:sz w:val="24"/>
          <w:szCs w:val="24"/>
        </w:rPr>
        <w:t>-</w:t>
      </w:r>
      <w:r w:rsidR="00942D3A" w:rsidRPr="00942D3A">
        <w:rPr>
          <w:sz w:val="24"/>
          <w:szCs w:val="24"/>
        </w:rPr>
        <w:t>12.</w:t>
      </w:r>
    </w:p>
    <w:p w:rsidR="00942D3A" w:rsidRPr="00942D3A" w:rsidRDefault="00942D3A" w:rsidP="00131ED0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3.5. </w:t>
      </w:r>
      <w:r w:rsidR="009176C8">
        <w:rPr>
          <w:sz w:val="24"/>
          <w:szCs w:val="24"/>
        </w:rPr>
        <w:t>Грузополучатель</w:t>
      </w:r>
      <w:r w:rsidRPr="00942D3A">
        <w:rPr>
          <w:sz w:val="24"/>
          <w:szCs w:val="24"/>
        </w:rPr>
        <w:t>, обнаруживший после приемки Товара недостатки или иное несоответствие Товара условиям Договора, в том числе поставку контрафактного Товара, которые не могли быть выявлены при обычном способе приемки (скрыт</w:t>
      </w:r>
      <w:r w:rsidR="00FA28DE">
        <w:rPr>
          <w:sz w:val="24"/>
          <w:szCs w:val="24"/>
        </w:rPr>
        <w:t>ые недостатки), фиксирует их в</w:t>
      </w:r>
      <w:r w:rsidRPr="00942D3A">
        <w:rPr>
          <w:sz w:val="24"/>
          <w:szCs w:val="24"/>
        </w:rPr>
        <w:t xml:space="preserve"> соответствующем Акте о выявленных недостатках Товара (партии Товара), с указанием сроков их устранения или о невозможности их устранения, а также извещает об этом Поставщика в течение 10 (десять) рабочих дней с момента обнаружения соответствующих недостатков (несоответствий).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3.6. В случае обнаружения недостатков и иных несоответствий Товара, которые делают его непригодными для использования (не могут быть устранены) или выявления факта поставки контрафактного Товара, Покупатель</w:t>
      </w:r>
      <w:r w:rsidR="00C72BD8">
        <w:rPr>
          <w:sz w:val="24"/>
          <w:szCs w:val="24"/>
        </w:rPr>
        <w:t xml:space="preserve"> </w:t>
      </w:r>
      <w:r w:rsidR="009176C8">
        <w:rPr>
          <w:sz w:val="24"/>
          <w:szCs w:val="24"/>
        </w:rPr>
        <w:t>(Грузополучатель)</w:t>
      </w:r>
      <w:r w:rsidRPr="00942D3A">
        <w:rPr>
          <w:sz w:val="24"/>
          <w:szCs w:val="24"/>
        </w:rPr>
        <w:t xml:space="preserve"> </w:t>
      </w:r>
      <w:r w:rsidR="00E13804" w:rsidRPr="001E4A7C">
        <w:rPr>
          <w:sz w:val="24"/>
          <w:szCs w:val="24"/>
        </w:rPr>
        <w:t xml:space="preserve">составляет Акт о приемке </w:t>
      </w:r>
      <w:r w:rsidR="00095DE9" w:rsidRPr="001E4A7C">
        <w:rPr>
          <w:sz w:val="24"/>
          <w:szCs w:val="24"/>
        </w:rPr>
        <w:t>Продукции</w:t>
      </w:r>
      <w:r w:rsidR="00E13804" w:rsidRPr="001E4A7C">
        <w:rPr>
          <w:sz w:val="24"/>
          <w:szCs w:val="24"/>
        </w:rPr>
        <w:t xml:space="preserve"> (</w:t>
      </w:r>
      <w:r w:rsidR="00095DE9" w:rsidRPr="001E4A7C">
        <w:rPr>
          <w:sz w:val="24"/>
          <w:szCs w:val="24"/>
        </w:rPr>
        <w:t>с</w:t>
      </w:r>
      <w:r w:rsidR="00E13804" w:rsidRPr="001E4A7C">
        <w:rPr>
          <w:sz w:val="24"/>
          <w:szCs w:val="24"/>
        </w:rPr>
        <w:t xml:space="preserve"> недостатками по ассортименту, количеству, качеству имеющие признаки фальсифицированной и/или контрафактной (не подтвержденной заводом-изготовителем)) </w:t>
      </w:r>
      <w:r w:rsidR="00463617" w:rsidRPr="001E4A7C">
        <w:rPr>
          <w:sz w:val="24"/>
          <w:szCs w:val="24"/>
        </w:rPr>
        <w:t xml:space="preserve">в соответствии с Приложением № 9 к Договору </w:t>
      </w:r>
      <w:r w:rsidR="00E13804" w:rsidRPr="001E4A7C">
        <w:rPr>
          <w:sz w:val="24"/>
          <w:szCs w:val="24"/>
        </w:rPr>
        <w:t xml:space="preserve">и </w:t>
      </w:r>
      <w:r w:rsidRPr="00942D3A">
        <w:rPr>
          <w:sz w:val="24"/>
          <w:szCs w:val="24"/>
        </w:rPr>
        <w:t>по своему ус</w:t>
      </w:r>
      <w:r w:rsidR="00131ED0">
        <w:rPr>
          <w:sz w:val="24"/>
          <w:szCs w:val="24"/>
        </w:rPr>
        <w:t>мотре</w:t>
      </w:r>
      <w:r w:rsidRPr="00942D3A">
        <w:rPr>
          <w:sz w:val="24"/>
          <w:szCs w:val="24"/>
        </w:rPr>
        <w:t>нию вправе: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- потребовать у Поставщика замены соответствующего Товара в течение _____</w:t>
      </w:r>
      <w:r w:rsidR="002B3F16">
        <w:rPr>
          <w:sz w:val="24"/>
          <w:szCs w:val="24"/>
        </w:rPr>
        <w:t xml:space="preserve">(_____________) </w:t>
      </w:r>
      <w:r w:rsidRPr="00942D3A">
        <w:rPr>
          <w:sz w:val="24"/>
          <w:szCs w:val="24"/>
        </w:rPr>
        <w:t>календарных дней с момента извещения Поставщика об обнаружен</w:t>
      </w:r>
      <w:r w:rsidR="00826266">
        <w:rPr>
          <w:sz w:val="24"/>
          <w:szCs w:val="24"/>
        </w:rPr>
        <w:t>ии недостатков (несоответствий);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- отказаться от исполнения Договора в части Товара с недостатками (несоответствиями) (в том числе в случаях</w:t>
      </w:r>
      <w:r w:rsidR="00131ED0">
        <w:rPr>
          <w:sz w:val="24"/>
          <w:szCs w:val="24"/>
        </w:rPr>
        <w:t>,</w:t>
      </w:r>
      <w:r w:rsidRPr="00942D3A">
        <w:rPr>
          <w:sz w:val="24"/>
          <w:szCs w:val="24"/>
        </w:rPr>
        <w:t xml:space="preserve"> указанных в п. 3.5. Договора) и потребовать возврата уплаченных за соответствующий Товар денежных средств.</w:t>
      </w:r>
    </w:p>
    <w:p w:rsidR="00F45BB7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lastRenderedPageBreak/>
        <w:tab/>
        <w:t xml:space="preserve">3.7. Риск случайной гибели, недостачи и (или) случайного повреждения </w:t>
      </w:r>
      <w:r w:rsidR="002B3F16">
        <w:rPr>
          <w:sz w:val="24"/>
          <w:szCs w:val="24"/>
        </w:rPr>
        <w:t>Т</w:t>
      </w:r>
      <w:r w:rsidR="002B3F16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>, а также право собственности на него переходит от Поставщика к Покупателю с даты подписания товарной накладной ТОРГ</w:t>
      </w:r>
      <w:r w:rsidR="002B3F16">
        <w:rPr>
          <w:sz w:val="24"/>
          <w:szCs w:val="24"/>
        </w:rPr>
        <w:t>-</w:t>
      </w:r>
      <w:r w:rsidRPr="00942D3A">
        <w:rPr>
          <w:sz w:val="24"/>
          <w:szCs w:val="24"/>
        </w:rPr>
        <w:t xml:space="preserve">12. </w:t>
      </w:r>
    </w:p>
    <w:p w:rsidR="00F45BB7" w:rsidRPr="00033210" w:rsidRDefault="00F45BB7" w:rsidP="00477CA9">
      <w:pPr>
        <w:tabs>
          <w:tab w:val="left" w:pos="0"/>
          <w:tab w:val="left" w:pos="709"/>
        </w:tabs>
        <w:ind w:firstLine="709"/>
        <w:jc w:val="both"/>
        <w:rPr>
          <w:sz w:val="24"/>
          <w:szCs w:val="24"/>
        </w:rPr>
      </w:pPr>
      <w:r w:rsidRPr="00033210">
        <w:rPr>
          <w:sz w:val="24"/>
          <w:szCs w:val="24"/>
        </w:rPr>
        <w:t>3.8. Поставщик</w:t>
      </w:r>
      <w:r>
        <w:t xml:space="preserve"> </w:t>
      </w:r>
      <w:r>
        <w:rPr>
          <w:sz w:val="24"/>
          <w:szCs w:val="24"/>
        </w:rPr>
        <w:t>осуществляет</w:t>
      </w:r>
      <w:r w:rsidRPr="00033210">
        <w:rPr>
          <w:sz w:val="24"/>
          <w:szCs w:val="24"/>
        </w:rPr>
        <w:t xml:space="preserve"> поставку Товара Покупателю (Грузополучателю) одновременным предоставлением оригиналов следующих документов:</w:t>
      </w:r>
    </w:p>
    <w:p w:rsidR="00F45BB7" w:rsidRPr="00033210" w:rsidRDefault="00F45BB7" w:rsidP="00477CA9">
      <w:pPr>
        <w:widowControl w:val="0"/>
        <w:suppressAutoHyphens/>
        <w:ind w:firstLine="709"/>
        <w:jc w:val="both"/>
        <w:rPr>
          <w:sz w:val="24"/>
          <w:szCs w:val="24"/>
        </w:rPr>
      </w:pPr>
      <w:r w:rsidRPr="00033210">
        <w:rPr>
          <w:sz w:val="24"/>
          <w:szCs w:val="24"/>
        </w:rPr>
        <w:t>3.</w:t>
      </w:r>
      <w:r>
        <w:rPr>
          <w:sz w:val="24"/>
          <w:szCs w:val="24"/>
        </w:rPr>
        <w:t>8</w:t>
      </w:r>
      <w:r w:rsidRPr="00033210">
        <w:rPr>
          <w:sz w:val="24"/>
          <w:szCs w:val="24"/>
        </w:rPr>
        <w:t xml:space="preserve">.1. </w:t>
      </w:r>
      <w:r w:rsidRPr="00033210">
        <w:rPr>
          <w:rFonts w:eastAsia="Calibri"/>
          <w:sz w:val="24"/>
          <w:szCs w:val="24"/>
          <w:lang w:eastAsia="en-US"/>
        </w:rPr>
        <w:t xml:space="preserve">при автомобильной доставке: транспортную накладную </w:t>
      </w:r>
      <w:r w:rsidRPr="00033210">
        <w:rPr>
          <w:rFonts w:eastAsia="Lucida Sans Unicode"/>
          <w:sz w:val="24"/>
          <w:szCs w:val="24"/>
          <w:lang w:eastAsia="en-US" w:bidi="en-US"/>
        </w:rPr>
        <w:t>по форме, утвержденной постановлением Правительства Российской Федерации от 15.04.2011 года № 272, либо товарно-транспортную накладную</w:t>
      </w:r>
      <w:r w:rsidRPr="00F45BB7">
        <w:rPr>
          <w:rFonts w:eastAsia="Lucida Sans Unicode"/>
          <w:sz w:val="24"/>
          <w:szCs w:val="24"/>
          <w:lang w:eastAsia="en-US" w:bidi="en-US"/>
        </w:rPr>
        <w:t xml:space="preserve"> в 4 (</w:t>
      </w:r>
      <w:r>
        <w:rPr>
          <w:rFonts w:eastAsia="Lucida Sans Unicode"/>
          <w:sz w:val="24"/>
          <w:szCs w:val="24"/>
          <w:lang w:eastAsia="en-US" w:bidi="en-US"/>
        </w:rPr>
        <w:t>ч</w:t>
      </w:r>
      <w:r w:rsidRPr="00033210">
        <w:rPr>
          <w:rFonts w:eastAsia="Lucida Sans Unicode"/>
          <w:sz w:val="24"/>
          <w:szCs w:val="24"/>
          <w:lang w:eastAsia="en-US" w:bidi="en-US"/>
        </w:rPr>
        <w:t>етырёх) экземплярах: Грузополучателю, Грузоперевозчику, Покупателю и Поставщику</w:t>
      </w:r>
      <w:r w:rsidRPr="00033210">
        <w:rPr>
          <w:rFonts w:eastAsia="Calibri"/>
          <w:sz w:val="24"/>
          <w:szCs w:val="24"/>
          <w:lang w:eastAsia="en-US"/>
        </w:rPr>
        <w:t xml:space="preserve">; оригиналы транспортной накладной (товарно-транспортной накладной) предоставляются Грузополучателю одновременно с поступлением Товара в его адрес для отметки Грузополучателем о получении груза. Транспортная накладная (товарно-транспортная накладная) должна содержать сведения о Грузоотправителе, Грузополучателе, Плательщике за Товар. </w:t>
      </w:r>
      <w:r w:rsidRPr="00033210">
        <w:rPr>
          <w:rFonts w:eastAsia="Lucida Sans Unicode"/>
          <w:sz w:val="24"/>
          <w:szCs w:val="24"/>
          <w:lang w:eastAsia="en-US" w:bidi="en-US"/>
        </w:rPr>
        <w:t xml:space="preserve">Перечень Товара должен быть представлен построчно, с указанием количества груза, единиц измерения по каждой позиции. Перечень </w:t>
      </w:r>
      <w:r w:rsidRPr="00033210">
        <w:rPr>
          <w:rFonts w:eastAsia="Calibri"/>
          <w:sz w:val="24"/>
          <w:szCs w:val="24"/>
          <w:lang w:eastAsia="en-US"/>
        </w:rPr>
        <w:t>Товара</w:t>
      </w:r>
      <w:r w:rsidRPr="00033210">
        <w:rPr>
          <w:rFonts w:eastAsia="Lucida Sans Unicode"/>
          <w:sz w:val="24"/>
          <w:szCs w:val="24"/>
          <w:lang w:eastAsia="en-US" w:bidi="en-US"/>
        </w:rPr>
        <w:t xml:space="preserve"> должен соответствовать перечню, содержащемуся в товарной накладной (ТОРГ-12)</w:t>
      </w:r>
      <w:r w:rsidRPr="00033210">
        <w:rPr>
          <w:rFonts w:eastAsia="Calibri"/>
          <w:sz w:val="24"/>
          <w:szCs w:val="24"/>
          <w:lang w:eastAsia="en-US"/>
        </w:rPr>
        <w:t>.</w:t>
      </w:r>
    </w:p>
    <w:p w:rsidR="00F45BB7" w:rsidRPr="00033210" w:rsidRDefault="00F45BB7" w:rsidP="00477CA9">
      <w:pPr>
        <w:widowControl w:val="0"/>
        <w:tabs>
          <w:tab w:val="num" w:pos="0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 xml:space="preserve">В случае если для поставки Товара Поставщиком заключен договор с транспортно-экспедиционной компанией, груз сопровождается накладной отправителя (экспедиторской распиской). 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>.2. при железнодорожной доставке: железнодорожную накладную (форма ГУ-27в) в 2 (</w:t>
      </w:r>
      <w:r>
        <w:rPr>
          <w:rFonts w:eastAsia="Calibri"/>
          <w:sz w:val="24"/>
          <w:szCs w:val="24"/>
          <w:lang w:eastAsia="en-US"/>
        </w:rPr>
        <w:t>д</w:t>
      </w:r>
      <w:r w:rsidRPr="00033210">
        <w:rPr>
          <w:rFonts w:eastAsia="Calibri"/>
          <w:sz w:val="24"/>
          <w:szCs w:val="24"/>
          <w:lang w:eastAsia="en-US"/>
        </w:rPr>
        <w:t xml:space="preserve">вух) экземплярах, оформленную в соответствии с пунктом 2.17 «Правил заполнения перевозочных документов на перевозку грузов железнодорожным транспортом», утверждённых Приказом МПС России от 18.06.2003 года № 39. В графе «Наименование груза» в соответствии с тарифным руководством указывается наименование груза и его код. 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 xml:space="preserve">.3. при отправке через почтовое отделение: описи вложения (вкладывается в посылку (бандероль)) по форме-107 Почты России (формат бланка должен быть аналогичен формату перевозочного документа).  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Lucida Sans Unicode"/>
          <w:bCs/>
          <w:sz w:val="24"/>
          <w:szCs w:val="24"/>
          <w:lang w:eastAsia="en-US" w:bidi="en-US"/>
        </w:rPr>
        <w:t>3.</w:t>
      </w:r>
      <w:r>
        <w:rPr>
          <w:rFonts w:eastAsia="Lucida Sans Unicode"/>
          <w:bCs/>
          <w:sz w:val="24"/>
          <w:szCs w:val="24"/>
          <w:lang w:eastAsia="en-US" w:bidi="en-US"/>
        </w:rPr>
        <w:t>8</w:t>
      </w:r>
      <w:r w:rsidRPr="00F45BB7">
        <w:rPr>
          <w:rFonts w:eastAsia="Lucida Sans Unicode"/>
          <w:bCs/>
          <w:sz w:val="24"/>
          <w:szCs w:val="24"/>
          <w:lang w:eastAsia="en-US" w:bidi="en-US"/>
        </w:rPr>
        <w:t>.4. счет на оплату – в 1 (</w:t>
      </w:r>
      <w:r>
        <w:rPr>
          <w:rFonts w:eastAsia="Lucida Sans Unicode"/>
          <w:bCs/>
          <w:sz w:val="24"/>
          <w:szCs w:val="24"/>
          <w:lang w:eastAsia="en-US" w:bidi="en-US"/>
        </w:rPr>
        <w:t>о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 xml:space="preserve">дном) экземпляре для Покупателя. </w:t>
      </w:r>
      <w:r w:rsidRPr="00033210">
        <w:rPr>
          <w:rFonts w:eastAsia="Lucida Sans Unicode"/>
          <w:sz w:val="24"/>
          <w:szCs w:val="24"/>
          <w:lang w:eastAsia="en-US" w:bidi="en-US"/>
        </w:rPr>
        <w:t>Не допускается использование факсимильной или электронно-цифровой подписи при оформлении счета.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Lucida Sans Unicode"/>
          <w:bCs/>
          <w:sz w:val="24"/>
          <w:szCs w:val="24"/>
          <w:lang w:eastAsia="en-US" w:bidi="en-US"/>
        </w:rPr>
        <w:t>3.</w:t>
      </w:r>
      <w:r>
        <w:rPr>
          <w:rFonts w:eastAsia="Lucida Sans Unicode"/>
          <w:bCs/>
          <w:sz w:val="24"/>
          <w:szCs w:val="24"/>
          <w:lang w:eastAsia="en-US" w:bidi="en-US"/>
        </w:rPr>
        <w:t>8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>.5. товарную накладную (ТОРГ-12) в 2 (</w:t>
      </w:r>
      <w:r>
        <w:rPr>
          <w:rFonts w:eastAsia="Lucida Sans Unicode"/>
          <w:bCs/>
          <w:sz w:val="24"/>
          <w:szCs w:val="24"/>
          <w:lang w:eastAsia="en-US" w:bidi="en-US"/>
        </w:rPr>
        <w:t>д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 xml:space="preserve">вух) экземплярах, по одному экземпляру для Поставщика и Покупателя, оба экземпляра предоставляются Покупателю </w:t>
      </w:r>
      <w:r w:rsidR="004078B9">
        <w:rPr>
          <w:rFonts w:eastAsia="Lucida Sans Unicode"/>
          <w:bCs/>
          <w:sz w:val="24"/>
          <w:szCs w:val="24"/>
          <w:lang w:eastAsia="en-US" w:bidi="en-US"/>
        </w:rPr>
        <w:t xml:space="preserve">в течение 2 (двух) рабочих дней 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 xml:space="preserve">после поступления Товара в адрес Грузополучателя. Товарная накладная ТОРГ-12 оформляется в соответствии с унифицированной формой, утвержденной Постановлением Госкомстата Российской Федерации от 25.12.1998 года № 132. Поставщиком в обязательном порядке делается отметка в строках: отпуск груза разрешил, главный бухгалтер, отпуск груза произвел. </w:t>
      </w:r>
      <w:r w:rsidRPr="00033210">
        <w:rPr>
          <w:rFonts w:eastAsia="Lucida Sans Unicode"/>
          <w:sz w:val="24"/>
          <w:szCs w:val="24"/>
          <w:lang w:eastAsia="en-US" w:bidi="en-US"/>
        </w:rPr>
        <w:t>Не допускается использование факсимильной или электронно-цифровой подписи при оформлении товарной накладной (ТОРГ-12)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>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>.6. перечень грузов, который оформляется на каждую партию Товара при ее доставке с использованием железнодорожного транспорта или почтовым отправлением, а также при сопровождении груза накладной отправителя (экспедиторской распиской), когда Поставщиком для доставки Товара заключен договор с транспортно-экспедиционной компанией. Перечень грузов также оформляется Поставщиком в случаях, когда в составленной грузоотправителем транспортной накладной (товарно-транспортной накладной) представлено обобщенное наименование Товара. Перечень грузов предоставляется Грузополучателю одновременно с поступлением Товара в его адрес. Перечень грузов должен быть составлен по форме, утвержд</w:t>
      </w:r>
      <w:r w:rsidR="009176C8" w:rsidRPr="009176C8">
        <w:rPr>
          <w:rFonts w:eastAsia="Calibri"/>
          <w:sz w:val="24"/>
          <w:szCs w:val="24"/>
          <w:lang w:eastAsia="en-US"/>
        </w:rPr>
        <w:t xml:space="preserve">енной Сторонами в Приложении № </w:t>
      </w:r>
      <w:r w:rsidR="00B162B0">
        <w:rPr>
          <w:rFonts w:eastAsia="Calibri"/>
          <w:sz w:val="24"/>
          <w:szCs w:val="24"/>
          <w:lang w:eastAsia="en-US"/>
        </w:rPr>
        <w:t>4</w:t>
      </w:r>
      <w:r w:rsidRPr="00033210">
        <w:rPr>
          <w:rFonts w:eastAsia="Calibri"/>
          <w:sz w:val="24"/>
          <w:szCs w:val="24"/>
          <w:lang w:eastAsia="en-US"/>
        </w:rPr>
        <w:t xml:space="preserve"> к Договору, на фирменном бланке Поставщика с указанием полного наименования и юридического адреса (в соответствии с учредительными документами), фактического адреса, телефона, ИНН/КПП, кодов статистики. В перечне грузов указывается Грузополучатель, наименование, единицы измерения, количество отправляемых грузов, а также их цена, сумма с учетом/без учета НДС, ставка НДС. Наименование позиций в перечне должно соответствовать наименованию позиций по Спецификации. Перечень составляется в 4 (Четырех) экземплярах, заверенных печатью организации, и подписью лица, уполномоченного Поставщиком. При приемке Товара данный перечень заверяется печатью организации-Грузополучателя и подписью лица, уполномо</w:t>
      </w:r>
      <w:r w:rsidRPr="00F45BB7">
        <w:rPr>
          <w:rFonts w:eastAsia="Calibri"/>
          <w:sz w:val="24"/>
          <w:szCs w:val="24"/>
          <w:lang w:eastAsia="en-US"/>
        </w:rPr>
        <w:t>ченного Грузополучателем, и 1 (</w:t>
      </w:r>
      <w:r>
        <w:rPr>
          <w:rFonts w:eastAsia="Calibri"/>
          <w:sz w:val="24"/>
          <w:szCs w:val="24"/>
          <w:lang w:eastAsia="en-US"/>
        </w:rPr>
        <w:t>о</w:t>
      </w:r>
      <w:r w:rsidRPr="00033210">
        <w:rPr>
          <w:rFonts w:eastAsia="Calibri"/>
          <w:sz w:val="24"/>
          <w:szCs w:val="24"/>
          <w:lang w:eastAsia="en-US"/>
        </w:rPr>
        <w:t xml:space="preserve">дин) оригинальный экземпляр незамедлительно направляется Покупателю. 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lastRenderedPageBreak/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>.7. открепительные письма на каждую поставку Товара – при несовпадении Поставщика и Грузоотправителя в товарной накладной и счете-фактуре. Открепительное письмо должно быть составлено по форме, утвержденной Сторонами в Приложении № </w:t>
      </w:r>
      <w:r w:rsidR="00B162B0">
        <w:rPr>
          <w:rFonts w:eastAsia="Calibri"/>
          <w:sz w:val="24"/>
          <w:szCs w:val="24"/>
          <w:lang w:eastAsia="en-US"/>
        </w:rPr>
        <w:t>5</w:t>
      </w:r>
      <w:r w:rsidRPr="00033210">
        <w:rPr>
          <w:rFonts w:eastAsia="Calibri"/>
          <w:sz w:val="24"/>
          <w:szCs w:val="24"/>
          <w:lang w:eastAsia="en-US"/>
        </w:rPr>
        <w:t xml:space="preserve"> к Договору, и содержать поручение Поставщика Грузоотправителю отгрузить Товар указанному им Грузополучателю с приложением перечня в соответствии с товарной накладной, без стоимостного выражения. При наличии цепочки продажи Товара необходимы открепительные письма от всех участников цепочки. Открепительные письма предоставляются вместе с отгрузочными первичными до</w:t>
      </w:r>
      <w:r w:rsidRPr="00F45BB7">
        <w:rPr>
          <w:rFonts w:eastAsia="Calibri"/>
          <w:sz w:val="24"/>
          <w:szCs w:val="24"/>
          <w:lang w:eastAsia="en-US"/>
        </w:rPr>
        <w:t>кументами в 2 (</w:t>
      </w:r>
      <w:r>
        <w:rPr>
          <w:rFonts w:eastAsia="Calibri"/>
          <w:sz w:val="24"/>
          <w:szCs w:val="24"/>
          <w:lang w:eastAsia="en-US"/>
        </w:rPr>
        <w:t>д</w:t>
      </w:r>
      <w:r w:rsidRPr="00033210">
        <w:rPr>
          <w:rFonts w:eastAsia="Calibri"/>
          <w:sz w:val="24"/>
          <w:szCs w:val="24"/>
          <w:lang w:eastAsia="en-US"/>
        </w:rPr>
        <w:t>вух) экземплярах.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>.8. таможенную декларацию с отметкой таможенного органа о «Выпуске для внутреннего потребления» (если применимо).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bCs/>
          <w:sz w:val="24"/>
          <w:szCs w:val="24"/>
          <w:lang w:eastAsia="en-US"/>
        </w:rPr>
        <w:t>3.</w:t>
      </w:r>
      <w:r>
        <w:rPr>
          <w:rFonts w:eastAsia="Calibri"/>
          <w:bCs/>
          <w:sz w:val="24"/>
          <w:szCs w:val="24"/>
          <w:lang w:eastAsia="en-US"/>
        </w:rPr>
        <w:t>9</w:t>
      </w:r>
      <w:r w:rsidRPr="00033210">
        <w:rPr>
          <w:rFonts w:eastAsia="Calibri"/>
          <w:bCs/>
          <w:sz w:val="24"/>
          <w:szCs w:val="24"/>
          <w:lang w:eastAsia="en-US"/>
        </w:rPr>
        <w:t>. Покупателю (Грузополучателю) после поступления Товара в адрес Грузополучателя предоставляется, в срок, установленный Налоговым кодексом Российской Федерации,  оригинал счета-фактуры. Счета-фактуры составляются по форме утвержденной постановлением Правительства Российской Федерации от 26.12.2011 года № 1137 и оформляются в соответствии с положениями статьи 169 Налогового кодекса Российской Федерации. Подписывать счета-фактуры могут руководитель и главный бухгалтер, либо уполномоченное лицо, действующее на основании доверенности с приложением заверенных копий: соответствующей доверенности и документов, подтверждающих полномочия лица, выдавшего доверенность. Не допускается использование факсимильной или электронно-цифровой подписи при оформлении счета-фактуры.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3.10. Типовые формы вышеперечисленных документов и порядок их заполнения размещены на интернет-сайте http://www.pptk-mos.ru в разделе «Реквизиты».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45BB7">
        <w:rPr>
          <w:rFonts w:eastAsia="Calibri"/>
          <w:sz w:val="24"/>
          <w:szCs w:val="24"/>
          <w:lang w:eastAsia="en-US"/>
        </w:rPr>
        <w:t>3.</w:t>
      </w:r>
      <w:r w:rsidRPr="00033210">
        <w:rPr>
          <w:rFonts w:eastAsia="Calibri"/>
          <w:sz w:val="24"/>
          <w:szCs w:val="24"/>
          <w:lang w:eastAsia="en-US"/>
        </w:rPr>
        <w:t xml:space="preserve">11. Счета-фактуры и сопроводительные документы оформляются отдельно на каждую партию или часть партии Товара. Наименование позиций в сопроводительных документах и счетах-фактурах должны соответствовать наименованиям позиций по Спецификации. </w:t>
      </w:r>
      <w:r w:rsidRPr="00033210">
        <w:rPr>
          <w:rFonts w:eastAsia="Calibri"/>
          <w:bCs/>
          <w:sz w:val="24"/>
          <w:szCs w:val="24"/>
          <w:lang w:eastAsia="en-US"/>
        </w:rPr>
        <w:t>Не допускается оформление единого счета-фактуры и единого сопроводительного документа на партии или части партий Товара, поставленные по разным Спецификациям.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</w:t>
      </w:r>
      <w:r w:rsidR="00B145A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42D3A" w:rsidRPr="00033210" w:rsidRDefault="00942D3A" w:rsidP="00942D3A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033210">
        <w:rPr>
          <w:b/>
          <w:szCs w:val="24"/>
        </w:rPr>
        <w:t>4. ПРАВА И ОБЯЗАННОСТИ СТОРОН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b/>
          <w:szCs w:val="24"/>
        </w:rPr>
      </w:pPr>
      <w:r w:rsidRPr="00942D3A">
        <w:rPr>
          <w:b/>
          <w:szCs w:val="24"/>
        </w:rPr>
        <w:t>4.1. Права и обязанности Поставщика</w:t>
      </w:r>
      <w:r w:rsidR="002A27EA">
        <w:rPr>
          <w:b/>
          <w:szCs w:val="24"/>
        </w:rPr>
        <w:t>: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942D3A">
        <w:rPr>
          <w:szCs w:val="24"/>
        </w:rPr>
        <w:t>4.1.1. Поставить Товар в соответствии с условиями Договора.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942D3A">
        <w:rPr>
          <w:szCs w:val="24"/>
        </w:rPr>
        <w:t xml:space="preserve">4.1.2. </w:t>
      </w:r>
      <w:r w:rsidR="00E10EF6">
        <w:rPr>
          <w:szCs w:val="24"/>
        </w:rPr>
        <w:t>Уведомить Покупателя (Грузополучателя) о готовности Товара к отгрузке не позднее, чем за 2 (два) рабочих дня до даты предполагаемой отгрузки Товара, с указанием в уведомлении номера договора</w:t>
      </w:r>
      <w:r w:rsidR="004078B9">
        <w:rPr>
          <w:szCs w:val="24"/>
        </w:rPr>
        <w:t xml:space="preserve"> поставки</w:t>
      </w:r>
      <w:r w:rsidR="00EC1BA1">
        <w:rPr>
          <w:szCs w:val="24"/>
        </w:rPr>
        <w:t xml:space="preserve">, </w:t>
      </w:r>
      <w:r w:rsidR="004078B9">
        <w:rPr>
          <w:szCs w:val="24"/>
        </w:rPr>
        <w:t>номер</w:t>
      </w:r>
      <w:r w:rsidR="00EC1BA1">
        <w:rPr>
          <w:szCs w:val="24"/>
        </w:rPr>
        <w:t>а</w:t>
      </w:r>
      <w:r w:rsidR="00E10EF6">
        <w:rPr>
          <w:szCs w:val="24"/>
        </w:rPr>
        <w:t xml:space="preserve"> Заявки</w:t>
      </w:r>
      <w:r w:rsidR="00EC1BA1">
        <w:rPr>
          <w:szCs w:val="24"/>
        </w:rPr>
        <w:t xml:space="preserve"> и объем поставляемого Товара</w:t>
      </w:r>
      <w:r w:rsidR="00E10EF6">
        <w:rPr>
          <w:szCs w:val="24"/>
        </w:rPr>
        <w:t xml:space="preserve">, </w:t>
      </w:r>
      <w:r w:rsidRPr="00942D3A">
        <w:rPr>
          <w:szCs w:val="24"/>
        </w:rPr>
        <w:t xml:space="preserve">Обеспечить наличие при поставке </w:t>
      </w:r>
      <w:r w:rsidR="002B3F16">
        <w:rPr>
          <w:szCs w:val="24"/>
        </w:rPr>
        <w:t>Т</w:t>
      </w:r>
      <w:r w:rsidR="002B3F16" w:rsidRPr="00942D3A">
        <w:rPr>
          <w:szCs w:val="24"/>
        </w:rPr>
        <w:t xml:space="preserve">оваров </w:t>
      </w:r>
      <w:r w:rsidRPr="00942D3A">
        <w:rPr>
          <w:szCs w:val="24"/>
        </w:rPr>
        <w:t>всей товаросопроводительной, технической и иной, в соответствии с требованиями законодательства Р</w:t>
      </w:r>
      <w:r w:rsidR="002B3F16">
        <w:rPr>
          <w:szCs w:val="24"/>
        </w:rPr>
        <w:t xml:space="preserve">оссийской </w:t>
      </w:r>
      <w:r w:rsidRPr="00942D3A">
        <w:rPr>
          <w:szCs w:val="24"/>
        </w:rPr>
        <w:t>Ф</w:t>
      </w:r>
      <w:r w:rsidR="002B3F16">
        <w:rPr>
          <w:szCs w:val="24"/>
        </w:rPr>
        <w:t>едерации</w:t>
      </w:r>
      <w:r w:rsidRPr="00942D3A">
        <w:rPr>
          <w:szCs w:val="24"/>
        </w:rPr>
        <w:t>, документации (указанной в п. 1.</w:t>
      </w:r>
      <w:r w:rsidR="002B3F16">
        <w:rPr>
          <w:szCs w:val="24"/>
        </w:rPr>
        <w:t xml:space="preserve">7.  </w:t>
      </w:r>
      <w:r w:rsidRPr="00942D3A">
        <w:rPr>
          <w:szCs w:val="24"/>
        </w:rPr>
        <w:t>Договора).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942D3A">
        <w:rPr>
          <w:szCs w:val="24"/>
        </w:rPr>
        <w:t xml:space="preserve">4.1.3. Устранить несоответствия и нарушения, выявленные при приемке Товара, в порядке и сроки, установленные соответствующими Актами, составленными в соответствии с </w:t>
      </w:r>
      <w:r w:rsidRPr="00942D3A">
        <w:rPr>
          <w:szCs w:val="24"/>
        </w:rPr>
        <w:br/>
        <w:t>п. 3.5</w:t>
      </w:r>
      <w:r w:rsidR="00C72BD8">
        <w:rPr>
          <w:szCs w:val="24"/>
        </w:rPr>
        <w:t>.</w:t>
      </w:r>
      <w:r w:rsidRPr="00942D3A">
        <w:rPr>
          <w:szCs w:val="24"/>
        </w:rPr>
        <w:t xml:space="preserve"> Договора.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942D3A">
        <w:rPr>
          <w:szCs w:val="24"/>
        </w:rPr>
        <w:t>4.1.4. Поставщик имеет право при наличии письменного согласия Покупателя</w:t>
      </w:r>
      <w:r w:rsidR="009176C8">
        <w:rPr>
          <w:szCs w:val="24"/>
        </w:rPr>
        <w:t xml:space="preserve"> (Грузополучателя)</w:t>
      </w:r>
      <w:r w:rsidRPr="00942D3A">
        <w:rPr>
          <w:szCs w:val="24"/>
        </w:rPr>
        <w:t xml:space="preserve"> на досрочную поставку Товара.</w:t>
      </w:r>
      <w:r w:rsidR="00F562F8">
        <w:rPr>
          <w:szCs w:val="24"/>
        </w:rPr>
        <w:t xml:space="preserve"> 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4.1.5. Поставщик гарантирует, что качество передаваемого Покупателю </w:t>
      </w:r>
      <w:r w:rsidR="009176C8">
        <w:rPr>
          <w:sz w:val="24"/>
          <w:szCs w:val="24"/>
        </w:rPr>
        <w:t xml:space="preserve">(Грузополучателю) </w:t>
      </w:r>
      <w:r w:rsidR="002B3F16">
        <w:rPr>
          <w:sz w:val="24"/>
          <w:szCs w:val="24"/>
        </w:rPr>
        <w:t>Т</w:t>
      </w:r>
      <w:r w:rsidR="002B3F16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>соответствует стандартам качества, действующим в Р</w:t>
      </w:r>
      <w:r w:rsidR="002B3F16">
        <w:rPr>
          <w:sz w:val="24"/>
          <w:szCs w:val="24"/>
        </w:rPr>
        <w:t xml:space="preserve">оссийской </w:t>
      </w:r>
      <w:r w:rsidRPr="00942D3A">
        <w:rPr>
          <w:sz w:val="24"/>
          <w:szCs w:val="24"/>
        </w:rPr>
        <w:t>Ф</w:t>
      </w:r>
      <w:r w:rsidR="002B3F16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 xml:space="preserve">. </w:t>
      </w:r>
    </w:p>
    <w:p w:rsidR="00942D3A" w:rsidRPr="00942D3A" w:rsidRDefault="00942D3A" w:rsidP="00942D3A">
      <w:pPr>
        <w:ind w:left="35" w:firstLine="674"/>
        <w:contextualSpacing/>
        <w:jc w:val="both"/>
        <w:rPr>
          <w:i/>
          <w:sz w:val="24"/>
          <w:szCs w:val="24"/>
        </w:rPr>
      </w:pPr>
      <w:r w:rsidRPr="00942D3A">
        <w:rPr>
          <w:sz w:val="24"/>
          <w:szCs w:val="24"/>
        </w:rPr>
        <w:t xml:space="preserve"> </w:t>
      </w:r>
      <w:r w:rsidRPr="00942D3A">
        <w:rPr>
          <w:rStyle w:val="af0"/>
          <w:sz w:val="24"/>
          <w:szCs w:val="24"/>
        </w:rPr>
        <w:footnoteReference w:id="1"/>
      </w:r>
      <w:r w:rsidRPr="00942D3A">
        <w:rPr>
          <w:sz w:val="24"/>
          <w:szCs w:val="24"/>
        </w:rPr>
        <w:t xml:space="preserve">4.1.6 </w:t>
      </w:r>
      <w:r w:rsidRPr="00942D3A">
        <w:rPr>
          <w:i/>
          <w:sz w:val="24"/>
          <w:szCs w:val="24"/>
        </w:rPr>
        <w:t xml:space="preserve">Условия привлечения субпоставщиков из числа СМСП: 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4.1.6.1  В соответствии с условиями Договора Поставщик обязан привлечь к исполнению Договора одного или нескольких</w:t>
      </w:r>
      <w:r w:rsidRPr="00942D3A">
        <w:rPr>
          <w:i/>
          <w:color w:val="FF0000"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>субпоставщиков из числа субъектов малого и среднего предпринимательства (далее по тексту Договора – «Субпоставщики из числа СМСП»), в соответствии с Приложением</w:t>
      </w:r>
      <w:r w:rsidR="00B162B0">
        <w:rPr>
          <w:i/>
          <w:sz w:val="24"/>
          <w:szCs w:val="24"/>
        </w:rPr>
        <w:t xml:space="preserve"> № 6</w:t>
      </w:r>
      <w:r w:rsidR="009176C8">
        <w:rPr>
          <w:i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>к Договору.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lastRenderedPageBreak/>
        <w:t xml:space="preserve">4.1.6.2. Поставщик обязуется в день заключения </w:t>
      </w:r>
      <w:r w:rsidR="002B3F16">
        <w:rPr>
          <w:i/>
          <w:sz w:val="24"/>
          <w:szCs w:val="24"/>
        </w:rPr>
        <w:t xml:space="preserve"> Д</w:t>
      </w:r>
      <w:r w:rsidRPr="00942D3A">
        <w:rPr>
          <w:i/>
          <w:sz w:val="24"/>
          <w:szCs w:val="24"/>
        </w:rPr>
        <w:t xml:space="preserve">оговора с Субпоставщиком (-ами) из числа СМСП предоставить  Покупателю информацию о заключенном(-ых) договоре(-ах) с Субпоставщиком (-ами) из числа СМСП одним из следующих способов: </w:t>
      </w:r>
    </w:p>
    <w:p w:rsidR="00942D3A" w:rsidRPr="00942D3A" w:rsidRDefault="00942D3A" w:rsidP="00942D3A">
      <w:pPr>
        <w:tabs>
          <w:tab w:val="left" w:pos="993"/>
        </w:tabs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-</w:t>
      </w:r>
      <w:r w:rsidRPr="00942D3A">
        <w:rPr>
          <w:i/>
          <w:sz w:val="24"/>
          <w:szCs w:val="24"/>
        </w:rPr>
        <w:tab/>
        <w:t xml:space="preserve">по адресу электронной почты, указанному в </w:t>
      </w:r>
      <w:r w:rsidR="00C72BD8">
        <w:rPr>
          <w:i/>
          <w:sz w:val="24"/>
          <w:szCs w:val="24"/>
        </w:rPr>
        <w:t>разделе</w:t>
      </w:r>
      <w:r w:rsidRPr="00942D3A">
        <w:rPr>
          <w:i/>
          <w:sz w:val="24"/>
          <w:szCs w:val="24"/>
        </w:rPr>
        <w:t xml:space="preserve"> </w:t>
      </w:r>
      <w:r w:rsidR="009176C8">
        <w:rPr>
          <w:i/>
          <w:sz w:val="24"/>
          <w:szCs w:val="24"/>
        </w:rPr>
        <w:t>9</w:t>
      </w:r>
      <w:r w:rsidR="009176C8" w:rsidRPr="00942D3A">
        <w:rPr>
          <w:i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 xml:space="preserve">Договора, </w:t>
      </w:r>
    </w:p>
    <w:p w:rsidR="00942D3A" w:rsidRPr="00942D3A" w:rsidRDefault="00942D3A" w:rsidP="00942D3A">
      <w:pPr>
        <w:tabs>
          <w:tab w:val="left" w:pos="993"/>
        </w:tabs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-</w:t>
      </w:r>
      <w:r w:rsidRPr="00942D3A">
        <w:rPr>
          <w:i/>
          <w:sz w:val="24"/>
          <w:szCs w:val="24"/>
        </w:rPr>
        <w:tab/>
        <w:t>путем передачи Покупателю.</w:t>
      </w:r>
    </w:p>
    <w:p w:rsidR="00942D3A" w:rsidRPr="00942D3A" w:rsidRDefault="00942D3A" w:rsidP="00942D3A">
      <w:pPr>
        <w:ind w:left="35" w:firstLine="674"/>
        <w:contextualSpacing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 xml:space="preserve">Указанная информация предоставляется в формате согласно Приложению № </w:t>
      </w:r>
      <w:r w:rsidR="00B162B0">
        <w:rPr>
          <w:i/>
          <w:sz w:val="24"/>
          <w:szCs w:val="24"/>
        </w:rPr>
        <w:t>7</w:t>
      </w:r>
      <w:r w:rsidR="009176C8" w:rsidRPr="00942D3A">
        <w:rPr>
          <w:i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>к</w:t>
      </w:r>
      <w:r w:rsidR="002B3F16">
        <w:rPr>
          <w:i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>Договору.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4.1.6.3. В случае непредставления, несвоевременного предоставления указанной в п. 4.1.6.2</w:t>
      </w:r>
      <w:r w:rsidR="002B3F16">
        <w:rPr>
          <w:i/>
          <w:sz w:val="24"/>
          <w:szCs w:val="24"/>
        </w:rPr>
        <w:t xml:space="preserve">. </w:t>
      </w:r>
      <w:r w:rsidRPr="00942D3A">
        <w:rPr>
          <w:i/>
          <w:sz w:val="24"/>
          <w:szCs w:val="24"/>
        </w:rPr>
        <w:t>Договора информации или предоставления недостоверной информации Поставщик, возмещает расходы Покупателю на уплату административного штрафа, предусмотренного российским законодательством за неисполнение/ненадлежащее исполнение Федерального закона «О закупках товаров, работ, услуг отдельными видами юридических лиц» №223-ФЗ от 18.07.2011, а также все возможные дополнительные расходы (комиссии, пени и т.д.), связанные с уплатой указанного штрафа. Возмещение расходов осуществляется в течение 5 (пяти) дней с даты выставления Покупателем соответствующего требования.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4.1.6.4. За неисполнение требования о привлечении к исполнению Договора Субпоставщика (-ов)  из числа СМСП, установленного п. 4.1.6.1</w:t>
      </w:r>
      <w:r w:rsidR="002B3F16">
        <w:rPr>
          <w:i/>
          <w:sz w:val="24"/>
          <w:szCs w:val="24"/>
        </w:rPr>
        <w:t>.</w:t>
      </w:r>
      <w:r w:rsidRPr="00942D3A">
        <w:rPr>
          <w:i/>
          <w:sz w:val="24"/>
          <w:szCs w:val="24"/>
        </w:rPr>
        <w:t xml:space="preserve"> Договора, Поставщик  по требованию Покупателя уплачивает штраф в размере 10 %</w:t>
      </w:r>
      <w:r w:rsidR="00601E36">
        <w:rPr>
          <w:i/>
          <w:sz w:val="24"/>
          <w:szCs w:val="24"/>
        </w:rPr>
        <w:t xml:space="preserve"> (десяти процентов) </w:t>
      </w:r>
      <w:r w:rsidRPr="00942D3A">
        <w:rPr>
          <w:i/>
          <w:sz w:val="24"/>
          <w:szCs w:val="24"/>
        </w:rPr>
        <w:t>от суммы</w:t>
      </w:r>
      <w:r w:rsidR="00477CA9">
        <w:rPr>
          <w:i/>
          <w:sz w:val="24"/>
          <w:szCs w:val="24"/>
        </w:rPr>
        <w:t xml:space="preserve"> Договора, указанной в п. 2.1. </w:t>
      </w:r>
      <w:r w:rsidRPr="00942D3A">
        <w:rPr>
          <w:i/>
          <w:sz w:val="24"/>
          <w:szCs w:val="24"/>
        </w:rPr>
        <w:t>Договора.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4.1.6.5. Покупатель вправе в одностороннем порядке отказаться от исполнения Договора в случае неисполнения Поставщиком обязанности, предусмотренной п. 4.1.6.1</w:t>
      </w:r>
      <w:r w:rsidR="002B3F16">
        <w:rPr>
          <w:i/>
          <w:sz w:val="24"/>
          <w:szCs w:val="24"/>
        </w:rPr>
        <w:t>.</w:t>
      </w:r>
      <w:r w:rsidRPr="00942D3A">
        <w:rPr>
          <w:i/>
          <w:sz w:val="24"/>
          <w:szCs w:val="24"/>
        </w:rPr>
        <w:t xml:space="preserve"> Договора. В этом случае Договор считается расторгнутым с даты получения Поставщиком  письменного уведомления Покупателя об отказе от исполнения Договора или с иной даты, указанной в таком уведомлении.</w:t>
      </w:r>
    </w:p>
    <w:p w:rsidR="00942D3A" w:rsidRPr="00942D3A" w:rsidRDefault="00942D3A" w:rsidP="00942D3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942D3A">
        <w:rPr>
          <w:i/>
          <w:sz w:val="24"/>
          <w:szCs w:val="24"/>
        </w:rPr>
        <w:t>4.1.6.6. По согласованию с Покупателем Поставщик вправе осуществить замену Субпоставщиков из числа СМСП, с которым заключен договор, на другого Субпоставщика  из числа СМСП при условии сохранения цены договора, заключаемого или заключенного между Поставщиком   и Субпоставщиком  из числа СМСП, либо цены договора за вычетом сумм, выплаченных Поставщиком, в счет исполненных обязательств, в случае если договор  был частично исполнен.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b/>
          <w:sz w:val="24"/>
          <w:szCs w:val="24"/>
        </w:rPr>
      </w:pPr>
      <w:r w:rsidRPr="00942D3A">
        <w:rPr>
          <w:b/>
          <w:sz w:val="24"/>
          <w:szCs w:val="24"/>
        </w:rPr>
        <w:t>4.2. Права и обязанности Покупателя</w:t>
      </w:r>
      <w:r w:rsidR="002A27EA">
        <w:rPr>
          <w:b/>
          <w:sz w:val="24"/>
          <w:szCs w:val="24"/>
        </w:rPr>
        <w:t xml:space="preserve"> </w:t>
      </w:r>
      <w:r w:rsidR="002A27EA" w:rsidRPr="00034CE6">
        <w:rPr>
          <w:b/>
          <w:sz w:val="24"/>
          <w:szCs w:val="24"/>
        </w:rPr>
        <w:t>(Грузополучателя)</w:t>
      </w:r>
      <w:r w:rsidRPr="00C72BD8">
        <w:rPr>
          <w:b/>
          <w:sz w:val="24"/>
          <w:szCs w:val="24"/>
        </w:rPr>
        <w:t>: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4.2.1. Произвести приемку поставленного Товара в порядке, </w:t>
      </w:r>
      <w:r w:rsidR="000B3171" w:rsidRPr="00942D3A">
        <w:rPr>
          <w:sz w:val="24"/>
          <w:szCs w:val="24"/>
        </w:rPr>
        <w:t>определенном</w:t>
      </w:r>
      <w:r w:rsidR="000B3171">
        <w:rPr>
          <w:sz w:val="24"/>
          <w:szCs w:val="24"/>
        </w:rPr>
        <w:t xml:space="preserve">  </w:t>
      </w:r>
      <w:r w:rsidRPr="00942D3A">
        <w:rPr>
          <w:sz w:val="24"/>
          <w:szCs w:val="24"/>
        </w:rPr>
        <w:t>Договором.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4.2.2. Оплатить поставленный Товар в соответствии с условиями Договора.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4.2.3. Покупатель</w:t>
      </w:r>
      <w:r w:rsidR="002A27EA">
        <w:rPr>
          <w:sz w:val="24"/>
          <w:szCs w:val="24"/>
        </w:rPr>
        <w:t xml:space="preserve"> (Грузополучатель)</w:t>
      </w:r>
      <w:r w:rsidRPr="00942D3A">
        <w:rPr>
          <w:sz w:val="24"/>
          <w:szCs w:val="24"/>
        </w:rPr>
        <w:t xml:space="preserve"> вправе предъявить Поставщику требования, связанные с недостатками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>, обнаруженными в течение гарантийного срока.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4.2.4. При обнаружении Покупателем </w:t>
      </w:r>
      <w:r w:rsidR="002A27EA">
        <w:rPr>
          <w:sz w:val="24"/>
          <w:szCs w:val="24"/>
        </w:rPr>
        <w:t xml:space="preserve">(Грузополучателем)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ненадлежащего качества в течение гарантийного срока, Покупатель </w:t>
      </w:r>
      <w:r w:rsidR="002A27EA">
        <w:rPr>
          <w:sz w:val="24"/>
          <w:szCs w:val="24"/>
        </w:rPr>
        <w:t xml:space="preserve">(Грузополучатель) </w:t>
      </w:r>
      <w:r w:rsidRPr="00942D3A">
        <w:rPr>
          <w:sz w:val="24"/>
          <w:szCs w:val="24"/>
        </w:rPr>
        <w:t>имеет право требовать от Поставщика: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 xml:space="preserve">замены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на </w:t>
      </w:r>
      <w:r w:rsidR="000B3171">
        <w:rPr>
          <w:sz w:val="24"/>
          <w:szCs w:val="24"/>
        </w:rPr>
        <w:t>Т</w:t>
      </w:r>
      <w:r w:rsidRPr="00942D3A">
        <w:rPr>
          <w:sz w:val="24"/>
          <w:szCs w:val="24"/>
        </w:rPr>
        <w:t xml:space="preserve">овар аналогичной марки (модели, артикула), в случае обнаружения недостатков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 xml:space="preserve">, свойства которого не позволяют устранить эти недостатки (неремонтопригодность); 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 xml:space="preserve">безвозмездного устранения недостатков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>;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 xml:space="preserve">замены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на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 </w:t>
      </w:r>
      <w:r w:rsidRPr="00942D3A">
        <w:rPr>
          <w:sz w:val="24"/>
          <w:szCs w:val="24"/>
        </w:rPr>
        <w:t xml:space="preserve">аналогичной марки (модели, артикула), в случае, если недостатки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обнаруживались ранее и были устранены по гарантии не менее </w:t>
      </w:r>
      <w:r w:rsidR="000B3171">
        <w:rPr>
          <w:sz w:val="24"/>
          <w:szCs w:val="24"/>
        </w:rPr>
        <w:t>2 (</w:t>
      </w:r>
      <w:r w:rsidR="003C411D">
        <w:rPr>
          <w:sz w:val="24"/>
          <w:szCs w:val="24"/>
        </w:rPr>
        <w:t>д</w:t>
      </w:r>
      <w:r w:rsidRPr="00942D3A">
        <w:rPr>
          <w:sz w:val="24"/>
          <w:szCs w:val="24"/>
        </w:rPr>
        <w:t>вух</w:t>
      </w:r>
      <w:r w:rsidR="000B3171">
        <w:rPr>
          <w:sz w:val="24"/>
          <w:szCs w:val="24"/>
        </w:rPr>
        <w:t>)</w:t>
      </w:r>
      <w:r w:rsidRPr="00942D3A">
        <w:rPr>
          <w:sz w:val="24"/>
          <w:szCs w:val="24"/>
        </w:rPr>
        <w:t xml:space="preserve"> раз;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>потребовать соразмерного уменьшения покупной цены;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 xml:space="preserve">отказаться от исполнения </w:t>
      </w:r>
      <w:r w:rsidR="000B3171">
        <w:rPr>
          <w:sz w:val="24"/>
          <w:szCs w:val="24"/>
        </w:rPr>
        <w:t>Д</w:t>
      </w:r>
      <w:r w:rsidRPr="00942D3A">
        <w:rPr>
          <w:sz w:val="24"/>
          <w:szCs w:val="24"/>
        </w:rPr>
        <w:t xml:space="preserve">оговора поставки в отношении некачественного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и потребовать возврата уплаченной за такой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 </w:t>
      </w:r>
      <w:r w:rsidRPr="00942D3A">
        <w:rPr>
          <w:sz w:val="24"/>
          <w:szCs w:val="24"/>
        </w:rPr>
        <w:t xml:space="preserve">суммы, либо уменьшить на эту сумму задолженность Покупателя перед Поставщиком по оплате за поставленный качественный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>овар</w:t>
      </w:r>
      <w:r w:rsidRPr="00942D3A">
        <w:rPr>
          <w:sz w:val="24"/>
          <w:szCs w:val="24"/>
        </w:rPr>
        <w:t>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4.2.5. Покупатель </w:t>
      </w:r>
      <w:r w:rsidR="002A27EA">
        <w:rPr>
          <w:sz w:val="24"/>
          <w:szCs w:val="24"/>
        </w:rPr>
        <w:t>(Груз</w:t>
      </w:r>
      <w:r w:rsidR="00033210">
        <w:rPr>
          <w:sz w:val="24"/>
          <w:szCs w:val="24"/>
        </w:rPr>
        <w:t>о</w:t>
      </w:r>
      <w:r w:rsidR="002A27EA">
        <w:rPr>
          <w:sz w:val="24"/>
          <w:szCs w:val="24"/>
        </w:rPr>
        <w:t xml:space="preserve">получатель) </w:t>
      </w:r>
      <w:r w:rsidRPr="00942D3A">
        <w:rPr>
          <w:sz w:val="24"/>
          <w:szCs w:val="24"/>
        </w:rPr>
        <w:t>вправе требовать от Поставщика предоставление документов, подтверждающих законность приобретения Товара (договоры купли-продажи, акты приема-передачи, накладные и другие документы), а также документов, подтверждающих законность ввоза Товара на территорию Р</w:t>
      </w:r>
      <w:r w:rsidR="00BA4324">
        <w:rPr>
          <w:sz w:val="24"/>
          <w:szCs w:val="24"/>
        </w:rPr>
        <w:t>осс</w:t>
      </w:r>
      <w:r w:rsidR="00033210">
        <w:rPr>
          <w:sz w:val="24"/>
          <w:szCs w:val="24"/>
        </w:rPr>
        <w:t>и</w:t>
      </w:r>
      <w:r w:rsidR="00BA4324">
        <w:rPr>
          <w:sz w:val="24"/>
          <w:szCs w:val="24"/>
        </w:rPr>
        <w:t xml:space="preserve">йской </w:t>
      </w:r>
      <w:r w:rsidRPr="00942D3A">
        <w:rPr>
          <w:sz w:val="24"/>
          <w:szCs w:val="24"/>
        </w:rPr>
        <w:t>Ф</w:t>
      </w:r>
      <w:r w:rsidR="00BA4324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 xml:space="preserve"> и оплату таможенных пошлин (таможенную декларацию с отметкой «выпуск в свободное обращение», платежные документы).</w:t>
      </w:r>
    </w:p>
    <w:p w:rsidR="00942D3A" w:rsidRPr="00942D3A" w:rsidRDefault="00942D3A" w:rsidP="00942D3A">
      <w:pPr>
        <w:jc w:val="both"/>
        <w:rPr>
          <w:i/>
          <w:sz w:val="24"/>
          <w:szCs w:val="24"/>
        </w:rPr>
      </w:pP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942D3A" w:rsidRPr="00033210" w:rsidRDefault="00942D3A" w:rsidP="00942D3A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033210">
        <w:rPr>
          <w:b/>
          <w:szCs w:val="24"/>
        </w:rPr>
        <w:t>5. ОТВЕТСТВЕННОСТЬ СТОРОН</w:t>
      </w:r>
    </w:p>
    <w:p w:rsidR="00942D3A" w:rsidRPr="00942D3A" w:rsidRDefault="00CB0CBB" w:rsidP="00942D3A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42D3A" w:rsidRPr="00942D3A">
        <w:rPr>
          <w:sz w:val="24"/>
          <w:szCs w:val="24"/>
        </w:rPr>
        <w:t>5.1. В случае просрочки в поставке Товара (п. 1.</w:t>
      </w:r>
      <w:r w:rsidR="00B25F03">
        <w:rPr>
          <w:sz w:val="24"/>
          <w:szCs w:val="24"/>
        </w:rPr>
        <w:t>4</w:t>
      </w:r>
      <w:r w:rsidR="00942D3A" w:rsidRPr="00942D3A">
        <w:rPr>
          <w:sz w:val="24"/>
          <w:szCs w:val="24"/>
        </w:rPr>
        <w:t>. Договора), так же в случае несвоевременного предоставления документов (п. 1.</w:t>
      </w:r>
      <w:r w:rsidR="00BA4324">
        <w:rPr>
          <w:sz w:val="24"/>
          <w:szCs w:val="24"/>
        </w:rPr>
        <w:t>7</w:t>
      </w:r>
      <w:r w:rsidR="00942D3A" w:rsidRPr="00942D3A">
        <w:rPr>
          <w:sz w:val="24"/>
          <w:szCs w:val="24"/>
        </w:rPr>
        <w:t xml:space="preserve">. Договора) Поставщик обязан уплатить Покупателю неустойку в виде пени в размере 0,1% (ноль целых </w:t>
      </w:r>
      <w:r w:rsidR="00C72BD8">
        <w:rPr>
          <w:sz w:val="24"/>
          <w:szCs w:val="24"/>
        </w:rPr>
        <w:t xml:space="preserve">и </w:t>
      </w:r>
      <w:r w:rsidR="00942D3A" w:rsidRPr="00942D3A">
        <w:rPr>
          <w:sz w:val="24"/>
          <w:szCs w:val="24"/>
        </w:rPr>
        <w:t>одна десятая процента</w:t>
      </w:r>
      <w:r w:rsidR="00C72BD8">
        <w:rPr>
          <w:sz w:val="24"/>
          <w:szCs w:val="24"/>
        </w:rPr>
        <w:t>)</w:t>
      </w:r>
      <w:r w:rsidR="00942D3A" w:rsidRPr="00942D3A">
        <w:rPr>
          <w:sz w:val="24"/>
          <w:szCs w:val="24"/>
        </w:rPr>
        <w:t xml:space="preserve"> от  стоимости Товара, указанной в соответствующей Спецификации, за каждый календарный день просрочки в поставке Товара. Уплата штрафов и неустоек, предусмотренных </w:t>
      </w:r>
      <w:r w:rsidR="00BA4324">
        <w:rPr>
          <w:sz w:val="24"/>
          <w:szCs w:val="24"/>
        </w:rPr>
        <w:t xml:space="preserve"> </w:t>
      </w:r>
      <w:r w:rsidR="00942D3A" w:rsidRPr="00942D3A">
        <w:rPr>
          <w:sz w:val="24"/>
          <w:szCs w:val="24"/>
        </w:rPr>
        <w:t xml:space="preserve">Договором, не освобождает Поставщика от обязанности возместить Покупателю убытки, вызванные просрочкой в поставке, сверх сумм денежных средств, уплаченных в качестве штрафов и неустоек.   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5.2. В случае просрочки в оплате Товара, Покупатель обязан уплатить неустойку в виде пени в размере 1/720 ставки рефинансирования, действующей на момент оплаты задолженности, за каждый день просрочки от суммы задолженности, но не более 5% </w:t>
      </w:r>
      <w:r w:rsidR="00601E36">
        <w:rPr>
          <w:sz w:val="24"/>
          <w:szCs w:val="24"/>
        </w:rPr>
        <w:t>(пяти</w:t>
      </w:r>
      <w:r w:rsidR="00C72BD8">
        <w:rPr>
          <w:sz w:val="24"/>
          <w:szCs w:val="24"/>
        </w:rPr>
        <w:t xml:space="preserve"> процентов) </w:t>
      </w:r>
      <w:r w:rsidRPr="00942D3A">
        <w:rPr>
          <w:sz w:val="24"/>
          <w:szCs w:val="24"/>
        </w:rPr>
        <w:t>от суммы задолженности</w:t>
      </w:r>
      <w:r w:rsidR="00CB0CBB">
        <w:rPr>
          <w:sz w:val="24"/>
          <w:szCs w:val="24"/>
        </w:rPr>
        <w:t>.</w:t>
      </w:r>
      <w:r w:rsidRPr="00942D3A">
        <w:rPr>
          <w:sz w:val="24"/>
          <w:szCs w:val="24"/>
        </w:rPr>
        <w:t xml:space="preserve"> 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5.3. За нарушение Поставщиком сроков устранения недостатков (замены) Товара, предусмотренных </w:t>
      </w:r>
      <w:hyperlink r:id="rId8" w:history="1">
        <w:r w:rsidRPr="00942D3A">
          <w:rPr>
            <w:sz w:val="24"/>
            <w:szCs w:val="24"/>
          </w:rPr>
          <w:t>п.</w:t>
        </w:r>
        <w:r w:rsidR="00CB0CBB">
          <w:rPr>
            <w:sz w:val="24"/>
            <w:szCs w:val="24"/>
          </w:rPr>
          <w:t>п.</w:t>
        </w:r>
        <w:r w:rsidRPr="00942D3A">
          <w:rPr>
            <w:sz w:val="24"/>
            <w:szCs w:val="24"/>
          </w:rPr>
          <w:t xml:space="preserve"> 3.5</w:t>
        </w:r>
        <w:r w:rsidR="00BA4324">
          <w:rPr>
            <w:sz w:val="24"/>
            <w:szCs w:val="24"/>
          </w:rPr>
          <w:t>.</w:t>
        </w:r>
        <w:r w:rsidRPr="00942D3A">
          <w:rPr>
            <w:sz w:val="24"/>
            <w:szCs w:val="24"/>
          </w:rPr>
          <w:t xml:space="preserve"> и 3.6</w:t>
        </w:r>
      </w:hyperlink>
      <w:r w:rsidR="00BA4324">
        <w:rPr>
          <w:sz w:val="24"/>
          <w:szCs w:val="24"/>
        </w:rPr>
        <w:t>.</w:t>
      </w:r>
      <w:r w:rsidRPr="00942D3A">
        <w:rPr>
          <w:sz w:val="24"/>
          <w:szCs w:val="24"/>
        </w:rPr>
        <w:t xml:space="preserve"> Договора, Покупатель вправе потребовать от Поставщика уплаты пени в размере 0,1% </w:t>
      </w:r>
      <w:r w:rsidR="00C72BD8" w:rsidRPr="00942D3A">
        <w:rPr>
          <w:sz w:val="24"/>
          <w:szCs w:val="24"/>
        </w:rPr>
        <w:t xml:space="preserve">(ноль целых </w:t>
      </w:r>
      <w:r w:rsidR="00C72BD8">
        <w:rPr>
          <w:sz w:val="24"/>
          <w:szCs w:val="24"/>
        </w:rPr>
        <w:t xml:space="preserve">и </w:t>
      </w:r>
      <w:r w:rsidR="00C72BD8" w:rsidRPr="00942D3A">
        <w:rPr>
          <w:sz w:val="24"/>
          <w:szCs w:val="24"/>
        </w:rPr>
        <w:t>одна десятая процента</w:t>
      </w:r>
      <w:r w:rsidR="00C72BD8">
        <w:rPr>
          <w:sz w:val="24"/>
          <w:szCs w:val="24"/>
        </w:rPr>
        <w:t xml:space="preserve">) </w:t>
      </w:r>
      <w:r w:rsidRPr="00942D3A">
        <w:rPr>
          <w:sz w:val="24"/>
          <w:szCs w:val="24"/>
        </w:rPr>
        <w:t>от цены Договора,  за каждый день просрочки.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5.4. В случае поставки некачественного, несертифицированного Товара, а также Товара с поддельными документами, подтверждающими качество Товара: сертификатами, свидетельствами и т.д. (контрафактного </w:t>
      </w:r>
      <w:r w:rsidR="008E35F6">
        <w:rPr>
          <w:sz w:val="24"/>
          <w:szCs w:val="24"/>
        </w:rPr>
        <w:t>Т</w:t>
      </w:r>
      <w:r w:rsidRPr="00942D3A">
        <w:rPr>
          <w:sz w:val="24"/>
          <w:szCs w:val="24"/>
        </w:rPr>
        <w:t xml:space="preserve">овара), Поставщик обязуется уплатить Покупателю неустойку в размере общей цены некачественного, несертифицированного, контрафактного </w:t>
      </w:r>
      <w:r w:rsidR="00BA4324">
        <w:rPr>
          <w:sz w:val="24"/>
          <w:szCs w:val="24"/>
        </w:rPr>
        <w:t>Т</w:t>
      </w:r>
      <w:r w:rsidR="00BA4324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 xml:space="preserve">.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</w:p>
    <w:p w:rsidR="00942D3A" w:rsidRPr="00033210" w:rsidRDefault="00942D3A" w:rsidP="00942D3A">
      <w:pPr>
        <w:pStyle w:val="a5"/>
        <w:numPr>
          <w:ilvl w:val="0"/>
          <w:numId w:val="2"/>
        </w:numPr>
        <w:tabs>
          <w:tab w:val="left" w:pos="1276"/>
        </w:tabs>
        <w:jc w:val="center"/>
        <w:rPr>
          <w:b/>
          <w:szCs w:val="24"/>
        </w:rPr>
      </w:pPr>
      <w:r w:rsidRPr="00033210">
        <w:rPr>
          <w:b/>
          <w:szCs w:val="24"/>
        </w:rPr>
        <w:t>РАСТОРЖЕНИЕ ДОГОВОРА.</w:t>
      </w:r>
    </w:p>
    <w:p w:rsidR="00942D3A" w:rsidRPr="00033210" w:rsidRDefault="00942D3A" w:rsidP="00942D3A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033210">
        <w:rPr>
          <w:b/>
          <w:szCs w:val="24"/>
        </w:rPr>
        <w:t>ПОРЯДОК РАЗРЕШЕНИЯ СПОРОВ</w:t>
      </w:r>
    </w:p>
    <w:p w:rsidR="00942D3A" w:rsidRPr="00942D3A" w:rsidRDefault="00942D3A" w:rsidP="00CB0CBB">
      <w:pPr>
        <w:numPr>
          <w:ilvl w:val="1"/>
          <w:numId w:val="2"/>
        </w:numPr>
        <w:tabs>
          <w:tab w:val="left" w:pos="709"/>
        </w:tabs>
        <w:ind w:left="0" w:firstLine="705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Покупатель имеет право в одностороннем порядке отказаться от исполнения Договора, в случае, если Поставщик нарушил срок поставки Товара  на срок, превышающий 3 (три) </w:t>
      </w:r>
      <w:r w:rsidR="003C411D">
        <w:rPr>
          <w:sz w:val="24"/>
          <w:szCs w:val="24"/>
        </w:rPr>
        <w:t xml:space="preserve">календарных </w:t>
      </w:r>
      <w:r w:rsidRPr="00942D3A">
        <w:rPr>
          <w:sz w:val="24"/>
          <w:szCs w:val="24"/>
        </w:rPr>
        <w:t xml:space="preserve">дня.  </w:t>
      </w:r>
    </w:p>
    <w:p w:rsidR="00270EFC" w:rsidRDefault="00942D3A" w:rsidP="00033210">
      <w:pPr>
        <w:pStyle w:val="a3"/>
        <w:numPr>
          <w:ilvl w:val="1"/>
          <w:numId w:val="2"/>
        </w:numPr>
        <w:ind w:left="0" w:right="-142" w:firstLine="705"/>
        <w:rPr>
          <w:szCs w:val="24"/>
        </w:rPr>
      </w:pPr>
      <w:r w:rsidRPr="00942D3A">
        <w:rPr>
          <w:szCs w:val="24"/>
        </w:rPr>
        <w:t>В случае неисполнения или ненадлежащего исполнения Поставщиком обязанности по передаче  документов, указанных в п.1.</w:t>
      </w:r>
      <w:r w:rsidR="003C411D">
        <w:rPr>
          <w:szCs w:val="24"/>
        </w:rPr>
        <w:t>7.</w:t>
      </w:r>
      <w:r w:rsidRPr="00942D3A">
        <w:rPr>
          <w:szCs w:val="24"/>
        </w:rPr>
        <w:t xml:space="preserve"> Договора, на срок, превышающий 10 (</w:t>
      </w:r>
      <w:r w:rsidR="003C411D">
        <w:rPr>
          <w:szCs w:val="24"/>
        </w:rPr>
        <w:t>д</w:t>
      </w:r>
      <w:r w:rsidRPr="00942D3A">
        <w:rPr>
          <w:szCs w:val="24"/>
        </w:rPr>
        <w:t>есят</w:t>
      </w:r>
      <w:r w:rsidR="00601E36">
        <w:rPr>
          <w:szCs w:val="24"/>
        </w:rPr>
        <w:t>и</w:t>
      </w:r>
      <w:r w:rsidRPr="00942D3A">
        <w:rPr>
          <w:szCs w:val="24"/>
        </w:rPr>
        <w:t xml:space="preserve">) календарных дней с даты фактической передачи Товара, Покупатель имеет право в одностороннем порядке отказаться от Договора. </w:t>
      </w:r>
    </w:p>
    <w:p w:rsidR="00270EFC" w:rsidRPr="00C72BD8" w:rsidRDefault="00270EFC" w:rsidP="00033210">
      <w:pPr>
        <w:pStyle w:val="a3"/>
        <w:numPr>
          <w:ilvl w:val="1"/>
          <w:numId w:val="2"/>
        </w:numPr>
        <w:ind w:left="0" w:right="-142" w:firstLine="705"/>
        <w:rPr>
          <w:szCs w:val="24"/>
        </w:rPr>
      </w:pPr>
      <w:r w:rsidRPr="00034CE6">
        <w:rPr>
          <w:bCs/>
          <w:szCs w:val="24"/>
        </w:rPr>
        <w:t>Претензионный порядок для урегулирования споров по Договору обязателен. Сторона, получившая претензию, обязана в течение 15 (пятнадцати) календарных дней с момента получения претензии рассмотреть ее и направить заявителю письменный ответ с указанием результатов рассмотрения.</w:t>
      </w:r>
    </w:p>
    <w:p w:rsidR="00B162B0" w:rsidRPr="00526A6D" w:rsidRDefault="00B162B0" w:rsidP="00B162B0">
      <w:pPr>
        <w:numPr>
          <w:ilvl w:val="1"/>
          <w:numId w:val="2"/>
        </w:numPr>
        <w:tabs>
          <w:tab w:val="left" w:pos="0"/>
        </w:tabs>
        <w:suppressAutoHyphens/>
        <w:ind w:left="0" w:firstLine="709"/>
        <w:jc w:val="both"/>
        <w:rPr>
          <w:sz w:val="24"/>
          <w:szCs w:val="24"/>
        </w:rPr>
      </w:pPr>
      <w:r w:rsidRPr="001324FF">
        <w:rPr>
          <w:sz w:val="24"/>
          <w:szCs w:val="24"/>
        </w:rPr>
        <w:t>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г. Москвы.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</w:p>
    <w:p w:rsidR="00942D3A" w:rsidRPr="00033210" w:rsidRDefault="00942D3A" w:rsidP="00942D3A">
      <w:pPr>
        <w:tabs>
          <w:tab w:val="left" w:pos="1276"/>
        </w:tabs>
        <w:ind w:firstLine="709"/>
        <w:jc w:val="center"/>
        <w:rPr>
          <w:b/>
          <w:sz w:val="24"/>
          <w:szCs w:val="24"/>
        </w:rPr>
      </w:pPr>
      <w:r w:rsidRPr="00033210">
        <w:rPr>
          <w:b/>
          <w:sz w:val="24"/>
          <w:szCs w:val="24"/>
        </w:rPr>
        <w:t>7. ФОРС-МАЖОР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7.1.</w:t>
      </w:r>
      <w:r w:rsidR="00270EFC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>Стороны освобождаются от ответственности за неисполнение или ненадлежащее исполнение обязательств по Договору при возникновении обстоятельств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7.2. В случае наступления этих обстоятельств Сторона, подвергнувшаяся их воздействию, обязана в течение 7 (</w:t>
      </w:r>
      <w:r w:rsidR="00270EFC">
        <w:rPr>
          <w:sz w:val="24"/>
          <w:szCs w:val="24"/>
        </w:rPr>
        <w:t>с</w:t>
      </w:r>
      <w:r w:rsidRPr="00942D3A">
        <w:rPr>
          <w:sz w:val="24"/>
          <w:szCs w:val="24"/>
        </w:rPr>
        <w:t>еми) рабочих дней уведомить об этом другую Сторону.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ab/>
        <w:t>7.3. Документ, выданный Торгово-промышленной палатой Р</w:t>
      </w:r>
      <w:r w:rsidR="00270EFC">
        <w:rPr>
          <w:sz w:val="24"/>
          <w:szCs w:val="24"/>
        </w:rPr>
        <w:t xml:space="preserve">оссийской </w:t>
      </w:r>
      <w:r w:rsidRPr="00942D3A">
        <w:rPr>
          <w:sz w:val="24"/>
          <w:szCs w:val="24"/>
        </w:rPr>
        <w:t>Ф</w:t>
      </w:r>
      <w:r w:rsidR="00270EFC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>, является достаточным подтверждением наличия и продолжительности действия непреодолимой силы.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7.4.  Если обстоятельства непреодолимой силы продолжают действовать более 3 (трех) месяцев, то каждая </w:t>
      </w:r>
      <w:r w:rsidR="00270EFC">
        <w:rPr>
          <w:sz w:val="24"/>
          <w:szCs w:val="24"/>
        </w:rPr>
        <w:t>С</w:t>
      </w:r>
      <w:r w:rsidR="00270EFC" w:rsidRPr="00942D3A">
        <w:rPr>
          <w:sz w:val="24"/>
          <w:szCs w:val="24"/>
        </w:rPr>
        <w:t xml:space="preserve">торона </w:t>
      </w:r>
      <w:r w:rsidRPr="00942D3A">
        <w:rPr>
          <w:sz w:val="24"/>
          <w:szCs w:val="24"/>
        </w:rPr>
        <w:t>вправе расторгнуть Договор в одностороннем порядке.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</w:p>
    <w:p w:rsidR="00942D3A" w:rsidRPr="00033210" w:rsidRDefault="00942D3A" w:rsidP="00942D3A">
      <w:pPr>
        <w:tabs>
          <w:tab w:val="left" w:pos="1276"/>
        </w:tabs>
        <w:ind w:firstLine="709"/>
        <w:jc w:val="center"/>
        <w:rPr>
          <w:b/>
          <w:sz w:val="24"/>
          <w:szCs w:val="24"/>
        </w:rPr>
      </w:pPr>
      <w:r w:rsidRPr="00033210">
        <w:rPr>
          <w:b/>
          <w:sz w:val="24"/>
          <w:szCs w:val="24"/>
        </w:rPr>
        <w:t>8. ЗАКЛЮЧИТЕЛЬНЫЕ ПОЛОЖЕНИЯ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8.1.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942D3A" w:rsidRPr="00942D3A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8.2. Во всем, что не урегулировано Договором, Стороны руководствуются действующим законодательством Р</w:t>
      </w:r>
      <w:r w:rsidR="00270EFC">
        <w:rPr>
          <w:sz w:val="24"/>
          <w:szCs w:val="24"/>
        </w:rPr>
        <w:t xml:space="preserve">оссийской </w:t>
      </w:r>
      <w:r w:rsidRPr="00942D3A">
        <w:rPr>
          <w:sz w:val="24"/>
          <w:szCs w:val="24"/>
        </w:rPr>
        <w:t>Ф</w:t>
      </w:r>
      <w:r w:rsidR="00270EFC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>.</w:t>
      </w:r>
    </w:p>
    <w:p w:rsidR="00270EFC" w:rsidRDefault="00942D3A" w:rsidP="00270EFC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8.3. Сторона не вправе осуществить уступку прав по Договору без письменного согласия другой Стороны.</w:t>
      </w:r>
    </w:p>
    <w:p w:rsidR="00942D3A" w:rsidRPr="00942D3A" w:rsidRDefault="00270EFC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942D3A" w:rsidRPr="00942D3A">
        <w:rPr>
          <w:sz w:val="24"/>
          <w:szCs w:val="24"/>
        </w:rPr>
        <w:t>8.</w:t>
      </w:r>
      <w:r w:rsidR="00B162B0">
        <w:rPr>
          <w:sz w:val="24"/>
          <w:szCs w:val="24"/>
        </w:rPr>
        <w:t>4</w:t>
      </w:r>
      <w:r w:rsidR="00942D3A" w:rsidRPr="00942D3A">
        <w:rPr>
          <w:sz w:val="24"/>
          <w:szCs w:val="24"/>
        </w:rPr>
        <w:t>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с даты отправки документа посредством факсимильной или электронной связи подлинными экземплярами документов на бумажных носителях.</w:t>
      </w:r>
      <w:r w:rsidR="00942D3A" w:rsidRPr="00942D3A">
        <w:rPr>
          <w:sz w:val="24"/>
          <w:szCs w:val="24"/>
        </w:rPr>
        <w:tab/>
      </w:r>
    </w:p>
    <w:p w:rsidR="00942D3A" w:rsidRPr="00DA34E0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DA34E0">
        <w:rPr>
          <w:sz w:val="24"/>
          <w:szCs w:val="24"/>
        </w:rPr>
        <w:tab/>
        <w:t>8.</w:t>
      </w:r>
      <w:r w:rsidR="00B162B0" w:rsidRPr="00DA34E0">
        <w:rPr>
          <w:sz w:val="24"/>
          <w:szCs w:val="24"/>
        </w:rPr>
        <w:t>5</w:t>
      </w:r>
      <w:r w:rsidRPr="00DA34E0">
        <w:rPr>
          <w:sz w:val="24"/>
          <w:szCs w:val="24"/>
        </w:rPr>
        <w:t>. Условия Договора конфиденциальны и не подлежат разглашению. В случае разглашения конфиденциальной информации виновная Сторона обязана возместить потерпевшей Стороне возникшие в связи с этим убытки.</w:t>
      </w:r>
    </w:p>
    <w:p w:rsidR="00942D3A" w:rsidRPr="00942D3A" w:rsidRDefault="00942D3A" w:rsidP="00034CE6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8.</w:t>
      </w:r>
      <w:r w:rsidR="00B162B0">
        <w:rPr>
          <w:sz w:val="24"/>
          <w:szCs w:val="24"/>
        </w:rPr>
        <w:t>6</w:t>
      </w:r>
      <w:r w:rsidRPr="00942D3A">
        <w:rPr>
          <w:sz w:val="24"/>
          <w:szCs w:val="24"/>
        </w:rPr>
        <w:t xml:space="preserve">. 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</w:t>
      </w:r>
      <w:r w:rsidR="00556840">
        <w:rPr>
          <w:sz w:val="24"/>
          <w:szCs w:val="24"/>
        </w:rPr>
        <w:t xml:space="preserve">рабочих </w:t>
      </w:r>
      <w:r w:rsidRPr="00942D3A">
        <w:rPr>
          <w:sz w:val="24"/>
          <w:szCs w:val="24"/>
        </w:rPr>
        <w:t>дней с даты таких изменений известить об этом другую Сторону с одновременным представлением подтверждающих документов.</w:t>
      </w:r>
    </w:p>
    <w:p w:rsidR="00942D3A" w:rsidRP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</w:t>
      </w:r>
      <w:r w:rsidR="00B162B0">
        <w:rPr>
          <w:sz w:val="24"/>
          <w:szCs w:val="24"/>
        </w:rPr>
        <w:t>7</w:t>
      </w:r>
      <w:r w:rsidRPr="00942D3A">
        <w:rPr>
          <w:sz w:val="24"/>
          <w:szCs w:val="24"/>
        </w:rPr>
        <w:t>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942D3A" w:rsidRP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</w:t>
      </w:r>
      <w:r w:rsidR="00B162B0">
        <w:rPr>
          <w:sz w:val="24"/>
          <w:szCs w:val="24"/>
        </w:rPr>
        <w:t>8</w:t>
      </w:r>
      <w:r w:rsidRPr="00942D3A">
        <w:rPr>
          <w:sz w:val="24"/>
          <w:szCs w:val="24"/>
        </w:rPr>
        <w:t>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942D3A" w:rsidRP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</w:t>
      </w:r>
      <w:r w:rsidR="00B162B0">
        <w:rPr>
          <w:sz w:val="24"/>
          <w:szCs w:val="24"/>
        </w:rPr>
        <w:t>9</w:t>
      </w:r>
      <w:r w:rsidRPr="00942D3A">
        <w:rPr>
          <w:sz w:val="24"/>
          <w:szCs w:val="24"/>
        </w:rPr>
        <w:t>. Подписанием Договора Стороны подтверждают, что им выполнены все действия и соблюдены все формальные требования действующего законодательства</w:t>
      </w:r>
      <w:r w:rsidR="00556840">
        <w:rPr>
          <w:sz w:val="24"/>
          <w:szCs w:val="24"/>
        </w:rPr>
        <w:t xml:space="preserve"> Российской Федерации</w:t>
      </w:r>
      <w:r w:rsidRPr="00942D3A">
        <w:rPr>
          <w:sz w:val="24"/>
          <w:szCs w:val="24"/>
        </w:rPr>
        <w:t xml:space="preserve"> и их учредительных документов, необходимые для заключения</w:t>
      </w:r>
      <w:r w:rsidR="00556840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 xml:space="preserve">Договора. </w:t>
      </w:r>
    </w:p>
    <w:p w:rsidR="00942D3A" w:rsidRPr="00942D3A" w:rsidRDefault="00942D3A" w:rsidP="00CB0CBB">
      <w:pPr>
        <w:pStyle w:val="a3"/>
        <w:ind w:left="-42" w:right="-142"/>
        <w:rPr>
          <w:szCs w:val="24"/>
        </w:rPr>
      </w:pPr>
      <w:r w:rsidRPr="00942D3A">
        <w:rPr>
          <w:szCs w:val="24"/>
        </w:rPr>
        <w:t>8.1</w:t>
      </w:r>
      <w:r w:rsidR="00B162B0">
        <w:rPr>
          <w:szCs w:val="24"/>
        </w:rPr>
        <w:t>0</w:t>
      </w:r>
      <w:r w:rsidRPr="00942D3A">
        <w:rPr>
          <w:szCs w:val="24"/>
        </w:rPr>
        <w:t xml:space="preserve">. Недействительность каких-либо положений Договора не влечет недействительности прочих его частей. </w:t>
      </w:r>
    </w:p>
    <w:p w:rsidR="00942D3A" w:rsidRP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8.1</w:t>
      </w:r>
      <w:r w:rsidR="00B162B0">
        <w:rPr>
          <w:sz w:val="24"/>
          <w:szCs w:val="24"/>
        </w:rPr>
        <w:t>1</w:t>
      </w:r>
      <w:r w:rsidRPr="00942D3A">
        <w:rPr>
          <w:sz w:val="24"/>
          <w:szCs w:val="24"/>
        </w:rPr>
        <w:t xml:space="preserve">. После </w:t>
      </w:r>
      <w:r w:rsidR="00556840" w:rsidRPr="00942D3A">
        <w:rPr>
          <w:sz w:val="24"/>
          <w:szCs w:val="24"/>
        </w:rPr>
        <w:t>подписания</w:t>
      </w:r>
      <w:r w:rsidR="00556840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>Договора все предыдущие письменные и устные соглашения, переговоры и переписка между Сторонами теряют силу.</w:t>
      </w:r>
    </w:p>
    <w:p w:rsidR="00942D3A" w:rsidRPr="00034CE6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8.1</w:t>
      </w:r>
      <w:r w:rsidR="00B162B0">
        <w:rPr>
          <w:sz w:val="24"/>
          <w:szCs w:val="24"/>
        </w:rPr>
        <w:t>2</w:t>
      </w:r>
      <w:r w:rsidRPr="00942D3A">
        <w:rPr>
          <w:sz w:val="24"/>
          <w:szCs w:val="24"/>
        </w:rPr>
        <w:t xml:space="preserve">. </w:t>
      </w:r>
      <w:r w:rsidRPr="00034CE6">
        <w:rPr>
          <w:sz w:val="24"/>
          <w:szCs w:val="24"/>
        </w:rPr>
        <w:t>В случае изменений в цепочке собственников Поставщика, включая бенефициаров (в том числе конечных), и (или) в исполнительных органах  Пост</w:t>
      </w:r>
      <w:bookmarkStart w:id="0" w:name="_GoBack"/>
      <w:bookmarkEnd w:id="0"/>
      <w:r w:rsidRPr="00034CE6">
        <w:rPr>
          <w:sz w:val="24"/>
          <w:szCs w:val="24"/>
        </w:rPr>
        <w:t>авщика, Поставщик обязуется представить информацию о таких изменениях течение 5 (</w:t>
      </w:r>
      <w:r w:rsidR="00556840" w:rsidRPr="00034CE6">
        <w:rPr>
          <w:sz w:val="24"/>
          <w:szCs w:val="24"/>
        </w:rPr>
        <w:t>п</w:t>
      </w:r>
      <w:r w:rsidRPr="00034CE6">
        <w:rPr>
          <w:sz w:val="24"/>
          <w:szCs w:val="24"/>
        </w:rPr>
        <w:t xml:space="preserve">яти) календарных дней с даты таких изменений, с указанием сведений по форме, приведенной в Приложении № </w:t>
      </w:r>
      <w:r w:rsidR="00B162B0">
        <w:rPr>
          <w:sz w:val="24"/>
          <w:szCs w:val="24"/>
        </w:rPr>
        <w:t>8</w:t>
      </w:r>
      <w:r w:rsidR="002A27EA" w:rsidRPr="00034CE6">
        <w:rPr>
          <w:sz w:val="24"/>
          <w:szCs w:val="24"/>
        </w:rPr>
        <w:t xml:space="preserve"> </w:t>
      </w:r>
      <w:r w:rsidRPr="00034CE6">
        <w:rPr>
          <w:sz w:val="24"/>
          <w:szCs w:val="24"/>
        </w:rPr>
        <w:t>к Договору, с подтверждением соответствующими документами. Информация направляется ____</w:t>
      </w:r>
      <w:r w:rsidR="00CB0CBB" w:rsidRPr="00034CE6">
        <w:rPr>
          <w:sz w:val="24"/>
          <w:szCs w:val="24"/>
        </w:rPr>
        <w:t xml:space="preserve"> (</w:t>
      </w:r>
      <w:r w:rsidRPr="00034CE6">
        <w:rPr>
          <w:sz w:val="24"/>
          <w:szCs w:val="24"/>
        </w:rPr>
        <w:t xml:space="preserve">указать адрес эл. почты ответственного </w:t>
      </w:r>
      <w:r w:rsidR="00477CA9">
        <w:rPr>
          <w:sz w:val="24"/>
          <w:szCs w:val="24"/>
        </w:rPr>
        <w:t xml:space="preserve">лица </w:t>
      </w:r>
      <w:r w:rsidRPr="00034CE6">
        <w:rPr>
          <w:sz w:val="24"/>
          <w:szCs w:val="24"/>
        </w:rPr>
        <w:t>Покупателя</w:t>
      </w:r>
      <w:r w:rsidR="00CB0CBB" w:rsidRPr="00034CE6">
        <w:rPr>
          <w:sz w:val="24"/>
          <w:szCs w:val="24"/>
        </w:rPr>
        <w:t>)</w:t>
      </w:r>
      <w:r w:rsidRPr="00034CE6">
        <w:rPr>
          <w:sz w:val="24"/>
          <w:szCs w:val="24"/>
        </w:rPr>
        <w:t xml:space="preserve"> и посредством факсимильной связи ___</w:t>
      </w:r>
      <w:r w:rsidR="00CB0CBB" w:rsidRPr="00034CE6">
        <w:rPr>
          <w:sz w:val="24"/>
          <w:szCs w:val="24"/>
        </w:rPr>
        <w:t>(</w:t>
      </w:r>
      <w:r w:rsidRPr="00034CE6">
        <w:rPr>
          <w:sz w:val="24"/>
          <w:szCs w:val="24"/>
        </w:rPr>
        <w:t>указать номер</w:t>
      </w:r>
      <w:r w:rsidR="00CB0CBB" w:rsidRPr="00034CE6">
        <w:rPr>
          <w:sz w:val="24"/>
          <w:szCs w:val="24"/>
        </w:rPr>
        <w:t>)</w:t>
      </w:r>
      <w:r w:rsidRPr="00034CE6">
        <w:rPr>
          <w:sz w:val="24"/>
          <w:szCs w:val="24"/>
        </w:rPr>
        <w:t xml:space="preserve"> с последующим направлением оригиналов средствами почтовой связи.</w:t>
      </w:r>
    </w:p>
    <w:p w:rsid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034CE6">
        <w:rPr>
          <w:sz w:val="24"/>
          <w:szCs w:val="24"/>
        </w:rPr>
        <w:t>8.1</w:t>
      </w:r>
      <w:r w:rsidR="00B162B0">
        <w:rPr>
          <w:sz w:val="24"/>
          <w:szCs w:val="24"/>
        </w:rPr>
        <w:t>3</w:t>
      </w:r>
      <w:r w:rsidRPr="00034CE6">
        <w:rPr>
          <w:sz w:val="24"/>
          <w:szCs w:val="24"/>
        </w:rPr>
        <w:t>. Покупатель вправе в одностороннем порядке отказаться от исполнения Договора в случае неисполнения Поставщиком обязанности, предусмотренной п. 8.1</w:t>
      </w:r>
      <w:r w:rsidR="00B162B0">
        <w:rPr>
          <w:sz w:val="24"/>
          <w:szCs w:val="24"/>
        </w:rPr>
        <w:t>2</w:t>
      </w:r>
      <w:r w:rsidRPr="00034CE6">
        <w:rPr>
          <w:sz w:val="24"/>
          <w:szCs w:val="24"/>
        </w:rPr>
        <w:t xml:space="preserve">.  Договора. В этом случае Договор считается расторгнутым с даты получения Поставщиком письменного уведомления Покупателя об отказе от исполнения </w:t>
      </w:r>
      <w:r w:rsidR="00556840" w:rsidRPr="00034CE6">
        <w:rPr>
          <w:sz w:val="24"/>
          <w:szCs w:val="24"/>
        </w:rPr>
        <w:t>Д</w:t>
      </w:r>
      <w:r w:rsidRPr="00034CE6">
        <w:rPr>
          <w:sz w:val="24"/>
          <w:szCs w:val="24"/>
        </w:rPr>
        <w:t>оговора или с иной даты, указанной в таком уведомлении.</w:t>
      </w:r>
    </w:p>
    <w:p w:rsidR="00AC5E5B" w:rsidRPr="00112596" w:rsidRDefault="00AC5E5B" w:rsidP="00AC5E5B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8.14. </w:t>
      </w:r>
      <w:r w:rsidRPr="00112596">
        <w:rPr>
          <w:sz w:val="24"/>
          <w:szCs w:val="24"/>
        </w:rPr>
        <w:t>Покупатель вправе в одностороннем порядке отказаться полностью или частично от исполнения Договора, уведомив об этом Поставщика не менее чем за 15 (</w:t>
      </w:r>
      <w:r w:rsidR="004078B9">
        <w:rPr>
          <w:sz w:val="24"/>
          <w:szCs w:val="24"/>
        </w:rPr>
        <w:t>п</w:t>
      </w:r>
      <w:r w:rsidRPr="00112596">
        <w:rPr>
          <w:sz w:val="24"/>
          <w:szCs w:val="24"/>
        </w:rPr>
        <w:t>ятнадцать) календарных дней до п</w:t>
      </w:r>
      <w:r w:rsidR="004078B9" w:rsidRPr="004078B9">
        <w:rPr>
          <w:sz w:val="24"/>
          <w:szCs w:val="24"/>
        </w:rPr>
        <w:t xml:space="preserve">редполагаемой даты расторжения </w:t>
      </w:r>
      <w:r w:rsidRPr="00112596">
        <w:rPr>
          <w:sz w:val="24"/>
          <w:szCs w:val="24"/>
        </w:rPr>
        <w:t xml:space="preserve">Договора. Расторжение Договора не освобождает Покупателя от оплаты поставленного Товара, а Поставщика – от поставки оплаченного Товара.  </w:t>
      </w:r>
    </w:p>
    <w:p w:rsidR="00942D3A" w:rsidRPr="00942D3A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8.1</w:t>
      </w:r>
      <w:r w:rsidR="00AC5E5B">
        <w:rPr>
          <w:sz w:val="24"/>
          <w:szCs w:val="24"/>
        </w:rPr>
        <w:t>5</w:t>
      </w:r>
      <w:r w:rsidRPr="00942D3A">
        <w:rPr>
          <w:sz w:val="24"/>
          <w:szCs w:val="24"/>
        </w:rPr>
        <w:t>. Договор составлен в 2 (двух) экземплярах, равных по юридической силе, по одному -для каждой из Сторон.</w:t>
      </w:r>
    </w:p>
    <w:p w:rsidR="00601E36" w:rsidRDefault="00942D3A" w:rsidP="00942D3A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     8.1</w:t>
      </w:r>
      <w:r w:rsidR="00AC5E5B">
        <w:rPr>
          <w:sz w:val="24"/>
          <w:szCs w:val="24"/>
        </w:rPr>
        <w:t>6</w:t>
      </w:r>
      <w:r w:rsidRPr="00942D3A">
        <w:rPr>
          <w:sz w:val="24"/>
          <w:szCs w:val="24"/>
        </w:rPr>
        <w:t xml:space="preserve">. Все приложения, поименованные в  </w:t>
      </w:r>
      <w:r w:rsidR="00556840">
        <w:rPr>
          <w:sz w:val="24"/>
          <w:szCs w:val="24"/>
        </w:rPr>
        <w:t>Д</w:t>
      </w:r>
      <w:r w:rsidRPr="00942D3A">
        <w:rPr>
          <w:sz w:val="24"/>
          <w:szCs w:val="24"/>
        </w:rPr>
        <w:t xml:space="preserve">оговоре, являются неотъемлемой его частью. </w:t>
      </w:r>
    </w:p>
    <w:p w:rsidR="00942D3A" w:rsidRPr="00942D3A" w:rsidRDefault="00942D3A" w:rsidP="00942D3A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lastRenderedPageBreak/>
        <w:t xml:space="preserve">К Договору прилагаются: </w:t>
      </w:r>
    </w:p>
    <w:p w:rsidR="00942D3A" w:rsidRDefault="002A27EA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8.1</w:t>
      </w:r>
      <w:r w:rsidR="00AC5E5B">
        <w:rPr>
          <w:sz w:val="24"/>
          <w:szCs w:val="24"/>
        </w:rPr>
        <w:t>6</w:t>
      </w:r>
      <w:r>
        <w:rPr>
          <w:sz w:val="24"/>
          <w:szCs w:val="24"/>
        </w:rPr>
        <w:t>.1.</w:t>
      </w:r>
      <w:r w:rsidR="00942D3A" w:rsidRPr="00942D3A">
        <w:rPr>
          <w:sz w:val="24"/>
          <w:szCs w:val="24"/>
        </w:rPr>
        <w:t xml:space="preserve"> Приложение № </w:t>
      </w:r>
      <w:r w:rsidR="00942D3A" w:rsidRPr="00FA28DE">
        <w:rPr>
          <w:sz w:val="24"/>
          <w:szCs w:val="24"/>
        </w:rPr>
        <w:t xml:space="preserve">1 </w:t>
      </w:r>
      <w:r w:rsidRPr="00FA28DE">
        <w:rPr>
          <w:sz w:val="24"/>
          <w:szCs w:val="24"/>
        </w:rPr>
        <w:t xml:space="preserve">- </w:t>
      </w:r>
      <w:r w:rsidR="00942D3A" w:rsidRPr="00FA28DE">
        <w:rPr>
          <w:sz w:val="24"/>
          <w:szCs w:val="24"/>
        </w:rPr>
        <w:t>«</w:t>
      </w:r>
      <w:r w:rsidR="00942D3A" w:rsidRPr="00942D3A">
        <w:rPr>
          <w:sz w:val="24"/>
          <w:szCs w:val="24"/>
        </w:rPr>
        <w:t>Спецификация»</w:t>
      </w:r>
      <w:r>
        <w:rPr>
          <w:sz w:val="24"/>
          <w:szCs w:val="24"/>
        </w:rPr>
        <w:t>.</w:t>
      </w:r>
    </w:p>
    <w:p w:rsidR="002A27EA" w:rsidRDefault="002A27EA" w:rsidP="00942D3A">
      <w:pPr>
        <w:tabs>
          <w:tab w:val="left" w:pos="426"/>
        </w:tabs>
        <w:ind w:firstLine="360"/>
        <w:jc w:val="both"/>
        <w:rPr>
          <w:i/>
          <w:sz w:val="24"/>
          <w:szCs w:val="24"/>
        </w:rPr>
      </w:pPr>
      <w:r w:rsidRPr="00033210">
        <w:rPr>
          <w:i/>
          <w:sz w:val="24"/>
          <w:szCs w:val="24"/>
        </w:rPr>
        <w:t>8.1</w:t>
      </w:r>
      <w:r w:rsidR="00AC5E5B">
        <w:rPr>
          <w:i/>
          <w:sz w:val="24"/>
          <w:szCs w:val="24"/>
        </w:rPr>
        <w:t>6</w:t>
      </w:r>
      <w:r w:rsidRPr="00033210">
        <w:rPr>
          <w:i/>
          <w:sz w:val="24"/>
          <w:szCs w:val="24"/>
        </w:rPr>
        <w:t xml:space="preserve">.2. Приложение № 2 – </w:t>
      </w:r>
      <w:r>
        <w:rPr>
          <w:i/>
          <w:sz w:val="24"/>
          <w:szCs w:val="24"/>
        </w:rPr>
        <w:t>«</w:t>
      </w:r>
      <w:r w:rsidR="0040050C">
        <w:rPr>
          <w:i/>
          <w:sz w:val="24"/>
          <w:szCs w:val="24"/>
        </w:rPr>
        <w:t>Заявка</w:t>
      </w:r>
      <w:r w:rsidR="00B162B0">
        <w:rPr>
          <w:i/>
          <w:sz w:val="24"/>
          <w:szCs w:val="24"/>
        </w:rPr>
        <w:t>».</w:t>
      </w:r>
    </w:p>
    <w:p w:rsidR="00B162B0" w:rsidRDefault="00B162B0" w:rsidP="00942D3A">
      <w:pPr>
        <w:tabs>
          <w:tab w:val="left" w:pos="426"/>
        </w:tabs>
        <w:ind w:firstLine="36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8.1</w:t>
      </w:r>
      <w:r w:rsidR="00AC5E5B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>.3. Приложение № 3 – «</w:t>
      </w:r>
      <w:r w:rsidRPr="00B162B0">
        <w:rPr>
          <w:i/>
          <w:sz w:val="24"/>
          <w:szCs w:val="24"/>
        </w:rPr>
        <w:t>Отгрузочные реквизиты складов Грузополучателя</w:t>
      </w:r>
      <w:r>
        <w:rPr>
          <w:i/>
          <w:sz w:val="24"/>
          <w:szCs w:val="24"/>
        </w:rPr>
        <w:t>».</w:t>
      </w:r>
    </w:p>
    <w:p w:rsidR="002A27EA" w:rsidRPr="00033210" w:rsidRDefault="00B162B0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8.1</w:t>
      </w:r>
      <w:r w:rsidR="00AC5E5B">
        <w:rPr>
          <w:sz w:val="24"/>
          <w:szCs w:val="24"/>
        </w:rPr>
        <w:t>6</w:t>
      </w:r>
      <w:r w:rsidR="002A27EA" w:rsidRPr="00033210">
        <w:rPr>
          <w:sz w:val="24"/>
          <w:szCs w:val="24"/>
        </w:rPr>
        <w:t>.</w:t>
      </w:r>
      <w:r w:rsidR="00601E36">
        <w:rPr>
          <w:sz w:val="24"/>
          <w:szCs w:val="24"/>
        </w:rPr>
        <w:t>4</w:t>
      </w:r>
      <w:r w:rsidR="002A27EA" w:rsidRPr="00033210">
        <w:rPr>
          <w:sz w:val="24"/>
          <w:szCs w:val="24"/>
        </w:rPr>
        <w:t xml:space="preserve">. Приложение № </w:t>
      </w:r>
      <w:r>
        <w:rPr>
          <w:sz w:val="24"/>
          <w:szCs w:val="24"/>
        </w:rPr>
        <w:t>4</w:t>
      </w:r>
      <w:r w:rsidR="002A27EA" w:rsidRPr="00033210">
        <w:rPr>
          <w:sz w:val="24"/>
          <w:szCs w:val="24"/>
        </w:rPr>
        <w:t xml:space="preserve"> – «Перечень грузов».</w:t>
      </w:r>
    </w:p>
    <w:p w:rsidR="002A27EA" w:rsidRPr="00033210" w:rsidRDefault="00601E36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8.1</w:t>
      </w:r>
      <w:r w:rsidR="00AC5E5B">
        <w:rPr>
          <w:sz w:val="24"/>
          <w:szCs w:val="24"/>
        </w:rPr>
        <w:t>6</w:t>
      </w:r>
      <w:r>
        <w:rPr>
          <w:sz w:val="24"/>
          <w:szCs w:val="24"/>
        </w:rPr>
        <w:t>.5</w:t>
      </w:r>
      <w:r w:rsidR="00B162B0">
        <w:rPr>
          <w:sz w:val="24"/>
          <w:szCs w:val="24"/>
        </w:rPr>
        <w:t>. Приложение № 5</w:t>
      </w:r>
      <w:r w:rsidR="002A27EA" w:rsidRPr="00033210">
        <w:rPr>
          <w:sz w:val="24"/>
          <w:szCs w:val="24"/>
        </w:rPr>
        <w:t xml:space="preserve"> – «Открепительное письмо».</w:t>
      </w:r>
    </w:p>
    <w:p w:rsidR="002A27EA" w:rsidRDefault="002A27EA" w:rsidP="00942D3A">
      <w:pPr>
        <w:tabs>
          <w:tab w:val="left" w:pos="426"/>
        </w:tabs>
        <w:ind w:firstLine="360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i/>
          <w:sz w:val="24"/>
          <w:szCs w:val="24"/>
        </w:rPr>
        <w:t>8.1</w:t>
      </w:r>
      <w:r w:rsidR="00AC5E5B">
        <w:rPr>
          <w:i/>
          <w:sz w:val="24"/>
          <w:szCs w:val="24"/>
        </w:rPr>
        <w:t>6</w:t>
      </w:r>
      <w:r w:rsidR="00601E36">
        <w:rPr>
          <w:i/>
          <w:sz w:val="24"/>
          <w:szCs w:val="24"/>
        </w:rPr>
        <w:t>.6</w:t>
      </w:r>
      <w:r w:rsidR="00B162B0">
        <w:rPr>
          <w:i/>
          <w:sz w:val="24"/>
          <w:szCs w:val="24"/>
        </w:rPr>
        <w:t>. Приложение № 6</w:t>
      </w:r>
      <w:r>
        <w:rPr>
          <w:i/>
          <w:sz w:val="24"/>
          <w:szCs w:val="24"/>
        </w:rPr>
        <w:t xml:space="preserve"> – «</w:t>
      </w:r>
      <w:r w:rsidRPr="00942D3A">
        <w:rPr>
          <w:rFonts w:eastAsia="Calibri"/>
          <w:i/>
          <w:sz w:val="24"/>
          <w:szCs w:val="24"/>
          <w:lang w:eastAsia="en-US"/>
        </w:rPr>
        <w:t>Перечень субпоставщиков из числа субъектов малого и среднего предпринимательства, привлекаемых для исполнения договора»</w:t>
      </w:r>
      <w:r>
        <w:rPr>
          <w:rFonts w:eastAsia="Calibri"/>
          <w:i/>
          <w:sz w:val="24"/>
          <w:szCs w:val="24"/>
          <w:lang w:eastAsia="en-US"/>
        </w:rPr>
        <w:t>.</w:t>
      </w:r>
    </w:p>
    <w:p w:rsidR="002A27EA" w:rsidRDefault="002A27EA" w:rsidP="00942D3A">
      <w:pPr>
        <w:tabs>
          <w:tab w:val="left" w:pos="426"/>
        </w:tabs>
        <w:ind w:firstLine="360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8.1</w:t>
      </w:r>
      <w:r w:rsidR="00AC5E5B">
        <w:rPr>
          <w:rFonts w:eastAsia="Calibri"/>
          <w:i/>
          <w:sz w:val="24"/>
          <w:szCs w:val="24"/>
          <w:lang w:eastAsia="en-US"/>
        </w:rPr>
        <w:t>6</w:t>
      </w:r>
      <w:r w:rsidR="00B162B0">
        <w:rPr>
          <w:rFonts w:eastAsia="Calibri"/>
          <w:i/>
          <w:sz w:val="24"/>
          <w:szCs w:val="24"/>
          <w:lang w:eastAsia="en-US"/>
        </w:rPr>
        <w:t>.</w:t>
      </w:r>
      <w:r w:rsidR="00601E36">
        <w:rPr>
          <w:rFonts w:eastAsia="Calibri"/>
          <w:i/>
          <w:sz w:val="24"/>
          <w:szCs w:val="24"/>
          <w:lang w:eastAsia="en-US"/>
        </w:rPr>
        <w:t>7</w:t>
      </w:r>
      <w:r w:rsidR="00B162B0">
        <w:rPr>
          <w:rFonts w:eastAsia="Calibri"/>
          <w:i/>
          <w:sz w:val="24"/>
          <w:szCs w:val="24"/>
          <w:lang w:eastAsia="en-US"/>
        </w:rPr>
        <w:t>. Приложение № 7</w:t>
      </w:r>
      <w:r>
        <w:rPr>
          <w:rFonts w:eastAsia="Calibri"/>
          <w:i/>
          <w:sz w:val="24"/>
          <w:szCs w:val="24"/>
          <w:lang w:eastAsia="en-US"/>
        </w:rPr>
        <w:t xml:space="preserve"> – «</w:t>
      </w:r>
      <w:r w:rsidRPr="00942D3A">
        <w:rPr>
          <w:rFonts w:eastAsia="Calibri"/>
          <w:i/>
          <w:sz w:val="24"/>
          <w:szCs w:val="24"/>
          <w:lang w:eastAsia="en-US"/>
        </w:rPr>
        <w:t>Информация о договорах с субпоставщиками из числа субъектов малого и среднего предпринимательства»</w:t>
      </w:r>
      <w:r w:rsidR="00DA34E0">
        <w:rPr>
          <w:rFonts w:eastAsia="Calibri"/>
          <w:i/>
          <w:sz w:val="24"/>
          <w:szCs w:val="24"/>
          <w:lang w:eastAsia="en-US"/>
        </w:rPr>
        <w:t>.</w:t>
      </w:r>
      <w:r w:rsidR="00EA06E3" w:rsidRPr="00EA06E3">
        <w:rPr>
          <w:b/>
          <w:bCs/>
          <w:color w:val="000000"/>
          <w:sz w:val="24"/>
          <w:szCs w:val="24"/>
        </w:rPr>
        <w:t xml:space="preserve"> </w:t>
      </w:r>
    </w:p>
    <w:p w:rsidR="002A27EA" w:rsidRDefault="002A27EA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 w:rsidRPr="00033210">
        <w:rPr>
          <w:rFonts w:eastAsia="Calibri"/>
          <w:sz w:val="24"/>
          <w:szCs w:val="24"/>
          <w:lang w:eastAsia="en-US"/>
        </w:rPr>
        <w:t>8.1</w:t>
      </w:r>
      <w:r w:rsidR="00AC5E5B">
        <w:rPr>
          <w:rFonts w:eastAsia="Calibri"/>
          <w:sz w:val="24"/>
          <w:szCs w:val="24"/>
          <w:lang w:eastAsia="en-US"/>
        </w:rPr>
        <w:t>6</w:t>
      </w:r>
      <w:r w:rsidR="00601E36">
        <w:rPr>
          <w:rFonts w:eastAsia="Calibri"/>
          <w:sz w:val="24"/>
          <w:szCs w:val="24"/>
          <w:lang w:eastAsia="en-US"/>
        </w:rPr>
        <w:t>.8</w:t>
      </w:r>
      <w:r w:rsidR="00B162B0">
        <w:rPr>
          <w:rFonts w:eastAsia="Calibri"/>
          <w:sz w:val="24"/>
          <w:szCs w:val="24"/>
          <w:lang w:eastAsia="en-US"/>
        </w:rPr>
        <w:t xml:space="preserve">. Приложение № 8 </w:t>
      </w:r>
      <w:r w:rsidRPr="00033210">
        <w:rPr>
          <w:rFonts w:eastAsia="Calibri"/>
          <w:sz w:val="24"/>
          <w:szCs w:val="24"/>
          <w:lang w:eastAsia="en-US"/>
        </w:rPr>
        <w:t>- «</w:t>
      </w:r>
      <w:r w:rsidRPr="00033210">
        <w:rPr>
          <w:sz w:val="24"/>
          <w:szCs w:val="24"/>
        </w:rPr>
        <w:t>Сведения об изменении информации о цепочке собственников, включая  бенефициаров (в том числе конечных)».</w:t>
      </w:r>
    </w:p>
    <w:p w:rsidR="00095DE9" w:rsidRPr="001E4A7C" w:rsidRDefault="00095DE9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 w:rsidRPr="001E4A7C">
        <w:rPr>
          <w:sz w:val="24"/>
          <w:szCs w:val="24"/>
        </w:rPr>
        <w:t>8.16.9. Приложение № 9 -  Акт о приемке Продукции (с недостатками по ассортименту, количеству, качеству имеющие признаки фальсифицированной и/или контрафактной (не подтвержденной заводом-изготовителем)).</w:t>
      </w:r>
    </w:p>
    <w:p w:rsidR="00942D3A" w:rsidRPr="00942D3A" w:rsidRDefault="00942D3A" w:rsidP="00942D3A">
      <w:pPr>
        <w:ind w:left="60" w:firstLine="300"/>
        <w:jc w:val="both"/>
        <w:rPr>
          <w:sz w:val="24"/>
          <w:szCs w:val="24"/>
        </w:rPr>
      </w:pPr>
    </w:p>
    <w:p w:rsidR="00942D3A" w:rsidRPr="00942D3A" w:rsidRDefault="00942D3A" w:rsidP="00942D3A">
      <w:pPr>
        <w:numPr>
          <w:ilvl w:val="0"/>
          <w:numId w:val="3"/>
        </w:numPr>
        <w:jc w:val="center"/>
        <w:outlineLvl w:val="0"/>
        <w:rPr>
          <w:sz w:val="24"/>
          <w:szCs w:val="24"/>
        </w:rPr>
      </w:pPr>
      <w:r w:rsidRPr="00942D3A">
        <w:rPr>
          <w:sz w:val="24"/>
          <w:szCs w:val="24"/>
        </w:rPr>
        <w:t>АДРЕСА И БАНКОВСКИЕ РЕКВИЗИТЫ СТОРОН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25"/>
        <w:gridCol w:w="5067"/>
      </w:tblGrid>
      <w:tr w:rsidR="00942D3A" w:rsidRPr="00942D3A" w:rsidTr="007D7C7F">
        <w:tc>
          <w:tcPr>
            <w:tcW w:w="4426" w:type="dxa"/>
            <w:shd w:val="clear" w:color="auto" w:fill="auto"/>
          </w:tcPr>
          <w:p w:rsidR="00942D3A" w:rsidRPr="00942D3A" w:rsidRDefault="00942D3A" w:rsidP="007F327A">
            <w:pPr>
              <w:jc w:val="both"/>
              <w:outlineLvl w:val="0"/>
              <w:rPr>
                <w:sz w:val="24"/>
                <w:szCs w:val="24"/>
              </w:rPr>
            </w:pPr>
            <w:r w:rsidRPr="00942D3A">
              <w:rPr>
                <w:sz w:val="24"/>
                <w:szCs w:val="24"/>
              </w:rPr>
              <w:t>По</w:t>
            </w:r>
            <w:r w:rsidR="007F327A">
              <w:rPr>
                <w:sz w:val="24"/>
                <w:szCs w:val="24"/>
              </w:rPr>
              <w:t>ставщик</w:t>
            </w:r>
            <w:r w:rsidRPr="00942D3A">
              <w:rPr>
                <w:sz w:val="24"/>
                <w:szCs w:val="24"/>
              </w:rPr>
              <w:t>:</w:t>
            </w:r>
          </w:p>
        </w:tc>
        <w:tc>
          <w:tcPr>
            <w:tcW w:w="425" w:type="dxa"/>
            <w:shd w:val="clear" w:color="auto" w:fill="auto"/>
          </w:tcPr>
          <w:p w:rsidR="00942D3A" w:rsidRPr="00942D3A" w:rsidRDefault="00942D3A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067" w:type="dxa"/>
            <w:shd w:val="clear" w:color="auto" w:fill="auto"/>
          </w:tcPr>
          <w:p w:rsidR="00942D3A" w:rsidRPr="00942D3A" w:rsidRDefault="00942D3A" w:rsidP="007F327A">
            <w:pPr>
              <w:jc w:val="both"/>
              <w:outlineLvl w:val="0"/>
              <w:rPr>
                <w:sz w:val="24"/>
                <w:szCs w:val="24"/>
              </w:rPr>
            </w:pPr>
            <w:r w:rsidRPr="00942D3A">
              <w:rPr>
                <w:sz w:val="24"/>
                <w:szCs w:val="24"/>
              </w:rPr>
              <w:t>По</w:t>
            </w:r>
            <w:r w:rsidR="007F327A">
              <w:rPr>
                <w:sz w:val="24"/>
                <w:szCs w:val="24"/>
              </w:rPr>
              <w:t>купатель</w:t>
            </w:r>
            <w:r w:rsidRPr="00942D3A">
              <w:rPr>
                <w:sz w:val="24"/>
                <w:szCs w:val="24"/>
              </w:rPr>
              <w:t>:</w:t>
            </w:r>
          </w:p>
        </w:tc>
      </w:tr>
      <w:tr w:rsidR="00942D3A" w:rsidRPr="00942D3A" w:rsidTr="007D7C7F">
        <w:trPr>
          <w:trHeight w:val="2535"/>
        </w:trPr>
        <w:tc>
          <w:tcPr>
            <w:tcW w:w="4426" w:type="dxa"/>
            <w:shd w:val="clear" w:color="auto" w:fill="auto"/>
          </w:tcPr>
          <w:p w:rsidR="00942D3A" w:rsidRPr="00942D3A" w:rsidRDefault="00942D3A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42D3A" w:rsidRPr="00942D3A" w:rsidRDefault="00942D3A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067" w:type="dxa"/>
            <w:shd w:val="clear" w:color="auto" w:fill="auto"/>
          </w:tcPr>
          <w:p w:rsidR="00942D3A" w:rsidRPr="00942D3A" w:rsidRDefault="00942D3A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942D3A" w:rsidRPr="00942D3A" w:rsidRDefault="00942D3A" w:rsidP="00942D3A">
      <w:pPr>
        <w:ind w:left="360"/>
        <w:jc w:val="both"/>
        <w:outlineLvl w:val="0"/>
        <w:rPr>
          <w:sz w:val="24"/>
          <w:szCs w:val="24"/>
        </w:rPr>
      </w:pPr>
    </w:p>
    <w:p w:rsidR="007F5ED7" w:rsidRDefault="007F5ED7" w:rsidP="007F5ED7">
      <w:pPr>
        <w:ind w:left="720"/>
        <w:jc w:val="center"/>
        <w:rPr>
          <w:b/>
          <w:sz w:val="24"/>
          <w:szCs w:val="24"/>
        </w:rPr>
      </w:pPr>
    </w:p>
    <w:p w:rsidR="007F5ED7" w:rsidRDefault="007F5ED7" w:rsidP="007F5ED7">
      <w:pPr>
        <w:ind w:left="720"/>
        <w:jc w:val="center"/>
        <w:rPr>
          <w:b/>
          <w:sz w:val="24"/>
          <w:szCs w:val="24"/>
        </w:rPr>
      </w:pPr>
    </w:p>
    <w:p w:rsidR="007F5ED7" w:rsidRPr="001324FF" w:rsidRDefault="007F5ED7" w:rsidP="007F5ED7">
      <w:pPr>
        <w:ind w:left="720"/>
        <w:jc w:val="center"/>
      </w:pPr>
      <w:r w:rsidRPr="001324FF">
        <w:rPr>
          <w:b/>
          <w:sz w:val="24"/>
          <w:szCs w:val="24"/>
        </w:rPr>
        <w:t>ПОДПИСИ СТОРОН</w:t>
      </w:r>
    </w:p>
    <w:p w:rsidR="007F5ED7" w:rsidRPr="001324FF" w:rsidRDefault="007F5ED7" w:rsidP="007F5ED7">
      <w:pPr>
        <w:tabs>
          <w:tab w:val="left" w:pos="0"/>
        </w:tabs>
        <w:jc w:val="center"/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4753"/>
        <w:gridCol w:w="4426"/>
      </w:tblGrid>
      <w:tr w:rsidR="007F5ED7" w:rsidRPr="00930894" w:rsidTr="007F5ED7">
        <w:tc>
          <w:tcPr>
            <w:tcW w:w="4753" w:type="dxa"/>
            <w:shd w:val="clear" w:color="auto" w:fill="auto"/>
          </w:tcPr>
          <w:p w:rsidR="007F5ED7" w:rsidRPr="00930894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930894">
              <w:rPr>
                <w:b/>
                <w:bCs/>
                <w:sz w:val="24"/>
                <w:szCs w:val="24"/>
              </w:rPr>
              <w:t>По</w:t>
            </w:r>
            <w:r>
              <w:rPr>
                <w:b/>
                <w:bCs/>
                <w:sz w:val="24"/>
                <w:szCs w:val="24"/>
              </w:rPr>
              <w:t>ставщик</w:t>
            </w:r>
            <w:r w:rsidRPr="00930894">
              <w:rPr>
                <w:b/>
                <w:bCs/>
                <w:sz w:val="24"/>
                <w:szCs w:val="24"/>
              </w:rPr>
              <w:t xml:space="preserve">:                                        </w:t>
            </w:r>
          </w:p>
          <w:p w:rsidR="007F5ED7" w:rsidRDefault="007F5ED7" w:rsidP="007F5ED7">
            <w:pPr>
              <w:jc w:val="center"/>
              <w:rPr>
                <w:bCs/>
                <w:sz w:val="24"/>
                <w:szCs w:val="24"/>
              </w:rPr>
            </w:pPr>
          </w:p>
          <w:p w:rsidR="007F5ED7" w:rsidRPr="00930894" w:rsidRDefault="007F5ED7" w:rsidP="007F5ED7">
            <w:pPr>
              <w:jc w:val="center"/>
              <w:rPr>
                <w:sz w:val="24"/>
                <w:szCs w:val="24"/>
              </w:rPr>
            </w:pPr>
            <w:r w:rsidRPr="00930894">
              <w:rPr>
                <w:bCs/>
                <w:sz w:val="24"/>
                <w:szCs w:val="24"/>
              </w:rPr>
              <w:t>____________________/</w:t>
            </w:r>
            <w:r w:rsidRPr="00930894">
              <w:rPr>
                <w:sz w:val="24"/>
                <w:szCs w:val="24"/>
              </w:rPr>
              <w:t>_____________/</w:t>
            </w:r>
          </w:p>
          <w:p w:rsidR="007F5ED7" w:rsidRPr="00930894" w:rsidRDefault="007F5ED7" w:rsidP="007F5ED7">
            <w:pPr>
              <w:rPr>
                <w:b/>
                <w:sz w:val="24"/>
                <w:szCs w:val="24"/>
              </w:rPr>
            </w:pPr>
            <w:r w:rsidRPr="00930894">
              <w:rPr>
                <w:sz w:val="24"/>
                <w:szCs w:val="24"/>
              </w:rPr>
              <w:t>М.п.</w:t>
            </w:r>
          </w:p>
        </w:tc>
        <w:tc>
          <w:tcPr>
            <w:tcW w:w="4426" w:type="dxa"/>
            <w:shd w:val="clear" w:color="auto" w:fill="auto"/>
          </w:tcPr>
          <w:p w:rsidR="007F5ED7" w:rsidRDefault="007F5ED7" w:rsidP="007F5ED7">
            <w:pPr>
              <w:spacing w:before="120"/>
              <w:ind w:left="290"/>
              <w:rPr>
                <w:bCs/>
                <w:sz w:val="24"/>
                <w:szCs w:val="24"/>
              </w:rPr>
            </w:pPr>
            <w:r w:rsidRPr="00930894">
              <w:rPr>
                <w:b/>
                <w:bCs/>
                <w:sz w:val="24"/>
                <w:szCs w:val="24"/>
              </w:rPr>
              <w:t>По</w:t>
            </w:r>
            <w:r>
              <w:rPr>
                <w:b/>
                <w:bCs/>
                <w:sz w:val="24"/>
                <w:szCs w:val="24"/>
              </w:rPr>
              <w:t>купатель</w:t>
            </w:r>
            <w:r w:rsidRPr="00930894">
              <w:rPr>
                <w:b/>
                <w:bCs/>
                <w:sz w:val="24"/>
                <w:szCs w:val="24"/>
              </w:rPr>
              <w:t>:</w:t>
            </w:r>
          </w:p>
          <w:p w:rsidR="007F5ED7" w:rsidRDefault="007F5ED7" w:rsidP="007F5ED7">
            <w:pPr>
              <w:jc w:val="center"/>
              <w:rPr>
                <w:bCs/>
                <w:sz w:val="24"/>
                <w:szCs w:val="24"/>
              </w:rPr>
            </w:pPr>
          </w:p>
          <w:p w:rsidR="007F5ED7" w:rsidRPr="00930894" w:rsidRDefault="007F5ED7" w:rsidP="007F5ED7">
            <w:pPr>
              <w:jc w:val="center"/>
              <w:rPr>
                <w:sz w:val="24"/>
                <w:szCs w:val="24"/>
              </w:rPr>
            </w:pPr>
            <w:r w:rsidRPr="00930894">
              <w:rPr>
                <w:bCs/>
                <w:sz w:val="24"/>
                <w:szCs w:val="24"/>
              </w:rPr>
              <w:t>____________________/</w:t>
            </w:r>
            <w:r w:rsidRPr="00930894">
              <w:rPr>
                <w:sz w:val="24"/>
                <w:szCs w:val="24"/>
              </w:rPr>
              <w:t>_____________/</w:t>
            </w:r>
          </w:p>
          <w:p w:rsidR="007F5ED7" w:rsidRPr="00930894" w:rsidRDefault="007F5ED7" w:rsidP="007F5ED7">
            <w:pPr>
              <w:rPr>
                <w:b/>
                <w:sz w:val="24"/>
                <w:szCs w:val="24"/>
              </w:rPr>
            </w:pPr>
            <w:r w:rsidRPr="00930894">
              <w:rPr>
                <w:sz w:val="24"/>
                <w:szCs w:val="24"/>
              </w:rPr>
              <w:t>М.п.</w:t>
            </w:r>
          </w:p>
        </w:tc>
      </w:tr>
    </w:tbl>
    <w:p w:rsidR="00942D3A" w:rsidRPr="00942D3A" w:rsidRDefault="00942D3A" w:rsidP="00942D3A">
      <w:pPr>
        <w:jc w:val="both"/>
        <w:rPr>
          <w:sz w:val="24"/>
          <w:szCs w:val="24"/>
        </w:rPr>
      </w:pPr>
    </w:p>
    <w:p w:rsidR="00942D3A" w:rsidRPr="00942D3A" w:rsidRDefault="00942D3A" w:rsidP="00942D3A">
      <w:pPr>
        <w:jc w:val="both"/>
        <w:rPr>
          <w:sz w:val="24"/>
          <w:szCs w:val="24"/>
        </w:rPr>
      </w:pPr>
    </w:p>
    <w:p w:rsidR="00942D3A" w:rsidRPr="00942D3A" w:rsidRDefault="00942D3A" w:rsidP="00942D3A">
      <w:pPr>
        <w:jc w:val="both"/>
        <w:rPr>
          <w:sz w:val="24"/>
          <w:szCs w:val="24"/>
        </w:rPr>
      </w:pPr>
    </w:p>
    <w:p w:rsidR="00942D3A" w:rsidRPr="00942D3A" w:rsidRDefault="00942D3A" w:rsidP="00942D3A">
      <w:pPr>
        <w:jc w:val="both"/>
        <w:rPr>
          <w:sz w:val="24"/>
          <w:szCs w:val="24"/>
        </w:rPr>
      </w:pPr>
    </w:p>
    <w:p w:rsidR="00033210" w:rsidRDefault="00942D3A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                                   </w:t>
      </w:r>
    </w:p>
    <w:p w:rsidR="00033210" w:rsidRDefault="0003321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1E4A7C">
      <w:pPr>
        <w:autoSpaceDE w:val="0"/>
        <w:autoSpaceDN w:val="0"/>
        <w:adjustRightInd w:val="0"/>
        <w:rPr>
          <w:sz w:val="24"/>
          <w:szCs w:val="24"/>
        </w:rPr>
      </w:pPr>
    </w:p>
    <w:p w:rsidR="00B162B0" w:rsidRDefault="00B162B0" w:rsidP="007F327A">
      <w:pPr>
        <w:autoSpaceDE w:val="0"/>
        <w:autoSpaceDN w:val="0"/>
        <w:adjustRightInd w:val="0"/>
        <w:rPr>
          <w:sz w:val="24"/>
          <w:szCs w:val="24"/>
        </w:rPr>
      </w:pPr>
    </w:p>
    <w:p w:rsidR="00601E36" w:rsidRDefault="00601E36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930894" w:rsidRPr="00E17F17" w:rsidTr="00930894">
        <w:trPr>
          <w:trHeight w:val="1134"/>
        </w:trPr>
        <w:tc>
          <w:tcPr>
            <w:tcW w:w="6476" w:type="dxa"/>
            <w:shd w:val="clear" w:color="auto" w:fill="auto"/>
          </w:tcPr>
          <w:p w:rsidR="00930894" w:rsidRPr="00E17F17" w:rsidRDefault="00930894" w:rsidP="00930894">
            <w:pPr>
              <w:jc w:val="right"/>
              <w:rPr>
                <w:lang w:eastAsia="ar-SA"/>
              </w:rPr>
            </w:pPr>
            <w:r w:rsidRPr="00E17F17">
              <w:rPr>
                <w:lang w:eastAsia="ar-SA"/>
              </w:rPr>
              <w:lastRenderedPageBreak/>
              <w:t xml:space="preserve">Приложение № </w:t>
            </w:r>
            <w:r>
              <w:rPr>
                <w:lang w:eastAsia="ar-SA"/>
              </w:rPr>
              <w:t>1</w:t>
            </w:r>
          </w:p>
          <w:p w:rsidR="00930894" w:rsidRPr="00E17F17" w:rsidRDefault="00930894" w:rsidP="00930894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к д</w:t>
            </w:r>
            <w:r w:rsidRPr="00E17F17">
              <w:rPr>
                <w:lang w:eastAsia="ar-SA"/>
              </w:rPr>
              <w:t xml:space="preserve">оговору поставки  </w:t>
            </w:r>
          </w:p>
          <w:p w:rsidR="00930894" w:rsidRPr="00E17F17" w:rsidRDefault="00930894" w:rsidP="00930894">
            <w:pPr>
              <w:jc w:val="right"/>
              <w:rPr>
                <w:i/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</w:tc>
      </w:tr>
    </w:tbl>
    <w:p w:rsidR="00601E36" w:rsidRDefault="00601E36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94BCB" w:rsidRDefault="00942D3A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                                           </w:t>
      </w:r>
    </w:p>
    <w:p w:rsidR="00930894" w:rsidRPr="001324FF" w:rsidRDefault="00930894" w:rsidP="00930894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СПЕЦИФИКАЦИЯ</w:t>
      </w:r>
    </w:p>
    <w:p w:rsidR="00930894" w:rsidRPr="001324FF" w:rsidRDefault="00930894" w:rsidP="00930894">
      <w:pPr>
        <w:tabs>
          <w:tab w:val="left" w:pos="0"/>
        </w:tabs>
        <w:jc w:val="both"/>
        <w:rPr>
          <w:sz w:val="24"/>
          <w:szCs w:val="24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3"/>
        <w:gridCol w:w="1263"/>
        <w:gridCol w:w="1276"/>
        <w:gridCol w:w="992"/>
        <w:gridCol w:w="709"/>
        <w:gridCol w:w="1134"/>
        <w:gridCol w:w="851"/>
        <w:gridCol w:w="1134"/>
        <w:gridCol w:w="1559"/>
      </w:tblGrid>
      <w:tr w:rsidR="00930894" w:rsidRPr="001324FF" w:rsidTr="00930894">
        <w:trPr>
          <w:cantSplit/>
          <w:trHeight w:val="3399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-96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Наименование, тип марка, характеристика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Цена  за единицу (руб.) без НДС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Сумма без НДС (руб.)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425C9B" w:rsidP="00425C9B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Сумма НДС (___</w:t>
            </w:r>
            <w:r w:rsidR="00930894" w:rsidRPr="001324FF">
              <w:rPr>
                <w:bCs/>
                <w:color w:val="000000"/>
                <w:sz w:val="22"/>
                <w:szCs w:val="22"/>
              </w:rPr>
              <w:t xml:space="preserve"> %) 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Сумма с НДС (руб.)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930894" w:rsidRDefault="00930894" w:rsidP="00930894">
            <w:pPr>
              <w:ind w:left="113" w:right="113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930894">
              <w:rPr>
                <w:bCs/>
                <w:i/>
                <w:color w:val="000000"/>
                <w:sz w:val="22"/>
                <w:szCs w:val="22"/>
              </w:rPr>
              <w:t>Срок поставки с момента  получения заявки (календ. дни)</w:t>
            </w:r>
          </w:p>
        </w:tc>
      </w:tr>
      <w:tr w:rsidR="00930894" w:rsidRPr="001324FF" w:rsidTr="00930894">
        <w:trPr>
          <w:trHeight w:val="60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</w:tr>
      <w:tr w:rsidR="00930894" w:rsidRPr="001324FF" w:rsidTr="00930894">
        <w:trPr>
          <w:trHeight w:val="60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</w:tr>
      <w:tr w:rsidR="00930894" w:rsidRPr="001324FF" w:rsidTr="00930894">
        <w:trPr>
          <w:trHeight w:val="60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</w:tr>
      <w:tr w:rsidR="00930894" w:rsidRPr="001324FF" w:rsidTr="00930894">
        <w:trPr>
          <w:trHeight w:val="60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</w:tr>
      <w:tr w:rsidR="00930894" w:rsidRPr="001324FF" w:rsidTr="00930894">
        <w:trPr>
          <w:trHeight w:val="286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894" w:rsidRPr="001324FF" w:rsidRDefault="00930894" w:rsidP="00930894">
            <w:pPr>
              <w:ind w:right="-96"/>
              <w:rPr>
                <w:b/>
                <w:color w:val="000000"/>
                <w:sz w:val="24"/>
                <w:szCs w:val="24"/>
              </w:rPr>
            </w:pPr>
            <w:r w:rsidRPr="001324FF"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894" w:rsidRPr="001324FF" w:rsidRDefault="00930894" w:rsidP="00930894">
            <w:pPr>
              <w:rPr>
                <w:b/>
                <w:color w:val="000000"/>
                <w:sz w:val="24"/>
                <w:szCs w:val="24"/>
              </w:rPr>
            </w:pPr>
            <w:r w:rsidRPr="001324FF">
              <w:rPr>
                <w:b/>
                <w:color w:val="000000"/>
                <w:sz w:val="24"/>
                <w:szCs w:val="24"/>
              </w:rPr>
              <w:t xml:space="preserve"> ВСЕГО: 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894" w:rsidRPr="001324FF" w:rsidRDefault="00930894" w:rsidP="00930894">
            <w:pPr>
              <w:rPr>
                <w:b/>
                <w:color w:val="000000"/>
                <w:sz w:val="24"/>
                <w:szCs w:val="24"/>
              </w:rPr>
            </w:pPr>
            <w:r w:rsidRPr="001324FF">
              <w:rPr>
                <w:b/>
                <w:color w:val="000000"/>
                <w:sz w:val="24"/>
                <w:szCs w:val="24"/>
              </w:rPr>
              <w:t> </w:t>
            </w:r>
          </w:p>
        </w:tc>
      </w:tr>
    </w:tbl>
    <w:p w:rsidR="00930894" w:rsidRPr="001324FF" w:rsidRDefault="00930894" w:rsidP="00930894">
      <w:pPr>
        <w:tabs>
          <w:tab w:val="left" w:pos="0"/>
        </w:tabs>
        <w:rPr>
          <w:b/>
          <w:sz w:val="24"/>
          <w:szCs w:val="24"/>
        </w:rPr>
      </w:pPr>
    </w:p>
    <w:p w:rsidR="00930894" w:rsidRPr="001324FF" w:rsidRDefault="00930894" w:rsidP="00930894">
      <w:pPr>
        <w:tabs>
          <w:tab w:val="left" w:pos="0"/>
        </w:tabs>
        <w:rPr>
          <w:sz w:val="24"/>
          <w:szCs w:val="24"/>
        </w:rPr>
      </w:pPr>
    </w:p>
    <w:p w:rsidR="00930894" w:rsidRPr="0089017E" w:rsidRDefault="00930894" w:rsidP="0089017E">
      <w:pPr>
        <w:widowControl w:val="0"/>
        <w:tabs>
          <w:tab w:val="left" w:pos="0"/>
          <w:tab w:val="num" w:pos="1713"/>
        </w:tabs>
        <w:suppressAutoHyphens/>
        <w:spacing w:line="360" w:lineRule="auto"/>
        <w:ind w:firstLine="709"/>
        <w:jc w:val="both"/>
        <w:rPr>
          <w:bCs/>
          <w:sz w:val="24"/>
          <w:szCs w:val="24"/>
        </w:rPr>
      </w:pPr>
      <w:r w:rsidRPr="0089017E">
        <w:rPr>
          <w:sz w:val="24"/>
          <w:szCs w:val="24"/>
        </w:rPr>
        <w:t>1.</w:t>
      </w:r>
      <w:r w:rsidR="00EC1BA1" w:rsidRPr="0089017E">
        <w:rPr>
          <w:sz w:val="24"/>
          <w:szCs w:val="24"/>
        </w:rPr>
        <w:t xml:space="preserve"> </w:t>
      </w:r>
      <w:r w:rsidR="0089017E" w:rsidRPr="0089017E">
        <w:rPr>
          <w:bCs/>
          <w:sz w:val="24"/>
          <w:szCs w:val="24"/>
        </w:rPr>
        <w:t xml:space="preserve">Цена Договора составляет ______ (_____________________________) рублей Российской Федерации без НДС, кроме того сумма НДС, подлежащая уплате по данному Договору, определяется на дату реализации </w:t>
      </w:r>
      <w:r w:rsidR="0089017E">
        <w:rPr>
          <w:bCs/>
          <w:sz w:val="24"/>
          <w:szCs w:val="24"/>
        </w:rPr>
        <w:t>Товара</w:t>
      </w:r>
      <w:r w:rsidR="0089017E" w:rsidRPr="0089017E">
        <w:rPr>
          <w:bCs/>
          <w:sz w:val="24"/>
          <w:szCs w:val="24"/>
        </w:rPr>
        <w:t xml:space="preserve"> или партии </w:t>
      </w:r>
      <w:r w:rsidR="0089017E">
        <w:rPr>
          <w:bCs/>
          <w:sz w:val="24"/>
          <w:szCs w:val="24"/>
        </w:rPr>
        <w:t>Товара</w:t>
      </w:r>
      <w:r w:rsidR="0089017E" w:rsidRPr="0089017E">
        <w:rPr>
          <w:bCs/>
          <w:sz w:val="24"/>
          <w:szCs w:val="24"/>
        </w:rPr>
        <w:t xml:space="preserve"> по действующей ставк</w:t>
      </w:r>
      <w:r w:rsidR="0089017E">
        <w:rPr>
          <w:bCs/>
          <w:sz w:val="24"/>
          <w:szCs w:val="24"/>
        </w:rPr>
        <w:t>е</w:t>
      </w:r>
      <w:r w:rsidR="0089017E" w:rsidRPr="0089017E">
        <w:rPr>
          <w:bCs/>
          <w:sz w:val="24"/>
          <w:szCs w:val="24"/>
        </w:rPr>
        <w:t xml:space="preserve"> в соответствии с Налоговым кодексом Российской Федерации.</w:t>
      </w:r>
    </w:p>
    <w:p w:rsidR="00930894" w:rsidRPr="004078B9" w:rsidRDefault="004078B9" w:rsidP="00930894">
      <w:pPr>
        <w:pStyle w:val="ConsPlusNonformat"/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Базис поставки: с</w:t>
      </w:r>
      <w:r w:rsidR="00930894" w:rsidRPr="004078B9">
        <w:rPr>
          <w:rFonts w:ascii="Times New Roman" w:hAnsi="Times New Roman" w:cs="Times New Roman"/>
          <w:sz w:val="24"/>
          <w:szCs w:val="24"/>
        </w:rPr>
        <w:t>клад Покупателя (Грузополучателя), адреса указаны в Приложении № 3 к Договору.</w:t>
      </w:r>
    </w:p>
    <w:p w:rsidR="00930894" w:rsidRPr="004078B9" w:rsidRDefault="00930894" w:rsidP="00930894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8B9">
        <w:rPr>
          <w:rFonts w:ascii="Times New Roman" w:hAnsi="Times New Roman" w:cs="Times New Roman"/>
          <w:sz w:val="24"/>
          <w:szCs w:val="24"/>
        </w:rPr>
        <w:t xml:space="preserve">            3. Гарантийный срок на поставляемый Товар: ______</w:t>
      </w:r>
      <w:r w:rsidR="004078B9">
        <w:rPr>
          <w:rFonts w:ascii="Times New Roman" w:hAnsi="Times New Roman" w:cs="Times New Roman"/>
          <w:sz w:val="24"/>
          <w:szCs w:val="24"/>
        </w:rPr>
        <w:t xml:space="preserve"> (</w:t>
      </w:r>
      <w:r w:rsidRPr="004078B9">
        <w:rPr>
          <w:rFonts w:ascii="Times New Roman" w:hAnsi="Times New Roman" w:cs="Times New Roman"/>
          <w:sz w:val="24"/>
          <w:szCs w:val="24"/>
        </w:rPr>
        <w:t>____</w:t>
      </w:r>
      <w:r w:rsidR="004078B9">
        <w:rPr>
          <w:rFonts w:ascii="Times New Roman" w:hAnsi="Times New Roman" w:cs="Times New Roman"/>
          <w:sz w:val="24"/>
          <w:szCs w:val="24"/>
        </w:rPr>
        <w:t xml:space="preserve">_______) </w:t>
      </w:r>
      <w:r w:rsidRPr="004078B9">
        <w:rPr>
          <w:rFonts w:ascii="Times New Roman" w:hAnsi="Times New Roman" w:cs="Times New Roman"/>
          <w:sz w:val="24"/>
          <w:szCs w:val="24"/>
        </w:rPr>
        <w:t>месяца.</w:t>
      </w:r>
    </w:p>
    <w:p w:rsidR="00930894" w:rsidRDefault="00930894" w:rsidP="00930894">
      <w:pPr>
        <w:tabs>
          <w:tab w:val="left" w:pos="0"/>
        </w:tabs>
        <w:rPr>
          <w:sz w:val="24"/>
          <w:szCs w:val="24"/>
        </w:rPr>
      </w:pPr>
    </w:p>
    <w:p w:rsidR="00930894" w:rsidRPr="001324FF" w:rsidRDefault="00930894" w:rsidP="00930894">
      <w:pPr>
        <w:tabs>
          <w:tab w:val="left" w:pos="0"/>
        </w:tabs>
        <w:rPr>
          <w:sz w:val="24"/>
          <w:szCs w:val="24"/>
        </w:rPr>
      </w:pPr>
    </w:p>
    <w:p w:rsidR="00930894" w:rsidRPr="001324FF" w:rsidRDefault="00930894" w:rsidP="00930894">
      <w:pPr>
        <w:ind w:left="720"/>
        <w:jc w:val="center"/>
      </w:pPr>
      <w:r w:rsidRPr="001324FF">
        <w:rPr>
          <w:b/>
          <w:sz w:val="24"/>
          <w:szCs w:val="24"/>
        </w:rPr>
        <w:t>ПОДПИСИ СТОРОН</w:t>
      </w:r>
    </w:p>
    <w:p w:rsidR="00930894" w:rsidRPr="001324FF" w:rsidRDefault="00930894" w:rsidP="00930894">
      <w:pPr>
        <w:tabs>
          <w:tab w:val="left" w:pos="0"/>
        </w:tabs>
        <w:jc w:val="center"/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4753"/>
        <w:gridCol w:w="4426"/>
      </w:tblGrid>
      <w:tr w:rsidR="00930894" w:rsidRPr="00930894" w:rsidTr="00930894">
        <w:tc>
          <w:tcPr>
            <w:tcW w:w="4753" w:type="dxa"/>
            <w:shd w:val="clear" w:color="auto" w:fill="auto"/>
          </w:tcPr>
          <w:p w:rsidR="00930894" w:rsidRPr="00930894" w:rsidRDefault="00930894" w:rsidP="00930894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930894">
              <w:rPr>
                <w:b/>
                <w:bCs/>
                <w:sz w:val="24"/>
                <w:szCs w:val="24"/>
              </w:rPr>
              <w:t>По</w:t>
            </w:r>
            <w:r w:rsidR="007F327A">
              <w:rPr>
                <w:b/>
                <w:bCs/>
                <w:sz w:val="24"/>
                <w:szCs w:val="24"/>
              </w:rPr>
              <w:t>ставщик</w:t>
            </w:r>
            <w:r w:rsidRPr="00930894">
              <w:rPr>
                <w:b/>
                <w:bCs/>
                <w:sz w:val="24"/>
                <w:szCs w:val="24"/>
              </w:rPr>
              <w:t xml:space="preserve">:                                        </w:t>
            </w:r>
          </w:p>
          <w:p w:rsidR="00930894" w:rsidRDefault="00930894" w:rsidP="00930894">
            <w:pPr>
              <w:jc w:val="center"/>
              <w:rPr>
                <w:bCs/>
                <w:sz w:val="24"/>
                <w:szCs w:val="24"/>
              </w:rPr>
            </w:pPr>
          </w:p>
          <w:p w:rsidR="00930894" w:rsidRPr="00930894" w:rsidRDefault="00930894" w:rsidP="00930894">
            <w:pPr>
              <w:jc w:val="center"/>
              <w:rPr>
                <w:sz w:val="24"/>
                <w:szCs w:val="24"/>
              </w:rPr>
            </w:pPr>
            <w:r w:rsidRPr="00930894">
              <w:rPr>
                <w:bCs/>
                <w:sz w:val="24"/>
                <w:szCs w:val="24"/>
              </w:rPr>
              <w:t>____________________/</w:t>
            </w:r>
            <w:r w:rsidRPr="00930894">
              <w:rPr>
                <w:sz w:val="24"/>
                <w:szCs w:val="24"/>
              </w:rPr>
              <w:t>_____________/</w:t>
            </w:r>
          </w:p>
          <w:p w:rsidR="00930894" w:rsidRPr="00930894" w:rsidRDefault="00930894" w:rsidP="007F5ED7">
            <w:pPr>
              <w:rPr>
                <w:b/>
                <w:sz w:val="24"/>
                <w:szCs w:val="24"/>
              </w:rPr>
            </w:pPr>
            <w:r w:rsidRPr="00930894">
              <w:rPr>
                <w:sz w:val="24"/>
                <w:szCs w:val="24"/>
              </w:rPr>
              <w:t>М.п.</w:t>
            </w:r>
          </w:p>
        </w:tc>
        <w:tc>
          <w:tcPr>
            <w:tcW w:w="4426" w:type="dxa"/>
            <w:shd w:val="clear" w:color="auto" w:fill="auto"/>
          </w:tcPr>
          <w:p w:rsidR="00930894" w:rsidRDefault="00930894" w:rsidP="00930894">
            <w:pPr>
              <w:spacing w:before="120"/>
              <w:ind w:left="290"/>
              <w:rPr>
                <w:bCs/>
                <w:sz w:val="24"/>
                <w:szCs w:val="24"/>
              </w:rPr>
            </w:pPr>
            <w:r w:rsidRPr="00930894">
              <w:rPr>
                <w:b/>
                <w:bCs/>
                <w:sz w:val="24"/>
                <w:szCs w:val="24"/>
              </w:rPr>
              <w:t>По</w:t>
            </w:r>
            <w:r w:rsidR="007F327A">
              <w:rPr>
                <w:b/>
                <w:bCs/>
                <w:sz w:val="24"/>
                <w:szCs w:val="24"/>
              </w:rPr>
              <w:t>купатель</w:t>
            </w:r>
            <w:r w:rsidRPr="00930894">
              <w:rPr>
                <w:b/>
                <w:bCs/>
                <w:sz w:val="24"/>
                <w:szCs w:val="24"/>
              </w:rPr>
              <w:t>:</w:t>
            </w:r>
          </w:p>
          <w:p w:rsidR="00930894" w:rsidRDefault="00930894" w:rsidP="00930894">
            <w:pPr>
              <w:jc w:val="center"/>
              <w:rPr>
                <w:bCs/>
                <w:sz w:val="24"/>
                <w:szCs w:val="24"/>
              </w:rPr>
            </w:pPr>
          </w:p>
          <w:p w:rsidR="00930894" w:rsidRPr="00930894" w:rsidRDefault="00930894" w:rsidP="00930894">
            <w:pPr>
              <w:jc w:val="center"/>
              <w:rPr>
                <w:sz w:val="24"/>
                <w:szCs w:val="24"/>
              </w:rPr>
            </w:pPr>
            <w:r w:rsidRPr="00930894">
              <w:rPr>
                <w:bCs/>
                <w:sz w:val="24"/>
                <w:szCs w:val="24"/>
              </w:rPr>
              <w:t>____________________/</w:t>
            </w:r>
            <w:r w:rsidRPr="00930894">
              <w:rPr>
                <w:sz w:val="24"/>
                <w:szCs w:val="24"/>
              </w:rPr>
              <w:t>_____________/</w:t>
            </w:r>
          </w:p>
          <w:p w:rsidR="00930894" w:rsidRPr="00930894" w:rsidRDefault="00930894" w:rsidP="007F5ED7">
            <w:pPr>
              <w:rPr>
                <w:b/>
                <w:sz w:val="24"/>
                <w:szCs w:val="24"/>
              </w:rPr>
            </w:pPr>
            <w:r w:rsidRPr="00930894">
              <w:rPr>
                <w:sz w:val="24"/>
                <w:szCs w:val="24"/>
              </w:rPr>
              <w:t>М.п.</w:t>
            </w:r>
          </w:p>
        </w:tc>
      </w:tr>
    </w:tbl>
    <w:p w:rsidR="00394BCB" w:rsidRDefault="00394BCB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42D3A" w:rsidRPr="00942D3A" w:rsidRDefault="00942D3A" w:rsidP="00942D3A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942D3A" w:rsidRDefault="00942D3A" w:rsidP="00942D3A">
      <w:pPr>
        <w:jc w:val="both"/>
        <w:rPr>
          <w:color w:val="FF0000"/>
          <w:sz w:val="24"/>
          <w:szCs w:val="24"/>
        </w:rPr>
      </w:pPr>
    </w:p>
    <w:p w:rsidR="00930894" w:rsidRDefault="00930894" w:rsidP="00942D3A">
      <w:pPr>
        <w:jc w:val="both"/>
        <w:rPr>
          <w:color w:val="FF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601E36" w:rsidRPr="001324FF" w:rsidTr="00DA34E0">
        <w:tc>
          <w:tcPr>
            <w:tcW w:w="5778" w:type="dxa"/>
            <w:shd w:val="clear" w:color="auto" w:fill="auto"/>
          </w:tcPr>
          <w:p w:rsidR="00601E36" w:rsidRPr="001324FF" w:rsidRDefault="00601E36" w:rsidP="00DA34E0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3793" w:type="dxa"/>
            <w:shd w:val="clear" w:color="auto" w:fill="auto"/>
          </w:tcPr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Приложение № </w:t>
            </w:r>
            <w:r>
              <w:rPr>
                <w:lang w:eastAsia="ar-SA"/>
              </w:rPr>
              <w:t>2</w:t>
            </w:r>
          </w:p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к д</w:t>
            </w:r>
            <w:r w:rsidRPr="00E17F17">
              <w:rPr>
                <w:lang w:eastAsia="ar-SA"/>
              </w:rPr>
              <w:t xml:space="preserve">оговору поставки  </w:t>
            </w:r>
          </w:p>
          <w:p w:rsidR="00601E36" w:rsidRPr="00E17F17" w:rsidRDefault="00601E36" w:rsidP="00601E36">
            <w:pPr>
              <w:jc w:val="right"/>
              <w:rPr>
                <w:i/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</w:tc>
      </w:tr>
    </w:tbl>
    <w:p w:rsidR="0040050C" w:rsidRPr="001324FF" w:rsidRDefault="0040050C" w:rsidP="0040050C">
      <w:pPr>
        <w:ind w:firstLine="426"/>
        <w:jc w:val="center"/>
        <w:rPr>
          <w:sz w:val="22"/>
          <w:szCs w:val="22"/>
        </w:rPr>
      </w:pPr>
    </w:p>
    <w:p w:rsidR="00F562F8" w:rsidRDefault="00F562F8" w:rsidP="0040050C">
      <w:pPr>
        <w:ind w:firstLine="426"/>
        <w:jc w:val="center"/>
        <w:rPr>
          <w:sz w:val="24"/>
          <w:szCs w:val="24"/>
        </w:rPr>
      </w:pPr>
    </w:p>
    <w:p w:rsidR="0040050C" w:rsidRPr="001324FF" w:rsidRDefault="0040050C" w:rsidP="0040050C">
      <w:pPr>
        <w:ind w:firstLine="426"/>
        <w:jc w:val="center"/>
        <w:rPr>
          <w:b/>
          <w:sz w:val="24"/>
          <w:szCs w:val="24"/>
        </w:rPr>
      </w:pPr>
      <w:r w:rsidRPr="001324FF">
        <w:rPr>
          <w:sz w:val="24"/>
          <w:szCs w:val="24"/>
        </w:rPr>
        <w:t>ФОРМА</w:t>
      </w:r>
    </w:p>
    <w:p w:rsidR="0040050C" w:rsidRPr="001324FF" w:rsidRDefault="0040050C" w:rsidP="0040050C">
      <w:pPr>
        <w:ind w:firstLine="426"/>
        <w:jc w:val="center"/>
        <w:rPr>
          <w:b/>
          <w:sz w:val="24"/>
          <w:szCs w:val="24"/>
        </w:rPr>
      </w:pPr>
    </w:p>
    <w:p w:rsidR="0040050C" w:rsidRPr="001324FF" w:rsidRDefault="00EC1BA1" w:rsidP="0040050C">
      <w:pPr>
        <w:ind w:firstLine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Заявка Покупателя </w:t>
      </w:r>
    </w:p>
    <w:p w:rsidR="0040050C" w:rsidRPr="001324FF" w:rsidRDefault="0040050C" w:rsidP="0040050C">
      <w:pPr>
        <w:ind w:firstLine="426"/>
        <w:jc w:val="center"/>
        <w:rPr>
          <w:b/>
          <w:sz w:val="24"/>
          <w:szCs w:val="24"/>
        </w:rPr>
      </w:pPr>
    </w:p>
    <w:p w:rsidR="0040050C" w:rsidRPr="001324FF" w:rsidRDefault="0040050C" w:rsidP="0040050C">
      <w:pPr>
        <w:tabs>
          <w:tab w:val="left" w:pos="0"/>
        </w:tabs>
        <w:jc w:val="both"/>
        <w:rPr>
          <w:sz w:val="24"/>
          <w:szCs w:val="24"/>
        </w:rPr>
      </w:pPr>
      <w:r w:rsidRPr="001324FF">
        <w:rPr>
          <w:sz w:val="24"/>
          <w:szCs w:val="24"/>
        </w:rPr>
        <w:t>г. Москва                                                                                                   «____»__________20</w:t>
      </w:r>
      <w:r w:rsidR="00EC1BA1">
        <w:rPr>
          <w:sz w:val="24"/>
          <w:szCs w:val="24"/>
        </w:rPr>
        <w:t>1</w:t>
      </w:r>
      <w:r w:rsidRPr="001324FF">
        <w:rPr>
          <w:sz w:val="24"/>
          <w:szCs w:val="24"/>
        </w:rPr>
        <w:t xml:space="preserve">__г.    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spacing w:before="420"/>
        <w:ind w:firstLine="567"/>
        <w:jc w:val="both"/>
        <w:rPr>
          <w:sz w:val="24"/>
          <w:szCs w:val="24"/>
        </w:rPr>
      </w:pPr>
      <w:r w:rsidRPr="001324FF">
        <w:rPr>
          <w:sz w:val="24"/>
          <w:szCs w:val="24"/>
        </w:rPr>
        <w:t>По настоящей Заявке Поставщик обязуется передать Покупателю Товар для нужд:         _______________</w:t>
      </w:r>
      <w:r w:rsidR="00701868">
        <w:rPr>
          <w:sz w:val="24"/>
          <w:szCs w:val="24"/>
        </w:rPr>
        <w:t>_________</w:t>
      </w:r>
      <w:r w:rsidRPr="001324FF">
        <w:rPr>
          <w:sz w:val="24"/>
          <w:szCs w:val="24"/>
        </w:rPr>
        <w:t xml:space="preserve"> в порядке и на условиях, предусмотренных в настоящей Заявке.                  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</w:p>
    <w:tbl>
      <w:tblPr>
        <w:tblW w:w="9414" w:type="dxa"/>
        <w:tblInd w:w="235" w:type="dxa"/>
        <w:tblLayout w:type="fixed"/>
        <w:tblLook w:val="0000" w:firstRow="0" w:lastRow="0" w:firstColumn="0" w:lastColumn="0" w:noHBand="0" w:noVBand="0"/>
      </w:tblPr>
      <w:tblGrid>
        <w:gridCol w:w="866"/>
        <w:gridCol w:w="992"/>
        <w:gridCol w:w="992"/>
        <w:gridCol w:w="992"/>
        <w:gridCol w:w="851"/>
        <w:gridCol w:w="1276"/>
        <w:gridCol w:w="992"/>
        <w:gridCol w:w="992"/>
        <w:gridCol w:w="1461"/>
      </w:tblGrid>
      <w:tr w:rsidR="0040050C" w:rsidRPr="001324FF" w:rsidTr="00DA34E0">
        <w:trPr>
          <w:cantSplit/>
          <w:trHeight w:val="285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ind w:left="113" w:right="113"/>
              <w:jc w:val="center"/>
              <w:rPr>
                <w:sz w:val="24"/>
                <w:szCs w:val="24"/>
              </w:rPr>
            </w:pP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Поз.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Наименование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Товара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Цена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Количество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(____)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Ед. измерения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(____)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Сумма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без НДС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Сумма</w:t>
            </w:r>
          </w:p>
          <w:p w:rsidR="0040050C" w:rsidRPr="001324FF" w:rsidRDefault="00C80E88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НДС </w:t>
            </w:r>
            <w:r w:rsidRPr="001324FF">
              <w:rPr>
                <w:sz w:val="24"/>
                <w:szCs w:val="24"/>
              </w:rPr>
              <w:t>(</w:t>
            </w:r>
            <w:r w:rsidRPr="00CE58E0">
              <w:rPr>
                <w:sz w:val="24"/>
                <w:szCs w:val="24"/>
                <w:u w:val="single"/>
              </w:rPr>
              <w:t xml:space="preserve">      </w:t>
            </w:r>
            <w:r>
              <w:rPr>
                <w:sz w:val="24"/>
                <w:szCs w:val="24"/>
              </w:rPr>
              <w:t xml:space="preserve"> </w:t>
            </w:r>
            <w:r w:rsidRPr="001324FF">
              <w:rPr>
                <w:sz w:val="24"/>
                <w:szCs w:val="24"/>
              </w:rPr>
              <w:t>%)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Сумма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 НДС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(руб.)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Срок поставки с момента получения Заявки (календ. дни)</w:t>
            </w:r>
          </w:p>
        </w:tc>
      </w:tr>
      <w:tr w:rsidR="0040050C" w:rsidRPr="001324FF" w:rsidTr="00DA34E0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jc w:val="both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0050C" w:rsidRPr="001324FF" w:rsidTr="00DA34E0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jc w:val="both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0050C" w:rsidRPr="001324FF" w:rsidTr="00DA34E0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jc w:val="both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0050C" w:rsidRPr="001324FF" w:rsidTr="00DA34E0">
        <w:tc>
          <w:tcPr>
            <w:tcW w:w="1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jc w:val="both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ВСЕГО:</w:t>
            </w:r>
          </w:p>
        </w:tc>
        <w:tc>
          <w:tcPr>
            <w:tcW w:w="75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  <w:r w:rsidRPr="001324FF">
        <w:rPr>
          <w:sz w:val="24"/>
          <w:szCs w:val="24"/>
        </w:rPr>
        <w:t xml:space="preserve">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ind w:firstLine="567"/>
        <w:jc w:val="both"/>
        <w:rPr>
          <w:bCs/>
          <w:sz w:val="24"/>
          <w:szCs w:val="24"/>
        </w:rPr>
      </w:pPr>
      <w:r w:rsidRPr="001324FF">
        <w:rPr>
          <w:sz w:val="24"/>
          <w:szCs w:val="24"/>
        </w:rPr>
        <w:t xml:space="preserve">1. </w:t>
      </w:r>
      <w:r w:rsidRPr="001324FF">
        <w:rPr>
          <w:bCs/>
          <w:sz w:val="24"/>
          <w:szCs w:val="24"/>
        </w:rPr>
        <w:t xml:space="preserve">Базис поставки: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ind w:firstLine="567"/>
        <w:jc w:val="both"/>
        <w:rPr>
          <w:b/>
          <w:bCs/>
          <w:iCs/>
          <w:sz w:val="24"/>
          <w:szCs w:val="24"/>
        </w:rPr>
      </w:pPr>
      <w:r w:rsidRPr="001324FF">
        <w:rPr>
          <w:bCs/>
          <w:sz w:val="24"/>
          <w:szCs w:val="24"/>
        </w:rPr>
        <w:t>Склад Покупателя</w:t>
      </w:r>
      <w:r w:rsidR="00DA34E0">
        <w:rPr>
          <w:bCs/>
          <w:sz w:val="24"/>
          <w:szCs w:val="24"/>
        </w:rPr>
        <w:t xml:space="preserve"> (Грузополучателя)</w:t>
      </w:r>
      <w:r w:rsidRPr="001324FF">
        <w:rPr>
          <w:bCs/>
          <w:sz w:val="24"/>
          <w:szCs w:val="24"/>
        </w:rPr>
        <w:t>: __________________, расположенный по адресу: ________________________</w:t>
      </w:r>
      <w:r w:rsidR="00DA34E0">
        <w:rPr>
          <w:bCs/>
          <w:sz w:val="24"/>
          <w:szCs w:val="24"/>
        </w:rPr>
        <w:t>___________________________________________________________</w:t>
      </w:r>
      <w:r w:rsidRPr="001324FF">
        <w:rPr>
          <w:bCs/>
          <w:sz w:val="24"/>
          <w:szCs w:val="24"/>
        </w:rPr>
        <w:t>.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bCs/>
          <w:iCs/>
          <w:sz w:val="24"/>
          <w:szCs w:val="24"/>
        </w:rPr>
      </w:pPr>
      <w:r w:rsidRPr="001324FF">
        <w:rPr>
          <w:b/>
          <w:bCs/>
          <w:iCs/>
          <w:sz w:val="24"/>
          <w:szCs w:val="24"/>
        </w:rPr>
        <w:t xml:space="preserve">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  <w:r w:rsidRPr="001324FF">
        <w:rPr>
          <w:bCs/>
          <w:iCs/>
          <w:sz w:val="24"/>
          <w:szCs w:val="24"/>
        </w:rPr>
        <w:t xml:space="preserve">         2. </w:t>
      </w:r>
      <w:r w:rsidRPr="001324FF">
        <w:rPr>
          <w:sz w:val="24"/>
          <w:szCs w:val="24"/>
        </w:rPr>
        <w:t>Срок поставки Товара – «_____» __________20_____г.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ind w:left="567"/>
        <w:jc w:val="both"/>
        <w:rPr>
          <w:sz w:val="24"/>
          <w:szCs w:val="24"/>
        </w:rPr>
      </w:pPr>
    </w:p>
    <w:p w:rsidR="0040050C" w:rsidRPr="001324FF" w:rsidRDefault="0040050C" w:rsidP="0040050C">
      <w:pPr>
        <w:widowControl w:val="0"/>
        <w:numPr>
          <w:ilvl w:val="0"/>
          <w:numId w:val="7"/>
        </w:numPr>
        <w:tabs>
          <w:tab w:val="left" w:pos="90"/>
        </w:tabs>
        <w:suppressAutoHyphens/>
        <w:autoSpaceDE w:val="0"/>
        <w:jc w:val="both"/>
        <w:rPr>
          <w:sz w:val="24"/>
          <w:szCs w:val="24"/>
          <w:u w:val="single"/>
        </w:rPr>
      </w:pPr>
      <w:r w:rsidRPr="001324FF">
        <w:rPr>
          <w:sz w:val="24"/>
          <w:szCs w:val="24"/>
        </w:rPr>
        <w:t>Гарантийный срок на поставляемый Товар: ______________________.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ind w:firstLine="567"/>
        <w:jc w:val="both"/>
        <w:rPr>
          <w:sz w:val="24"/>
          <w:szCs w:val="24"/>
        </w:rPr>
      </w:pPr>
      <w:r w:rsidRPr="001324FF">
        <w:rPr>
          <w:sz w:val="24"/>
          <w:szCs w:val="24"/>
          <w:u w:val="single"/>
        </w:rPr>
        <w:t xml:space="preserve">      </w:t>
      </w:r>
    </w:p>
    <w:p w:rsidR="0040050C" w:rsidRPr="001324FF" w:rsidRDefault="0040050C" w:rsidP="0040050C">
      <w:pPr>
        <w:tabs>
          <w:tab w:val="left" w:pos="0"/>
        </w:tabs>
      </w:pPr>
    </w:p>
    <w:p w:rsidR="0040050C" w:rsidRPr="001324FF" w:rsidRDefault="0040050C" w:rsidP="0040050C">
      <w:pPr>
        <w:tabs>
          <w:tab w:val="left" w:pos="0"/>
        </w:tabs>
      </w:pPr>
    </w:p>
    <w:p w:rsidR="0040050C" w:rsidRPr="001324FF" w:rsidRDefault="007F327A" w:rsidP="0040050C">
      <w:pPr>
        <w:ind w:left="720"/>
        <w:jc w:val="center"/>
      </w:pPr>
      <w:r>
        <w:rPr>
          <w:b/>
          <w:sz w:val="24"/>
          <w:szCs w:val="24"/>
        </w:rPr>
        <w:t>Форма согласована</w:t>
      </w:r>
    </w:p>
    <w:p w:rsidR="0040050C" w:rsidRPr="001324FF" w:rsidRDefault="0040050C" w:rsidP="0040050C">
      <w:pPr>
        <w:tabs>
          <w:tab w:val="left" w:pos="0"/>
        </w:tabs>
      </w:pPr>
    </w:p>
    <w:p w:rsidR="0040050C" w:rsidRPr="001324FF" w:rsidRDefault="0040050C" w:rsidP="0040050C">
      <w:pPr>
        <w:tabs>
          <w:tab w:val="left" w:pos="0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3"/>
        <w:gridCol w:w="4426"/>
      </w:tblGrid>
      <w:tr w:rsidR="0040050C" w:rsidRPr="001324FF" w:rsidTr="00DA34E0">
        <w:tc>
          <w:tcPr>
            <w:tcW w:w="4753" w:type="dxa"/>
            <w:shd w:val="clear" w:color="auto" w:fill="auto"/>
          </w:tcPr>
          <w:p w:rsidR="0040050C" w:rsidRPr="001324FF" w:rsidRDefault="0040050C" w:rsidP="00DA34E0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Поставщик:</w:t>
            </w:r>
          </w:p>
          <w:p w:rsidR="0040050C" w:rsidRPr="001324FF" w:rsidRDefault="0040050C" w:rsidP="00DA34E0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40050C" w:rsidRPr="001324FF" w:rsidRDefault="0040050C" w:rsidP="00DA34E0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40050C" w:rsidRPr="001324FF" w:rsidRDefault="0040050C" w:rsidP="007F5ED7">
            <w:pPr>
              <w:rPr>
                <w:b/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М.п.</w:t>
            </w:r>
          </w:p>
        </w:tc>
        <w:tc>
          <w:tcPr>
            <w:tcW w:w="4426" w:type="dxa"/>
            <w:shd w:val="clear" w:color="auto" w:fill="auto"/>
          </w:tcPr>
          <w:p w:rsidR="0040050C" w:rsidRPr="001324FF" w:rsidRDefault="0040050C" w:rsidP="00DA34E0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Покупатель:</w:t>
            </w:r>
          </w:p>
          <w:p w:rsidR="0040050C" w:rsidRPr="001324FF" w:rsidRDefault="0040050C" w:rsidP="00DA34E0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40050C" w:rsidRPr="001324FF" w:rsidRDefault="0040050C" w:rsidP="00DA34E0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40050C" w:rsidRPr="001324FF" w:rsidRDefault="0040050C" w:rsidP="007F5ED7">
            <w:pPr>
              <w:rPr>
                <w:b/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М.п.</w:t>
            </w:r>
          </w:p>
        </w:tc>
      </w:tr>
    </w:tbl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9D7FA9" w:rsidRDefault="009D7FA9" w:rsidP="009D7FA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9D7FA9" w:rsidRPr="009D7FA9" w:rsidTr="00E13804">
        <w:tc>
          <w:tcPr>
            <w:tcW w:w="5778" w:type="dxa"/>
            <w:shd w:val="clear" w:color="auto" w:fill="auto"/>
          </w:tcPr>
          <w:p w:rsidR="009D7FA9" w:rsidRPr="001E4A7C" w:rsidRDefault="009D7FA9" w:rsidP="001E4A7C">
            <w:pPr>
              <w:jc w:val="right"/>
              <w:rPr>
                <w:lang w:eastAsia="ar-SA"/>
              </w:rPr>
            </w:pPr>
          </w:p>
        </w:tc>
        <w:tc>
          <w:tcPr>
            <w:tcW w:w="3793" w:type="dxa"/>
            <w:shd w:val="clear" w:color="auto" w:fill="auto"/>
          </w:tcPr>
          <w:p w:rsidR="009D7FA9" w:rsidRPr="001E4A7C" w:rsidRDefault="009D7FA9" w:rsidP="001E4A7C">
            <w:pPr>
              <w:jc w:val="right"/>
              <w:rPr>
                <w:lang w:eastAsia="ar-SA"/>
              </w:rPr>
            </w:pPr>
          </w:p>
          <w:p w:rsidR="001E4A7C" w:rsidRDefault="009D7FA9" w:rsidP="001E4A7C">
            <w:pPr>
              <w:jc w:val="right"/>
              <w:rPr>
                <w:lang w:eastAsia="ar-SA"/>
              </w:rPr>
            </w:pPr>
            <w:r w:rsidRPr="001E4A7C">
              <w:rPr>
                <w:lang w:eastAsia="ar-SA"/>
              </w:rPr>
              <w:t xml:space="preserve">Приложение № 3                                          к договору поставки </w:t>
            </w:r>
          </w:p>
          <w:p w:rsidR="009D7FA9" w:rsidRPr="001E4A7C" w:rsidRDefault="001E4A7C" w:rsidP="001E4A7C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</w:tc>
      </w:tr>
    </w:tbl>
    <w:p w:rsidR="009D7FA9" w:rsidRPr="001E4A7C" w:rsidRDefault="009D7FA9" w:rsidP="001E4A7C">
      <w:pPr>
        <w:jc w:val="right"/>
        <w:rPr>
          <w:lang w:eastAsia="ar-SA"/>
        </w:rPr>
      </w:pPr>
    </w:p>
    <w:p w:rsidR="009D7FA9" w:rsidRPr="009D7FA9" w:rsidRDefault="009D7FA9" w:rsidP="009D7FA9">
      <w:pPr>
        <w:suppressAutoHyphens/>
        <w:ind w:firstLine="426"/>
        <w:jc w:val="center"/>
        <w:rPr>
          <w:b/>
          <w:i/>
          <w:sz w:val="24"/>
          <w:szCs w:val="24"/>
          <w:lang w:eastAsia="ar-SA"/>
        </w:rPr>
      </w:pPr>
    </w:p>
    <w:p w:rsidR="009D7FA9" w:rsidRPr="009D7FA9" w:rsidRDefault="009D7FA9" w:rsidP="009D7FA9">
      <w:pPr>
        <w:suppressAutoHyphens/>
        <w:ind w:firstLine="426"/>
        <w:jc w:val="center"/>
        <w:rPr>
          <w:b/>
          <w:i/>
          <w:sz w:val="24"/>
          <w:szCs w:val="24"/>
          <w:lang w:eastAsia="ar-SA"/>
        </w:rPr>
      </w:pPr>
    </w:p>
    <w:p w:rsidR="009D7FA9" w:rsidRPr="009D7FA9" w:rsidRDefault="009D7FA9" w:rsidP="009D7FA9">
      <w:pPr>
        <w:suppressAutoHyphens/>
        <w:ind w:firstLine="426"/>
        <w:jc w:val="center"/>
        <w:rPr>
          <w:b/>
          <w:sz w:val="24"/>
          <w:szCs w:val="24"/>
          <w:lang w:eastAsia="ar-SA"/>
        </w:rPr>
      </w:pPr>
      <w:r w:rsidRPr="009D7FA9">
        <w:rPr>
          <w:b/>
          <w:sz w:val="24"/>
          <w:szCs w:val="24"/>
          <w:lang w:eastAsia="ar-SA"/>
        </w:rPr>
        <w:t>Отгрузочные реквизиты</w:t>
      </w:r>
    </w:p>
    <w:p w:rsidR="009D7FA9" w:rsidRPr="009D7FA9" w:rsidRDefault="009D7FA9" w:rsidP="009D7FA9">
      <w:pPr>
        <w:suppressAutoHyphens/>
        <w:ind w:firstLine="426"/>
        <w:jc w:val="center"/>
        <w:rPr>
          <w:b/>
          <w:i/>
          <w:sz w:val="24"/>
          <w:szCs w:val="24"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sz w:val="24"/>
          <w:szCs w:val="24"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sz w:val="24"/>
          <w:szCs w:val="24"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sz w:val="24"/>
          <w:szCs w:val="24"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suppressAutoHyphens/>
        <w:ind w:left="720"/>
        <w:jc w:val="center"/>
        <w:rPr>
          <w:b/>
          <w:sz w:val="24"/>
          <w:szCs w:val="24"/>
          <w:lang w:eastAsia="ar-SA"/>
        </w:rPr>
      </w:pPr>
      <w:r w:rsidRPr="009D7FA9">
        <w:rPr>
          <w:b/>
          <w:sz w:val="24"/>
          <w:szCs w:val="24"/>
          <w:lang w:eastAsia="ar-SA"/>
        </w:rPr>
        <w:t>ПОДПИСИ СТОРОН</w:t>
      </w:r>
    </w:p>
    <w:p w:rsidR="009D7FA9" w:rsidRPr="009D7FA9" w:rsidRDefault="009D7FA9" w:rsidP="009D7FA9">
      <w:pPr>
        <w:suppressAutoHyphens/>
        <w:ind w:left="720"/>
        <w:rPr>
          <w:b/>
          <w:i/>
          <w:sz w:val="24"/>
          <w:szCs w:val="24"/>
          <w:lang w:eastAsia="ar-SA"/>
        </w:rPr>
      </w:pPr>
    </w:p>
    <w:p w:rsidR="009D7FA9" w:rsidRPr="009D7FA9" w:rsidRDefault="009D7FA9" w:rsidP="009D7FA9">
      <w:pPr>
        <w:suppressAutoHyphens/>
        <w:ind w:left="720"/>
        <w:rPr>
          <w:b/>
          <w:i/>
          <w:sz w:val="24"/>
          <w:szCs w:val="24"/>
          <w:lang w:eastAsia="ar-SA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4753"/>
        <w:gridCol w:w="4426"/>
      </w:tblGrid>
      <w:tr w:rsidR="009D7FA9" w:rsidRPr="009D7FA9" w:rsidTr="00E13804">
        <w:tc>
          <w:tcPr>
            <w:tcW w:w="4753" w:type="dxa"/>
            <w:shd w:val="clear" w:color="auto" w:fill="auto"/>
          </w:tcPr>
          <w:p w:rsidR="009D7FA9" w:rsidRPr="009D7FA9" w:rsidRDefault="009D7FA9" w:rsidP="009D7FA9">
            <w:pPr>
              <w:suppressAutoHyphens/>
              <w:spacing w:before="120"/>
              <w:ind w:left="290"/>
              <w:rPr>
                <w:b/>
                <w:bCs/>
                <w:sz w:val="24"/>
                <w:szCs w:val="24"/>
                <w:lang w:eastAsia="ar-SA"/>
              </w:rPr>
            </w:pPr>
            <w:r w:rsidRPr="009D7FA9">
              <w:rPr>
                <w:b/>
                <w:bCs/>
                <w:sz w:val="24"/>
                <w:szCs w:val="24"/>
                <w:lang w:eastAsia="ar-SA"/>
              </w:rPr>
              <w:t>Поставщик:</w:t>
            </w:r>
          </w:p>
          <w:p w:rsidR="009D7FA9" w:rsidRPr="009D7FA9" w:rsidRDefault="009D7FA9" w:rsidP="009D7FA9">
            <w:pPr>
              <w:suppressAutoHyphens/>
              <w:spacing w:before="120"/>
              <w:ind w:left="290"/>
              <w:rPr>
                <w:b/>
                <w:bCs/>
                <w:sz w:val="24"/>
                <w:szCs w:val="24"/>
                <w:lang w:eastAsia="ar-SA"/>
              </w:rPr>
            </w:pPr>
          </w:p>
          <w:p w:rsidR="009D7FA9" w:rsidRPr="009D7FA9" w:rsidRDefault="009D7FA9" w:rsidP="009D7FA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9D7FA9">
              <w:rPr>
                <w:bCs/>
                <w:sz w:val="24"/>
                <w:szCs w:val="24"/>
                <w:lang w:eastAsia="ar-SA"/>
              </w:rPr>
              <w:t>____________________/</w:t>
            </w:r>
            <w:r w:rsidRPr="009D7FA9">
              <w:rPr>
                <w:sz w:val="24"/>
                <w:szCs w:val="24"/>
                <w:lang w:eastAsia="ar-SA"/>
              </w:rPr>
              <w:t>_____________/</w:t>
            </w:r>
          </w:p>
          <w:p w:rsidR="009D7FA9" w:rsidRPr="009D7FA9" w:rsidRDefault="009D7FA9" w:rsidP="009D7FA9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9D7FA9">
              <w:rPr>
                <w:sz w:val="24"/>
                <w:szCs w:val="24"/>
                <w:lang w:eastAsia="ar-SA"/>
              </w:rPr>
              <w:t>М.п.</w:t>
            </w:r>
          </w:p>
        </w:tc>
        <w:tc>
          <w:tcPr>
            <w:tcW w:w="4426" w:type="dxa"/>
            <w:shd w:val="clear" w:color="auto" w:fill="auto"/>
          </w:tcPr>
          <w:p w:rsidR="009D7FA9" w:rsidRPr="009D7FA9" w:rsidRDefault="009D7FA9" w:rsidP="009D7FA9">
            <w:pPr>
              <w:suppressAutoHyphens/>
              <w:spacing w:before="120"/>
              <w:ind w:left="290"/>
              <w:rPr>
                <w:b/>
                <w:bCs/>
                <w:sz w:val="24"/>
                <w:szCs w:val="24"/>
                <w:lang w:eastAsia="ar-SA"/>
              </w:rPr>
            </w:pPr>
            <w:r w:rsidRPr="009D7FA9">
              <w:rPr>
                <w:b/>
                <w:bCs/>
                <w:sz w:val="24"/>
                <w:szCs w:val="24"/>
                <w:lang w:eastAsia="ar-SA"/>
              </w:rPr>
              <w:t>Покупатель:</w:t>
            </w:r>
          </w:p>
          <w:p w:rsidR="009D7FA9" w:rsidRPr="009D7FA9" w:rsidRDefault="009D7FA9" w:rsidP="009D7FA9">
            <w:pPr>
              <w:suppressAutoHyphens/>
              <w:spacing w:before="120"/>
              <w:ind w:left="290"/>
              <w:rPr>
                <w:b/>
                <w:bCs/>
                <w:sz w:val="24"/>
                <w:szCs w:val="24"/>
                <w:lang w:eastAsia="ar-SA"/>
              </w:rPr>
            </w:pPr>
          </w:p>
          <w:p w:rsidR="009D7FA9" w:rsidRPr="009D7FA9" w:rsidRDefault="009D7FA9" w:rsidP="009D7FA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9D7FA9">
              <w:rPr>
                <w:bCs/>
                <w:sz w:val="24"/>
                <w:szCs w:val="24"/>
                <w:lang w:eastAsia="ar-SA"/>
              </w:rPr>
              <w:t>____________________/</w:t>
            </w:r>
            <w:r w:rsidRPr="009D7FA9">
              <w:rPr>
                <w:sz w:val="24"/>
                <w:szCs w:val="24"/>
                <w:lang w:eastAsia="ar-SA"/>
              </w:rPr>
              <w:t>_____________/</w:t>
            </w:r>
          </w:p>
          <w:p w:rsidR="009D7FA9" w:rsidRPr="009D7FA9" w:rsidRDefault="009D7FA9" w:rsidP="009D7FA9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9D7FA9">
              <w:rPr>
                <w:sz w:val="24"/>
                <w:szCs w:val="24"/>
                <w:lang w:eastAsia="ar-SA"/>
              </w:rPr>
              <w:t>М.п.</w:t>
            </w:r>
          </w:p>
        </w:tc>
      </w:tr>
    </w:tbl>
    <w:p w:rsidR="009D7FA9" w:rsidRDefault="009D7FA9" w:rsidP="00942D3A">
      <w:pPr>
        <w:jc w:val="center"/>
        <w:rPr>
          <w:sz w:val="24"/>
          <w:szCs w:val="24"/>
        </w:rPr>
      </w:pPr>
    </w:p>
    <w:p w:rsidR="009D7FA9" w:rsidRDefault="009D7FA9" w:rsidP="00942D3A">
      <w:pPr>
        <w:jc w:val="center"/>
        <w:rPr>
          <w:sz w:val="24"/>
          <w:szCs w:val="24"/>
        </w:rPr>
      </w:pPr>
    </w:p>
    <w:p w:rsidR="009D7FA9" w:rsidRDefault="009D7FA9" w:rsidP="00942D3A">
      <w:pPr>
        <w:jc w:val="center"/>
        <w:rPr>
          <w:sz w:val="24"/>
          <w:szCs w:val="24"/>
        </w:rPr>
      </w:pPr>
    </w:p>
    <w:p w:rsidR="009D7FA9" w:rsidRDefault="009D7FA9" w:rsidP="009D7FA9">
      <w:pPr>
        <w:rPr>
          <w:sz w:val="24"/>
          <w:szCs w:val="24"/>
        </w:rPr>
      </w:pPr>
    </w:p>
    <w:p w:rsidR="001E4A7C" w:rsidRDefault="001E4A7C" w:rsidP="009D7FA9">
      <w:pPr>
        <w:rPr>
          <w:sz w:val="24"/>
          <w:szCs w:val="24"/>
        </w:rPr>
      </w:pPr>
    </w:p>
    <w:p w:rsidR="00394BCB" w:rsidRDefault="00942D3A" w:rsidP="00942D3A">
      <w:pPr>
        <w:jc w:val="center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                                                  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601E36" w:rsidRPr="00E17F17" w:rsidTr="00E7050A">
        <w:trPr>
          <w:trHeight w:val="1134"/>
        </w:trPr>
        <w:tc>
          <w:tcPr>
            <w:tcW w:w="2988" w:type="dxa"/>
            <w:shd w:val="clear" w:color="auto" w:fill="auto"/>
          </w:tcPr>
          <w:p w:rsidR="00601E36" w:rsidRPr="00E17F17" w:rsidRDefault="00601E36" w:rsidP="00E7050A">
            <w:pPr>
              <w:contextualSpacing/>
              <w:jc w:val="both"/>
              <w:rPr>
                <w:i/>
                <w:lang w:eastAsia="ar-SA"/>
              </w:rPr>
            </w:pPr>
          </w:p>
        </w:tc>
        <w:tc>
          <w:tcPr>
            <w:tcW w:w="6476" w:type="dxa"/>
            <w:shd w:val="clear" w:color="auto" w:fill="auto"/>
          </w:tcPr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Приложение № </w:t>
            </w:r>
            <w:r>
              <w:rPr>
                <w:lang w:eastAsia="ar-SA"/>
              </w:rPr>
              <w:t>4</w:t>
            </w:r>
          </w:p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к д</w:t>
            </w:r>
            <w:r w:rsidRPr="00E17F17">
              <w:rPr>
                <w:lang w:eastAsia="ar-SA"/>
              </w:rPr>
              <w:t xml:space="preserve">оговору поставки  </w:t>
            </w:r>
          </w:p>
          <w:p w:rsidR="00601E36" w:rsidRPr="00E17F17" w:rsidRDefault="00601E36" w:rsidP="00601E36">
            <w:pPr>
              <w:jc w:val="right"/>
              <w:rPr>
                <w:i/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</w:tc>
      </w:tr>
    </w:tbl>
    <w:p w:rsidR="00E7050A" w:rsidRPr="00E17F17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Фирменный бланк поставщика с указанием:</w:t>
      </w:r>
    </w:p>
    <w:p w:rsidR="00E7050A" w:rsidRPr="00E17F17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- полного  наименования (в соответствии  с учредительными документами)</w:t>
      </w:r>
    </w:p>
    <w:p w:rsidR="00E7050A" w:rsidRPr="00E17F17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-ИНН/КПП, кодов статистики</w:t>
      </w:r>
    </w:p>
    <w:p w:rsidR="00E7050A" w:rsidRPr="00E17F17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-юридического адреса (в соответствии  с учредительными документами)</w:t>
      </w:r>
    </w:p>
    <w:p w:rsidR="00E7050A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-фактического адреса, действующего телефона</w:t>
      </w:r>
    </w:p>
    <w:p w:rsidR="00F562F8" w:rsidRPr="008515BF" w:rsidRDefault="00F562F8" w:rsidP="00E7050A">
      <w:pPr>
        <w:contextualSpacing/>
        <w:jc w:val="both"/>
        <w:rPr>
          <w:i/>
          <w:lang w:eastAsia="ar-SA"/>
        </w:rPr>
      </w:pPr>
    </w:p>
    <w:p w:rsidR="00E7050A" w:rsidRPr="008515BF" w:rsidRDefault="00E7050A" w:rsidP="00E7050A">
      <w:pPr>
        <w:contextualSpacing/>
        <w:jc w:val="both"/>
        <w:rPr>
          <w:i/>
          <w:lang w:eastAsia="ar-SA"/>
        </w:rPr>
      </w:pPr>
    </w:p>
    <w:p w:rsidR="00E7050A" w:rsidRPr="00E17F17" w:rsidRDefault="00E7050A" w:rsidP="00E7050A">
      <w:pPr>
        <w:jc w:val="center"/>
        <w:rPr>
          <w:b/>
          <w:lang w:eastAsia="ar-SA"/>
        </w:rPr>
      </w:pPr>
      <w:r w:rsidRPr="00E17F17">
        <w:rPr>
          <w:b/>
          <w:lang w:eastAsia="ar-SA"/>
        </w:rPr>
        <w:t xml:space="preserve">Перечень грузов </w:t>
      </w:r>
    </w:p>
    <w:p w:rsidR="00E7050A" w:rsidRPr="00E17F17" w:rsidRDefault="00E7050A" w:rsidP="00E7050A">
      <w:pPr>
        <w:jc w:val="center"/>
        <w:rPr>
          <w:b/>
          <w:lang w:eastAsia="ar-SA"/>
        </w:rPr>
      </w:pPr>
      <w:r w:rsidRPr="00E17F17">
        <w:rPr>
          <w:b/>
          <w:lang w:eastAsia="ar-SA"/>
        </w:rPr>
        <w:t xml:space="preserve">к товарно-транспортной накладной/накладной отправителя (экспедиторской расписке)/ транспортной железнодорожной накладной/описи вложения </w:t>
      </w:r>
      <w:r w:rsidRPr="00E17F17">
        <w:rPr>
          <w:b/>
          <w:u w:val="single"/>
          <w:lang w:eastAsia="ar-SA"/>
        </w:rPr>
        <w:t>(ненужное зачеркнуть)</w:t>
      </w:r>
    </w:p>
    <w:p w:rsidR="00E7050A" w:rsidRPr="00E17F17" w:rsidRDefault="00E7050A" w:rsidP="00E7050A">
      <w:pPr>
        <w:jc w:val="center"/>
        <w:rPr>
          <w:b/>
          <w:lang w:eastAsia="ar-SA"/>
        </w:rPr>
      </w:pPr>
      <w:r w:rsidRPr="00E17F17">
        <w:rPr>
          <w:b/>
          <w:lang w:eastAsia="ar-SA"/>
        </w:rPr>
        <w:t xml:space="preserve"> №______ от_______</w:t>
      </w:r>
    </w:p>
    <w:p w:rsidR="00E7050A" w:rsidRPr="00E17F17" w:rsidRDefault="00E7050A" w:rsidP="00E7050A">
      <w:pPr>
        <w:tabs>
          <w:tab w:val="left" w:pos="6120"/>
        </w:tabs>
        <w:rPr>
          <w:lang w:eastAsia="ar-SA"/>
        </w:rPr>
      </w:pPr>
      <w:r w:rsidRPr="00E17F17">
        <w:rPr>
          <w:lang w:eastAsia="ar-SA"/>
        </w:rPr>
        <w:t>Заполняется Поставщиком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5"/>
        <w:gridCol w:w="1228"/>
        <w:gridCol w:w="1417"/>
        <w:gridCol w:w="1064"/>
        <w:gridCol w:w="987"/>
        <w:gridCol w:w="984"/>
        <w:gridCol w:w="907"/>
        <w:gridCol w:w="1173"/>
      </w:tblGrid>
      <w:tr w:rsidR="00E7050A" w:rsidRPr="00E17F17" w:rsidTr="00E7050A">
        <w:tc>
          <w:tcPr>
            <w:tcW w:w="1715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Наименование </w:t>
            </w:r>
            <w:r w:rsidR="00701868">
              <w:rPr>
                <w:lang w:eastAsia="ar-SA"/>
              </w:rPr>
              <w:t>Товара</w:t>
            </w:r>
          </w:p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228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Единицы измерения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Количество (масса нетто)</w:t>
            </w:r>
          </w:p>
        </w:tc>
        <w:tc>
          <w:tcPr>
            <w:tcW w:w="1064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Цена,  руб.</w:t>
            </w:r>
            <w:r w:rsidR="00BD05EC">
              <w:rPr>
                <w:lang w:eastAsia="ar-SA"/>
              </w:rPr>
              <w:t xml:space="preserve"> </w:t>
            </w:r>
            <w:r w:rsidRPr="00E17F17">
              <w:rPr>
                <w:lang w:eastAsia="ar-SA"/>
              </w:rPr>
              <w:t>коп.</w:t>
            </w:r>
          </w:p>
        </w:tc>
        <w:tc>
          <w:tcPr>
            <w:tcW w:w="987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Сумма без учета НДС, руб. коп.</w:t>
            </w:r>
          </w:p>
        </w:tc>
        <w:tc>
          <w:tcPr>
            <w:tcW w:w="1891" w:type="dxa"/>
            <w:gridSpan w:val="2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НДС</w:t>
            </w:r>
          </w:p>
        </w:tc>
        <w:tc>
          <w:tcPr>
            <w:tcW w:w="1173" w:type="dxa"/>
            <w:vMerge w:val="restart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Сумма с учетом НДС, руб. коп.</w:t>
            </w:r>
          </w:p>
        </w:tc>
      </w:tr>
      <w:tr w:rsidR="00E7050A" w:rsidRPr="00E17F17" w:rsidTr="00E7050A">
        <w:tc>
          <w:tcPr>
            <w:tcW w:w="1715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064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7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Ставка, %</w:t>
            </w:r>
          </w:p>
        </w:tc>
        <w:tc>
          <w:tcPr>
            <w:tcW w:w="90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Сумма руб. коп.</w:t>
            </w:r>
          </w:p>
        </w:tc>
        <w:tc>
          <w:tcPr>
            <w:tcW w:w="1173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</w:tr>
      <w:tr w:rsidR="00E7050A" w:rsidRPr="00E17F17" w:rsidTr="00E7050A">
        <w:tc>
          <w:tcPr>
            <w:tcW w:w="1715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******</w:t>
            </w:r>
          </w:p>
        </w:tc>
        <w:tc>
          <w:tcPr>
            <w:tcW w:w="1228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06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0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173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</w:tr>
      <w:tr w:rsidR="00E7050A" w:rsidRPr="00E17F17" w:rsidTr="00E7050A">
        <w:tc>
          <w:tcPr>
            <w:tcW w:w="1715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Итого</w:t>
            </w:r>
          </w:p>
        </w:tc>
        <w:tc>
          <w:tcPr>
            <w:tcW w:w="1228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06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0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173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</w:tr>
    </w:tbl>
    <w:p w:rsidR="00E7050A" w:rsidRPr="00E17F17" w:rsidRDefault="00E7050A" w:rsidP="00E7050A">
      <w:pPr>
        <w:rPr>
          <w:lang w:eastAsia="ar-SA"/>
        </w:rPr>
      </w:pPr>
      <w:r w:rsidRPr="00E17F17">
        <w:rPr>
          <w:lang w:eastAsia="ar-SA"/>
        </w:rPr>
        <w:t>ИТОГО количество мест к перевозке _____________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*** ( перечень продукции в соответствии с товарной накладной)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 xml:space="preserve">Груз отгружен в полном объеме, согласно перечню.                                          </w:t>
      </w:r>
    </w:p>
    <w:p w:rsidR="00E7050A" w:rsidRPr="008515BF" w:rsidRDefault="00E7050A" w:rsidP="00E7050A">
      <w:pPr>
        <w:contextualSpacing/>
        <w:jc w:val="both"/>
        <w:rPr>
          <w:lang w:eastAsia="ar-SA"/>
        </w:rPr>
      </w:pP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Поставщик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Должность                                               Подпись                                                              ФИО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Печать организации</w:t>
      </w:r>
    </w:p>
    <w:p w:rsidR="00E7050A" w:rsidRPr="008515BF" w:rsidRDefault="00E7050A" w:rsidP="00E7050A">
      <w:pPr>
        <w:contextualSpacing/>
        <w:rPr>
          <w:lang w:eastAsia="ar-SA"/>
        </w:rPr>
      </w:pP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Заполняется Грузополучателем</w:t>
      </w: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1. Груз получен в полном объеме, согласно перечню, (с разногласиями)</w:t>
      </w: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 xml:space="preserve">                                                                                        (ненужное зачеркнуть)  </w:t>
      </w: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2. Разногласия по количеству  при получении: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3"/>
        <w:gridCol w:w="2665"/>
        <w:gridCol w:w="2096"/>
      </w:tblGrid>
      <w:tr w:rsidR="00E7050A" w:rsidRPr="00E17F17" w:rsidTr="00E7050A">
        <w:trPr>
          <w:trHeight w:val="694"/>
        </w:trPr>
        <w:tc>
          <w:tcPr>
            <w:tcW w:w="4703" w:type="dxa"/>
            <w:vAlign w:val="center"/>
          </w:tcPr>
          <w:p w:rsidR="00E7050A" w:rsidRPr="00E17F17" w:rsidRDefault="00E7050A" w:rsidP="00701868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Наименование </w:t>
            </w:r>
            <w:r w:rsidR="00701868">
              <w:rPr>
                <w:lang w:eastAsia="ar-SA"/>
              </w:rPr>
              <w:t>Товара</w:t>
            </w:r>
          </w:p>
        </w:tc>
        <w:tc>
          <w:tcPr>
            <w:tcW w:w="2665" w:type="dxa"/>
            <w:vAlign w:val="center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Недостача</w:t>
            </w:r>
          </w:p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Количество</w:t>
            </w:r>
          </w:p>
        </w:tc>
        <w:tc>
          <w:tcPr>
            <w:tcW w:w="2096" w:type="dxa"/>
            <w:vAlign w:val="center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Излишек</w:t>
            </w:r>
          </w:p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Количество</w:t>
            </w:r>
          </w:p>
        </w:tc>
      </w:tr>
      <w:tr w:rsidR="00E7050A" w:rsidRPr="00E17F17" w:rsidTr="00E7050A">
        <w:trPr>
          <w:trHeight w:val="297"/>
        </w:trPr>
        <w:tc>
          <w:tcPr>
            <w:tcW w:w="4703" w:type="dxa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2665" w:type="dxa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2096" w:type="dxa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</w:tr>
    </w:tbl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Грузополучатель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Должность                                               Подпись                                                              ФИО</w:t>
      </w: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Штамп Грузополучателя</w:t>
      </w:r>
    </w:p>
    <w:p w:rsidR="00DA34E0" w:rsidRDefault="00DA34E0" w:rsidP="00E7050A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DA34E0" w:rsidRDefault="00DA34E0" w:rsidP="00E7050A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7F5ED7" w:rsidRPr="001324FF" w:rsidRDefault="007F5ED7" w:rsidP="007F5ED7">
      <w:pPr>
        <w:ind w:left="720"/>
        <w:jc w:val="center"/>
      </w:pPr>
      <w:r>
        <w:rPr>
          <w:b/>
          <w:sz w:val="24"/>
          <w:szCs w:val="24"/>
        </w:rPr>
        <w:t>Форма согласована</w:t>
      </w:r>
    </w:p>
    <w:p w:rsidR="007F5ED7" w:rsidRPr="001324FF" w:rsidRDefault="007F5ED7" w:rsidP="007F5ED7">
      <w:pPr>
        <w:tabs>
          <w:tab w:val="left" w:pos="0"/>
        </w:tabs>
      </w:pPr>
    </w:p>
    <w:p w:rsidR="007F5ED7" w:rsidRPr="001324FF" w:rsidRDefault="007F5ED7" w:rsidP="007F5ED7">
      <w:pPr>
        <w:tabs>
          <w:tab w:val="left" w:pos="0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3"/>
        <w:gridCol w:w="4426"/>
      </w:tblGrid>
      <w:tr w:rsidR="007F5ED7" w:rsidRPr="001324FF" w:rsidTr="007F5ED7">
        <w:tc>
          <w:tcPr>
            <w:tcW w:w="4753" w:type="dxa"/>
            <w:shd w:val="clear" w:color="auto" w:fill="auto"/>
          </w:tcPr>
          <w:p w:rsidR="007F5ED7" w:rsidRPr="001324FF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Поставщик:</w:t>
            </w:r>
          </w:p>
          <w:p w:rsidR="007F5ED7" w:rsidRPr="001324FF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7F5ED7" w:rsidRPr="001324FF" w:rsidRDefault="007F5ED7" w:rsidP="007F5ED7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7F5ED7" w:rsidRPr="001324FF" w:rsidRDefault="007F5ED7" w:rsidP="007F5ED7">
            <w:pPr>
              <w:rPr>
                <w:b/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М.п.</w:t>
            </w:r>
          </w:p>
        </w:tc>
        <w:tc>
          <w:tcPr>
            <w:tcW w:w="4426" w:type="dxa"/>
            <w:shd w:val="clear" w:color="auto" w:fill="auto"/>
          </w:tcPr>
          <w:p w:rsidR="007F5ED7" w:rsidRPr="001324FF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Покупатель:</w:t>
            </w:r>
          </w:p>
          <w:p w:rsidR="007F5ED7" w:rsidRPr="001324FF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7F5ED7" w:rsidRPr="001324FF" w:rsidRDefault="007F5ED7" w:rsidP="007F5ED7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7F5ED7" w:rsidRPr="001324FF" w:rsidRDefault="007F5ED7" w:rsidP="007F5ED7">
            <w:pPr>
              <w:rPr>
                <w:b/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М.п.</w:t>
            </w:r>
          </w:p>
        </w:tc>
      </w:tr>
    </w:tbl>
    <w:p w:rsidR="00394BCB" w:rsidRDefault="00394BCB" w:rsidP="00942D3A">
      <w:pPr>
        <w:jc w:val="center"/>
        <w:rPr>
          <w:sz w:val="24"/>
          <w:szCs w:val="24"/>
        </w:rPr>
      </w:pPr>
    </w:p>
    <w:p w:rsidR="00394BCB" w:rsidRDefault="00394BCB" w:rsidP="00942D3A">
      <w:pPr>
        <w:jc w:val="center"/>
        <w:rPr>
          <w:sz w:val="24"/>
          <w:szCs w:val="2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928"/>
        <w:gridCol w:w="4720"/>
      </w:tblGrid>
      <w:tr w:rsidR="00601E36" w:rsidRPr="00F653F0" w:rsidTr="00F653F0">
        <w:trPr>
          <w:trHeight w:val="995"/>
        </w:trPr>
        <w:tc>
          <w:tcPr>
            <w:tcW w:w="4928" w:type="dxa"/>
          </w:tcPr>
          <w:p w:rsidR="00601E36" w:rsidRPr="00F653F0" w:rsidRDefault="00601E36" w:rsidP="00F653F0">
            <w:pPr>
              <w:spacing w:after="200"/>
              <w:contextualSpacing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4720" w:type="dxa"/>
          </w:tcPr>
          <w:p w:rsidR="00601E36" w:rsidRDefault="00601E36" w:rsidP="00601E36">
            <w:pPr>
              <w:jc w:val="right"/>
              <w:rPr>
                <w:lang w:eastAsia="ar-SA"/>
              </w:rPr>
            </w:pPr>
          </w:p>
          <w:p w:rsidR="00601E36" w:rsidRDefault="00601E36" w:rsidP="00601E36">
            <w:pPr>
              <w:jc w:val="right"/>
              <w:rPr>
                <w:lang w:eastAsia="ar-SA"/>
              </w:rPr>
            </w:pPr>
          </w:p>
          <w:p w:rsidR="00601E36" w:rsidRDefault="00601E36" w:rsidP="00601E36">
            <w:pPr>
              <w:jc w:val="right"/>
              <w:rPr>
                <w:lang w:eastAsia="ar-SA"/>
              </w:rPr>
            </w:pPr>
          </w:p>
          <w:p w:rsidR="00933328" w:rsidRDefault="00933328" w:rsidP="00601E36">
            <w:pPr>
              <w:jc w:val="right"/>
              <w:rPr>
                <w:lang w:eastAsia="ar-SA"/>
              </w:rPr>
            </w:pPr>
          </w:p>
          <w:p w:rsidR="00933328" w:rsidRDefault="00933328" w:rsidP="00601E36">
            <w:pPr>
              <w:jc w:val="right"/>
              <w:rPr>
                <w:lang w:eastAsia="ar-SA"/>
              </w:rPr>
            </w:pPr>
          </w:p>
          <w:p w:rsidR="00933328" w:rsidRDefault="00933328" w:rsidP="00601E36">
            <w:pPr>
              <w:jc w:val="right"/>
              <w:rPr>
                <w:lang w:eastAsia="ar-SA"/>
              </w:rPr>
            </w:pPr>
          </w:p>
          <w:p w:rsidR="00933328" w:rsidRDefault="00933328" w:rsidP="00601E36">
            <w:pPr>
              <w:jc w:val="right"/>
              <w:rPr>
                <w:lang w:eastAsia="ar-SA"/>
              </w:rPr>
            </w:pPr>
          </w:p>
          <w:p w:rsidR="00601E36" w:rsidRDefault="00601E36" w:rsidP="00601E36">
            <w:pPr>
              <w:jc w:val="right"/>
              <w:rPr>
                <w:lang w:eastAsia="ar-SA"/>
              </w:rPr>
            </w:pPr>
          </w:p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 w:rsidRPr="00E17F17">
              <w:rPr>
                <w:lang w:eastAsia="ar-SA"/>
              </w:rPr>
              <w:lastRenderedPageBreak/>
              <w:t xml:space="preserve">Приложение № </w:t>
            </w:r>
            <w:r>
              <w:rPr>
                <w:lang w:eastAsia="ar-SA"/>
              </w:rPr>
              <w:t>5</w:t>
            </w:r>
          </w:p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к д</w:t>
            </w:r>
            <w:r w:rsidRPr="00E17F17">
              <w:rPr>
                <w:lang w:eastAsia="ar-SA"/>
              </w:rPr>
              <w:t xml:space="preserve">оговору поставки  </w:t>
            </w:r>
          </w:p>
          <w:p w:rsidR="00601E36" w:rsidRDefault="00601E36" w:rsidP="00601E3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  <w:p w:rsidR="00601E36" w:rsidRPr="00E17F17" w:rsidRDefault="00601E36" w:rsidP="00601E36">
            <w:pPr>
              <w:jc w:val="right"/>
              <w:rPr>
                <w:i/>
                <w:lang w:eastAsia="ar-SA"/>
              </w:rPr>
            </w:pPr>
          </w:p>
        </w:tc>
      </w:tr>
    </w:tbl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lastRenderedPageBreak/>
        <w:t>Фирменный бланк поставщика с указанием:</w:t>
      </w:r>
    </w:p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- полного  наименования (в соответствии  с учредительными документами)</w:t>
      </w:r>
    </w:p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-ИНН/КПП, кодов статистики</w:t>
      </w:r>
    </w:p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-юридического адреса (в соответствии  с учредительными документами)</w:t>
      </w:r>
    </w:p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-фактического адреса, действующего телефона</w:t>
      </w:r>
    </w:p>
    <w:p w:rsidR="00F653F0" w:rsidRPr="00F653F0" w:rsidRDefault="00F653F0" w:rsidP="00F653F0">
      <w:pPr>
        <w:spacing w:after="200"/>
        <w:contextualSpacing/>
        <w:jc w:val="both"/>
        <w:rPr>
          <w:rFonts w:eastAsia="Calibri"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31"/>
        <w:gridCol w:w="4733"/>
      </w:tblGrid>
      <w:tr w:rsidR="00F653F0" w:rsidRPr="00F653F0" w:rsidTr="00F653F0">
        <w:tc>
          <w:tcPr>
            <w:tcW w:w="4731" w:type="dxa"/>
          </w:tcPr>
          <w:p w:rsidR="00F653F0" w:rsidRPr="00F653F0" w:rsidRDefault="00F653F0" w:rsidP="00F653F0">
            <w:pPr>
              <w:spacing w:after="200" w:line="276" w:lineRule="auto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4733" w:type="dxa"/>
          </w:tcPr>
          <w:p w:rsidR="00F653F0" w:rsidRPr="00F653F0" w:rsidRDefault="00F653F0" w:rsidP="00F653F0">
            <w:pPr>
              <w:spacing w:line="288" w:lineRule="auto"/>
              <w:rPr>
                <w:rFonts w:ascii="Calibri" w:eastAsia="Calibri" w:hAnsi="Calibri"/>
                <w:sz w:val="24"/>
                <w:szCs w:val="24"/>
              </w:rPr>
            </w:pPr>
            <w:r w:rsidRPr="00F653F0">
              <w:rPr>
                <w:rFonts w:eastAsia="Calibri"/>
                <w:sz w:val="24"/>
                <w:szCs w:val="24"/>
              </w:rPr>
              <w:t xml:space="preserve">Руководителю                                                                                               </w:t>
            </w:r>
            <w:r w:rsidRPr="00F653F0">
              <w:rPr>
                <w:rFonts w:eastAsia="Calibri"/>
                <w:i/>
                <w:sz w:val="24"/>
                <w:szCs w:val="24"/>
              </w:rPr>
              <w:t xml:space="preserve">(полное наименование Грузоотправителя в соответствии с учредительными документами)                                                                                                                </w:t>
            </w:r>
            <w:r w:rsidRPr="00F653F0">
              <w:rPr>
                <w:rFonts w:eastAsia="Calibri"/>
                <w:sz w:val="24"/>
                <w:szCs w:val="24"/>
              </w:rPr>
              <w:t xml:space="preserve">ФИО руководителя                                                                                                                   Адрес Грузоотправителя                                                                                                                  </w:t>
            </w:r>
            <w:r w:rsidRPr="00F653F0">
              <w:rPr>
                <w:rFonts w:eastAsia="Calibri"/>
                <w:i/>
                <w:sz w:val="24"/>
                <w:szCs w:val="24"/>
              </w:rPr>
              <w:t>(должен соответствовать адресу, указанному в ТОРГ-12)</w:t>
            </w:r>
          </w:p>
        </w:tc>
      </w:tr>
    </w:tbl>
    <w:p w:rsidR="00F653F0" w:rsidRPr="00F653F0" w:rsidRDefault="00F653F0" w:rsidP="00F653F0">
      <w:pPr>
        <w:spacing w:after="200" w:line="276" w:lineRule="auto"/>
        <w:ind w:left="-567"/>
        <w:rPr>
          <w:rFonts w:ascii="Calibri" w:eastAsia="Calibri" w:hAnsi="Calibri"/>
          <w:sz w:val="24"/>
          <w:szCs w:val="24"/>
        </w:rPr>
      </w:pPr>
    </w:p>
    <w:p w:rsidR="00F653F0" w:rsidRPr="00F653F0" w:rsidRDefault="00F653F0" w:rsidP="00F653F0">
      <w:pPr>
        <w:spacing w:after="200"/>
        <w:ind w:firstLine="708"/>
        <w:contextualSpacing/>
        <w:jc w:val="both"/>
        <w:rPr>
          <w:rFonts w:eastAsia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>Доводим до Вашего сведения, что Грузополучателем  по Договору №------ от------(Договор поставщика с Грузоотправителем)  (Спецификация №------) является (наименование Грузополучателя).</w:t>
      </w:r>
    </w:p>
    <w:p w:rsidR="00F653F0" w:rsidRPr="00F653F0" w:rsidRDefault="00F653F0" w:rsidP="00F653F0">
      <w:pPr>
        <w:spacing w:after="200"/>
        <w:ind w:firstLine="708"/>
        <w:contextualSpacing/>
        <w:jc w:val="both"/>
        <w:rPr>
          <w:rFonts w:eastAsia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>Просим произвести отгрузку продукции: (указать перечень продукции в соответствии с товарной накладной, с указанием количества, без стоимостного выражения)</w:t>
      </w:r>
    </w:p>
    <w:p w:rsidR="00F653F0" w:rsidRPr="00F653F0" w:rsidRDefault="00F653F0" w:rsidP="00F653F0">
      <w:pPr>
        <w:spacing w:after="200"/>
        <w:contextualSpacing/>
        <w:jc w:val="both"/>
        <w:rPr>
          <w:rFonts w:ascii="Calibri" w:eastAsia="Calibri" w:hAnsi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 xml:space="preserve">В адрес: (реквизиты Грузополучателя, в соответствии с указанными на сайте </w:t>
      </w:r>
      <w:hyperlink r:id="rId9" w:history="1">
        <w:r w:rsidRPr="00F653F0">
          <w:rPr>
            <w:rFonts w:eastAsia="Calibri"/>
            <w:sz w:val="24"/>
            <w:szCs w:val="24"/>
            <w:u w:val="single"/>
          </w:rPr>
          <w:t>www.pptk-mos.ru</w:t>
        </w:r>
      </w:hyperlink>
      <w:r w:rsidRPr="00F653F0">
        <w:rPr>
          <w:rFonts w:eastAsia="Calibri"/>
          <w:sz w:val="24"/>
          <w:szCs w:val="24"/>
        </w:rPr>
        <w:t>).</w:t>
      </w:r>
    </w:p>
    <w:p w:rsidR="00F653F0" w:rsidRPr="00F653F0" w:rsidRDefault="00F653F0" w:rsidP="00F653F0">
      <w:pPr>
        <w:spacing w:after="200"/>
        <w:ind w:left="1134"/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sz w:val="24"/>
          <w:szCs w:val="24"/>
        </w:rPr>
        <w:t xml:space="preserve">Подпись                                   Должность </w:t>
      </w:r>
      <w:r w:rsidRPr="00F653F0">
        <w:rPr>
          <w:rFonts w:eastAsia="Calibri"/>
          <w:i/>
          <w:sz w:val="24"/>
          <w:szCs w:val="24"/>
        </w:rPr>
        <w:t>(генеральный директор или лицо, уполномоченное с  обязательным приложением доверенности или приказа)</w:t>
      </w:r>
    </w:p>
    <w:p w:rsidR="00F653F0" w:rsidRPr="00F653F0" w:rsidRDefault="00F653F0" w:rsidP="00F653F0">
      <w:pPr>
        <w:spacing w:after="200"/>
        <w:contextualSpacing/>
        <w:jc w:val="both"/>
        <w:rPr>
          <w:rFonts w:eastAsia="Calibri"/>
          <w:sz w:val="24"/>
          <w:szCs w:val="24"/>
        </w:rPr>
      </w:pPr>
    </w:p>
    <w:p w:rsidR="00F653F0" w:rsidRPr="00F653F0" w:rsidRDefault="00F653F0" w:rsidP="00F653F0">
      <w:pPr>
        <w:spacing w:after="200"/>
        <w:contextualSpacing/>
        <w:jc w:val="both"/>
        <w:rPr>
          <w:rFonts w:eastAsia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 xml:space="preserve">                                                 ФИО подписанта</w:t>
      </w:r>
    </w:p>
    <w:p w:rsidR="00F653F0" w:rsidRPr="00F653F0" w:rsidRDefault="00F653F0" w:rsidP="00F653F0">
      <w:pPr>
        <w:spacing w:after="200"/>
        <w:contextualSpacing/>
        <w:jc w:val="both"/>
        <w:rPr>
          <w:rFonts w:eastAsia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>Печать организации</w:t>
      </w:r>
    </w:p>
    <w:p w:rsidR="00F653F0" w:rsidRPr="00F653F0" w:rsidRDefault="00F653F0" w:rsidP="00F653F0">
      <w:pPr>
        <w:spacing w:after="200"/>
        <w:contextualSpacing/>
        <w:rPr>
          <w:rFonts w:ascii="Calibri" w:eastAsia="Calibri" w:hAnsi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>Исполнитель ФИО должность телефон</w:t>
      </w:r>
    </w:p>
    <w:p w:rsidR="00F653F0" w:rsidRDefault="00F653F0" w:rsidP="00F653F0">
      <w:pPr>
        <w:tabs>
          <w:tab w:val="left" w:pos="6900"/>
        </w:tabs>
        <w:spacing w:line="288" w:lineRule="auto"/>
        <w:rPr>
          <w:b/>
          <w:sz w:val="24"/>
          <w:szCs w:val="24"/>
        </w:rPr>
      </w:pPr>
    </w:p>
    <w:p w:rsidR="00DA34E0" w:rsidRPr="00F653F0" w:rsidRDefault="00DA34E0" w:rsidP="00F653F0">
      <w:pPr>
        <w:tabs>
          <w:tab w:val="left" w:pos="6900"/>
        </w:tabs>
        <w:spacing w:line="288" w:lineRule="auto"/>
        <w:rPr>
          <w:b/>
          <w:sz w:val="24"/>
          <w:szCs w:val="24"/>
        </w:rPr>
      </w:pPr>
    </w:p>
    <w:p w:rsidR="007F5ED7" w:rsidRPr="001324FF" w:rsidRDefault="007F5ED7" w:rsidP="007F5ED7">
      <w:pPr>
        <w:ind w:left="720"/>
        <w:jc w:val="center"/>
      </w:pPr>
      <w:r>
        <w:rPr>
          <w:b/>
          <w:sz w:val="24"/>
          <w:szCs w:val="24"/>
        </w:rPr>
        <w:t>Форма согласована</w:t>
      </w:r>
    </w:p>
    <w:p w:rsidR="007F5ED7" w:rsidRPr="001324FF" w:rsidRDefault="007F5ED7" w:rsidP="007F5ED7">
      <w:pPr>
        <w:tabs>
          <w:tab w:val="left" w:pos="0"/>
        </w:tabs>
      </w:pPr>
    </w:p>
    <w:p w:rsidR="007F5ED7" w:rsidRPr="001324FF" w:rsidRDefault="007F5ED7" w:rsidP="007F5ED7">
      <w:pPr>
        <w:tabs>
          <w:tab w:val="left" w:pos="0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3"/>
        <w:gridCol w:w="4426"/>
      </w:tblGrid>
      <w:tr w:rsidR="007F5ED7" w:rsidRPr="001324FF" w:rsidTr="007F5ED7">
        <w:tc>
          <w:tcPr>
            <w:tcW w:w="4753" w:type="dxa"/>
            <w:shd w:val="clear" w:color="auto" w:fill="auto"/>
          </w:tcPr>
          <w:p w:rsidR="007F5ED7" w:rsidRPr="001324FF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Поставщик:</w:t>
            </w:r>
          </w:p>
          <w:p w:rsidR="007F5ED7" w:rsidRPr="001324FF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7F5ED7" w:rsidRPr="001324FF" w:rsidRDefault="007F5ED7" w:rsidP="007F5ED7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7F5ED7" w:rsidRPr="001324FF" w:rsidRDefault="007F5ED7" w:rsidP="007F5ED7">
            <w:pPr>
              <w:rPr>
                <w:b/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М.п.</w:t>
            </w:r>
          </w:p>
        </w:tc>
        <w:tc>
          <w:tcPr>
            <w:tcW w:w="4426" w:type="dxa"/>
            <w:shd w:val="clear" w:color="auto" w:fill="auto"/>
          </w:tcPr>
          <w:p w:rsidR="007F5ED7" w:rsidRPr="001324FF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Покупатель:</w:t>
            </w:r>
          </w:p>
          <w:p w:rsidR="007F5ED7" w:rsidRPr="001324FF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7F5ED7" w:rsidRPr="001324FF" w:rsidRDefault="007F5ED7" w:rsidP="007F5ED7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7F5ED7" w:rsidRPr="001324FF" w:rsidRDefault="007F5ED7" w:rsidP="007F5ED7">
            <w:pPr>
              <w:rPr>
                <w:b/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М.п.</w:t>
            </w:r>
          </w:p>
        </w:tc>
      </w:tr>
    </w:tbl>
    <w:p w:rsidR="00394BCB" w:rsidRDefault="00394BCB" w:rsidP="00942D3A">
      <w:pPr>
        <w:jc w:val="center"/>
        <w:rPr>
          <w:sz w:val="24"/>
          <w:szCs w:val="24"/>
        </w:rPr>
      </w:pPr>
    </w:p>
    <w:p w:rsidR="00F653F0" w:rsidRDefault="00F653F0" w:rsidP="00942D3A">
      <w:pPr>
        <w:jc w:val="center"/>
        <w:rPr>
          <w:sz w:val="24"/>
          <w:szCs w:val="24"/>
        </w:rPr>
      </w:pPr>
    </w:p>
    <w:tbl>
      <w:tblPr>
        <w:tblW w:w="1446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62"/>
      </w:tblGrid>
      <w:tr w:rsidR="00F653F0" w:rsidRPr="00E17F17" w:rsidTr="00F653F0">
        <w:trPr>
          <w:trHeight w:val="450"/>
        </w:trPr>
        <w:tc>
          <w:tcPr>
            <w:tcW w:w="144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3F0" w:rsidRPr="00E17F17" w:rsidRDefault="00F653F0" w:rsidP="00F653F0">
            <w:pPr>
              <w:ind w:right="-106" w:firstLine="567"/>
              <w:jc w:val="right"/>
              <w:rPr>
                <w:b/>
                <w:bCs/>
                <w:sz w:val="22"/>
                <w:szCs w:val="22"/>
              </w:rPr>
            </w:pPr>
          </w:p>
        </w:tc>
      </w:tr>
    </w:tbl>
    <w:p w:rsidR="00601E36" w:rsidRDefault="00601E36" w:rsidP="00F653F0">
      <w:pPr>
        <w:spacing w:line="288" w:lineRule="auto"/>
        <w:ind w:firstLine="567"/>
        <w:jc w:val="center"/>
        <w:rPr>
          <w:b/>
          <w:bCs/>
          <w:sz w:val="22"/>
          <w:szCs w:val="22"/>
        </w:rPr>
      </w:pPr>
    </w:p>
    <w:p w:rsidR="00933328" w:rsidRDefault="00933328" w:rsidP="00F653F0">
      <w:pPr>
        <w:spacing w:line="288" w:lineRule="auto"/>
        <w:ind w:firstLine="567"/>
        <w:jc w:val="center"/>
        <w:rPr>
          <w:b/>
          <w:bCs/>
          <w:sz w:val="22"/>
          <w:szCs w:val="22"/>
        </w:rPr>
      </w:pPr>
    </w:p>
    <w:p w:rsidR="009D7FA9" w:rsidRDefault="009D7FA9">
      <w:pPr>
        <w:spacing w:after="160" w:line="259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9D7FA9" w:rsidRPr="00F44970" w:rsidRDefault="009D7FA9" w:rsidP="009D7FA9">
      <w:pPr>
        <w:jc w:val="right"/>
        <w:rPr>
          <w:sz w:val="22"/>
          <w:szCs w:val="22"/>
          <w:lang w:eastAsia="ar-SA"/>
        </w:rPr>
      </w:pPr>
      <w:r w:rsidRPr="00F44970">
        <w:rPr>
          <w:sz w:val="22"/>
          <w:szCs w:val="22"/>
          <w:lang w:eastAsia="ar-SA"/>
        </w:rPr>
        <w:lastRenderedPageBreak/>
        <w:t xml:space="preserve">Приложение № </w:t>
      </w:r>
      <w:r>
        <w:rPr>
          <w:sz w:val="22"/>
          <w:szCs w:val="22"/>
          <w:lang w:eastAsia="ar-SA"/>
        </w:rPr>
        <w:t>6</w:t>
      </w:r>
    </w:p>
    <w:p w:rsidR="009D7FA9" w:rsidRPr="00F44970" w:rsidRDefault="009D7FA9" w:rsidP="009D7FA9">
      <w:pPr>
        <w:jc w:val="right"/>
        <w:rPr>
          <w:sz w:val="22"/>
          <w:szCs w:val="22"/>
          <w:lang w:eastAsia="ar-SA"/>
        </w:rPr>
      </w:pPr>
      <w:r w:rsidRPr="00F44970">
        <w:rPr>
          <w:sz w:val="22"/>
          <w:szCs w:val="22"/>
          <w:lang w:eastAsia="ar-SA"/>
        </w:rPr>
        <w:t xml:space="preserve">к договору поставки  </w:t>
      </w:r>
    </w:p>
    <w:p w:rsidR="009D7FA9" w:rsidRDefault="009D7FA9" w:rsidP="009D7FA9">
      <w:pPr>
        <w:jc w:val="right"/>
        <w:rPr>
          <w:sz w:val="22"/>
          <w:szCs w:val="22"/>
          <w:lang w:eastAsia="ar-SA"/>
        </w:rPr>
      </w:pPr>
      <w:r w:rsidRPr="00F44970">
        <w:rPr>
          <w:sz w:val="22"/>
          <w:szCs w:val="22"/>
          <w:lang w:eastAsia="ar-SA"/>
        </w:rPr>
        <w:t>№ __/_____от «____» _________ 201_ г.</w:t>
      </w:r>
    </w:p>
    <w:p w:rsidR="009D7FA9" w:rsidRDefault="009D7FA9" w:rsidP="009D7FA9">
      <w:pPr>
        <w:jc w:val="right"/>
        <w:rPr>
          <w:sz w:val="22"/>
          <w:szCs w:val="22"/>
          <w:lang w:eastAsia="ar-SA"/>
        </w:rPr>
      </w:pPr>
    </w:p>
    <w:p w:rsidR="009D7FA9" w:rsidRPr="00F44970" w:rsidRDefault="009D7FA9" w:rsidP="009D7FA9">
      <w:pPr>
        <w:jc w:val="right"/>
        <w:rPr>
          <w:sz w:val="22"/>
          <w:szCs w:val="22"/>
        </w:rPr>
      </w:pPr>
    </w:p>
    <w:p w:rsidR="009D7FA9" w:rsidRDefault="009D7FA9" w:rsidP="009D7FA9">
      <w:pPr>
        <w:jc w:val="center"/>
        <w:rPr>
          <w:snapToGrid w:val="0"/>
          <w:sz w:val="24"/>
        </w:rPr>
      </w:pPr>
      <w:r w:rsidRPr="00F44970">
        <w:rPr>
          <w:snapToGrid w:val="0"/>
          <w:sz w:val="24"/>
        </w:rPr>
        <w:t>Форма</w:t>
      </w:r>
    </w:p>
    <w:p w:rsidR="009D7FA9" w:rsidRPr="00F44970" w:rsidRDefault="009D7FA9" w:rsidP="009D7FA9">
      <w:pPr>
        <w:rPr>
          <w:snapToGrid w:val="0"/>
          <w:sz w:val="24"/>
        </w:rPr>
      </w:pPr>
    </w:p>
    <w:p w:rsidR="009D7FA9" w:rsidRDefault="009D7FA9" w:rsidP="009D7FA9">
      <w:pPr>
        <w:jc w:val="center"/>
        <w:rPr>
          <w:b/>
          <w:snapToGrid w:val="0"/>
          <w:sz w:val="24"/>
        </w:rPr>
      </w:pPr>
      <w:r w:rsidRPr="00C64444">
        <w:rPr>
          <w:b/>
          <w:snapToGrid w:val="0"/>
          <w:sz w:val="24"/>
        </w:rPr>
        <w:t>Перечень субпоставщиков</w:t>
      </w:r>
      <w:r>
        <w:rPr>
          <w:b/>
          <w:snapToGrid w:val="0"/>
          <w:sz w:val="24"/>
        </w:rPr>
        <w:t xml:space="preserve"> (</w:t>
      </w:r>
      <w:r w:rsidRPr="00C64444">
        <w:rPr>
          <w:b/>
          <w:snapToGrid w:val="0"/>
          <w:sz w:val="24"/>
        </w:rPr>
        <w:t>субподрядчиков</w:t>
      </w:r>
      <w:r>
        <w:rPr>
          <w:b/>
          <w:snapToGrid w:val="0"/>
          <w:sz w:val="24"/>
        </w:rPr>
        <w:t xml:space="preserve">, </w:t>
      </w:r>
      <w:r w:rsidRPr="00C64444">
        <w:rPr>
          <w:b/>
          <w:snapToGrid w:val="0"/>
          <w:sz w:val="24"/>
        </w:rPr>
        <w:t>соисполнителей) из числа субъектов малого и среднего предпринимательства, привлекаемых для исполнения договора</w:t>
      </w:r>
      <w:r>
        <w:rPr>
          <w:b/>
          <w:snapToGrid w:val="0"/>
          <w:sz w:val="24"/>
        </w:rPr>
        <w:t xml:space="preserve"> </w:t>
      </w:r>
    </w:p>
    <w:p w:rsidR="009D7FA9" w:rsidRDefault="009D7FA9" w:rsidP="009D7FA9">
      <w:pPr>
        <w:jc w:val="center"/>
        <w:rPr>
          <w:b/>
          <w:snapToGrid w:val="0"/>
          <w:sz w:val="24"/>
        </w:rPr>
      </w:pPr>
    </w:p>
    <w:p w:rsidR="009D7FA9" w:rsidRPr="001324FF" w:rsidRDefault="009D7FA9" w:rsidP="009D7FA9">
      <w:pPr>
        <w:tabs>
          <w:tab w:val="left" w:pos="0"/>
        </w:tabs>
        <w:rPr>
          <w:sz w:val="24"/>
        </w:rPr>
      </w:pPr>
      <w:r>
        <w:rPr>
          <w:sz w:val="24"/>
        </w:rPr>
        <w:t>г.</w:t>
      </w:r>
      <w:r w:rsidRPr="001324FF">
        <w:rPr>
          <w:sz w:val="24"/>
        </w:rPr>
        <w:t xml:space="preserve">Москва                                                              </w:t>
      </w:r>
      <w:r>
        <w:rPr>
          <w:sz w:val="24"/>
        </w:rPr>
        <w:t xml:space="preserve">                              </w:t>
      </w:r>
      <w:r w:rsidRPr="001324FF">
        <w:rPr>
          <w:sz w:val="24"/>
        </w:rPr>
        <w:t xml:space="preserve">   «____»__________20</w:t>
      </w:r>
      <w:r>
        <w:rPr>
          <w:sz w:val="24"/>
        </w:rPr>
        <w:t>1</w:t>
      </w:r>
      <w:r w:rsidRPr="001324FF">
        <w:rPr>
          <w:sz w:val="24"/>
        </w:rPr>
        <w:t xml:space="preserve">__г.       </w:t>
      </w:r>
      <w:r>
        <w:rPr>
          <w:sz w:val="24"/>
        </w:rPr>
        <w:t xml:space="preserve">                              </w:t>
      </w:r>
    </w:p>
    <w:p w:rsidR="009D7FA9" w:rsidRPr="00C64444" w:rsidRDefault="009D7FA9" w:rsidP="009D7FA9">
      <w:pPr>
        <w:jc w:val="center"/>
      </w:pPr>
    </w:p>
    <w:p w:rsidR="009D7FA9" w:rsidRPr="00C64444" w:rsidRDefault="009D7FA9" w:rsidP="009D7FA9">
      <w:pPr>
        <w:jc w:val="right"/>
      </w:pPr>
    </w:p>
    <w:tbl>
      <w:tblPr>
        <w:tblW w:w="97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260"/>
        <w:gridCol w:w="1276"/>
        <w:gridCol w:w="1701"/>
        <w:gridCol w:w="1275"/>
      </w:tblGrid>
      <w:tr w:rsidR="009D7FA9" w:rsidRPr="00C64444" w:rsidTr="00E13804">
        <w:trPr>
          <w:trHeight w:val="1799"/>
        </w:trPr>
        <w:tc>
          <w:tcPr>
            <w:tcW w:w="2235" w:type="dxa"/>
            <w:shd w:val="clear" w:color="auto" w:fill="auto"/>
          </w:tcPr>
          <w:p w:rsidR="009D7FA9" w:rsidRPr="00C64444" w:rsidRDefault="009D7FA9" w:rsidP="00E13804">
            <w:pPr>
              <w:ind w:left="-142" w:right="-110"/>
              <w:jc w:val="center"/>
              <w:rPr>
                <w:b/>
                <w:snapToGrid w:val="0"/>
              </w:rPr>
            </w:pPr>
            <w:r w:rsidRPr="00C64444">
              <w:rPr>
                <w:b/>
                <w:snapToGrid w:val="0"/>
              </w:rPr>
              <w:t>Наименование, фирменное наименование (при наличии), фамилия, имя, отчество (при наличии), паспортные данные</w:t>
            </w:r>
          </w:p>
        </w:tc>
        <w:tc>
          <w:tcPr>
            <w:tcW w:w="3260" w:type="dxa"/>
            <w:shd w:val="clear" w:color="auto" w:fill="auto"/>
          </w:tcPr>
          <w:p w:rsidR="009D7FA9" w:rsidRPr="00C64444" w:rsidRDefault="009D7FA9" w:rsidP="00E13804">
            <w:pPr>
              <w:ind w:left="-106" w:right="-108"/>
              <w:jc w:val="center"/>
              <w:rPr>
                <w:b/>
                <w:snapToGrid w:val="0"/>
              </w:rPr>
            </w:pPr>
            <w:r w:rsidRPr="00C64444">
              <w:rPr>
                <w:b/>
                <w:snapToGrid w:val="0"/>
              </w:rPr>
              <w:t>Место нахождения (для юридического лица), место жительства (для индивидуального предпринимателя), почтовый адрес, номер контактного телефона, адрес электронной почты</w:t>
            </w:r>
          </w:p>
        </w:tc>
        <w:tc>
          <w:tcPr>
            <w:tcW w:w="1276" w:type="dxa"/>
            <w:shd w:val="clear" w:color="auto" w:fill="auto"/>
          </w:tcPr>
          <w:p w:rsidR="009D7FA9" w:rsidRPr="00C64444" w:rsidRDefault="009D7FA9" w:rsidP="00E13804">
            <w:pPr>
              <w:ind w:left="-108"/>
              <w:jc w:val="center"/>
              <w:rPr>
                <w:b/>
                <w:snapToGrid w:val="0"/>
              </w:rPr>
            </w:pPr>
            <w:r w:rsidRPr="00C64444">
              <w:rPr>
                <w:b/>
                <w:snapToGrid w:val="0"/>
              </w:rPr>
              <w:t>Предмет договора субпоставки/</w:t>
            </w:r>
            <w:r>
              <w:rPr>
                <w:b/>
                <w:snapToGrid w:val="0"/>
              </w:rPr>
              <w:t>с</w:t>
            </w:r>
            <w:r w:rsidRPr="00C64444">
              <w:rPr>
                <w:b/>
                <w:snapToGrid w:val="0"/>
              </w:rPr>
              <w:t>убподряда</w:t>
            </w:r>
          </w:p>
        </w:tc>
        <w:tc>
          <w:tcPr>
            <w:tcW w:w="1701" w:type="dxa"/>
            <w:shd w:val="clear" w:color="auto" w:fill="auto"/>
          </w:tcPr>
          <w:p w:rsidR="009D7FA9" w:rsidRPr="00C64444" w:rsidRDefault="009D7FA9" w:rsidP="00E13804">
            <w:pPr>
              <w:ind w:left="-108" w:right="-108"/>
              <w:jc w:val="center"/>
              <w:rPr>
                <w:b/>
                <w:snapToGrid w:val="0"/>
              </w:rPr>
            </w:pPr>
            <w:r w:rsidRPr="00C64444">
              <w:rPr>
                <w:b/>
                <w:snapToGrid w:val="0"/>
              </w:rPr>
              <w:t>Сроки (периоды) поставки товара, выполнения работы, оказания услуги</w:t>
            </w:r>
          </w:p>
        </w:tc>
        <w:tc>
          <w:tcPr>
            <w:tcW w:w="1275" w:type="dxa"/>
          </w:tcPr>
          <w:p w:rsidR="009D7FA9" w:rsidRPr="00C64444" w:rsidRDefault="009D7FA9" w:rsidP="00E13804">
            <w:pPr>
              <w:ind w:left="-108" w:right="-108"/>
              <w:jc w:val="center"/>
              <w:rPr>
                <w:b/>
                <w:snapToGrid w:val="0"/>
              </w:rPr>
            </w:pPr>
            <w:r w:rsidRPr="00C64444">
              <w:rPr>
                <w:b/>
                <w:snapToGrid w:val="0"/>
              </w:rPr>
              <w:t>Цена договора субпоставки/</w:t>
            </w:r>
            <w:r>
              <w:rPr>
                <w:b/>
                <w:snapToGrid w:val="0"/>
              </w:rPr>
              <w:t xml:space="preserve"> </w:t>
            </w:r>
            <w:r w:rsidRPr="00C64444">
              <w:rPr>
                <w:b/>
                <w:snapToGrid w:val="0"/>
              </w:rPr>
              <w:t>субподряда</w:t>
            </w:r>
            <w:r>
              <w:rPr>
                <w:b/>
                <w:snapToGrid w:val="0"/>
              </w:rPr>
              <w:t xml:space="preserve"> </w:t>
            </w:r>
            <w:r w:rsidRPr="00C64444">
              <w:rPr>
                <w:b/>
                <w:snapToGrid w:val="0"/>
              </w:rPr>
              <w:t>руб. без учета НДС</w:t>
            </w:r>
          </w:p>
        </w:tc>
      </w:tr>
      <w:tr w:rsidR="009D7FA9" w:rsidRPr="00C64444" w:rsidTr="00E13804">
        <w:tc>
          <w:tcPr>
            <w:tcW w:w="2235" w:type="dxa"/>
            <w:shd w:val="clear" w:color="auto" w:fill="auto"/>
          </w:tcPr>
          <w:p w:rsidR="009D7FA9" w:rsidRPr="00C64444" w:rsidRDefault="009D7FA9" w:rsidP="00E13804">
            <w:pPr>
              <w:rPr>
                <w:b/>
                <w:snapToGrid w:val="0"/>
              </w:rPr>
            </w:pPr>
          </w:p>
        </w:tc>
        <w:tc>
          <w:tcPr>
            <w:tcW w:w="3260" w:type="dxa"/>
            <w:shd w:val="clear" w:color="auto" w:fill="auto"/>
          </w:tcPr>
          <w:p w:rsidR="009D7FA9" w:rsidRPr="00C64444" w:rsidRDefault="009D7FA9" w:rsidP="00E13804">
            <w:pPr>
              <w:rPr>
                <w:b/>
                <w:snapToGrid w:val="0"/>
              </w:rPr>
            </w:pPr>
          </w:p>
        </w:tc>
        <w:tc>
          <w:tcPr>
            <w:tcW w:w="1276" w:type="dxa"/>
            <w:shd w:val="clear" w:color="auto" w:fill="auto"/>
          </w:tcPr>
          <w:p w:rsidR="009D7FA9" w:rsidRPr="00C64444" w:rsidRDefault="009D7FA9" w:rsidP="00E13804">
            <w:pPr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9D7FA9" w:rsidRPr="00C64444" w:rsidRDefault="009D7FA9" w:rsidP="00E13804">
            <w:pPr>
              <w:rPr>
                <w:b/>
                <w:snapToGrid w:val="0"/>
              </w:rPr>
            </w:pPr>
          </w:p>
        </w:tc>
        <w:tc>
          <w:tcPr>
            <w:tcW w:w="1275" w:type="dxa"/>
          </w:tcPr>
          <w:p w:rsidR="009D7FA9" w:rsidRPr="00C64444" w:rsidRDefault="009D7FA9" w:rsidP="00E13804">
            <w:pPr>
              <w:rPr>
                <w:b/>
                <w:snapToGrid w:val="0"/>
              </w:rPr>
            </w:pPr>
          </w:p>
        </w:tc>
      </w:tr>
      <w:tr w:rsidR="009D7FA9" w:rsidRPr="00C64444" w:rsidTr="00E13804">
        <w:tc>
          <w:tcPr>
            <w:tcW w:w="2235" w:type="dxa"/>
            <w:shd w:val="clear" w:color="auto" w:fill="auto"/>
          </w:tcPr>
          <w:p w:rsidR="009D7FA9" w:rsidRPr="00C64444" w:rsidRDefault="009D7FA9" w:rsidP="00E13804">
            <w:pPr>
              <w:rPr>
                <w:b/>
                <w:snapToGrid w:val="0"/>
              </w:rPr>
            </w:pPr>
          </w:p>
        </w:tc>
        <w:tc>
          <w:tcPr>
            <w:tcW w:w="3260" w:type="dxa"/>
            <w:shd w:val="clear" w:color="auto" w:fill="auto"/>
          </w:tcPr>
          <w:p w:rsidR="009D7FA9" w:rsidRPr="00C64444" w:rsidRDefault="009D7FA9" w:rsidP="00E13804">
            <w:pPr>
              <w:rPr>
                <w:b/>
                <w:snapToGrid w:val="0"/>
              </w:rPr>
            </w:pPr>
          </w:p>
        </w:tc>
        <w:tc>
          <w:tcPr>
            <w:tcW w:w="1276" w:type="dxa"/>
            <w:shd w:val="clear" w:color="auto" w:fill="auto"/>
          </w:tcPr>
          <w:p w:rsidR="009D7FA9" w:rsidRPr="00C64444" w:rsidRDefault="009D7FA9" w:rsidP="00E13804">
            <w:pPr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9D7FA9" w:rsidRPr="00C64444" w:rsidRDefault="009D7FA9" w:rsidP="00E13804">
            <w:pPr>
              <w:rPr>
                <w:b/>
                <w:snapToGrid w:val="0"/>
              </w:rPr>
            </w:pPr>
          </w:p>
        </w:tc>
        <w:tc>
          <w:tcPr>
            <w:tcW w:w="1275" w:type="dxa"/>
          </w:tcPr>
          <w:p w:rsidR="009D7FA9" w:rsidRPr="00C64444" w:rsidRDefault="009D7FA9" w:rsidP="00E13804">
            <w:pPr>
              <w:rPr>
                <w:b/>
                <w:snapToGrid w:val="0"/>
              </w:rPr>
            </w:pPr>
          </w:p>
        </w:tc>
      </w:tr>
      <w:tr w:rsidR="009D7FA9" w:rsidRPr="00C64444" w:rsidTr="00E13804">
        <w:tc>
          <w:tcPr>
            <w:tcW w:w="2235" w:type="dxa"/>
            <w:shd w:val="clear" w:color="auto" w:fill="auto"/>
          </w:tcPr>
          <w:p w:rsidR="009D7FA9" w:rsidRPr="00C64444" w:rsidRDefault="009D7FA9" w:rsidP="00E13804">
            <w:pPr>
              <w:rPr>
                <w:b/>
                <w:snapToGrid w:val="0"/>
              </w:rPr>
            </w:pPr>
          </w:p>
        </w:tc>
        <w:tc>
          <w:tcPr>
            <w:tcW w:w="3260" w:type="dxa"/>
            <w:shd w:val="clear" w:color="auto" w:fill="auto"/>
          </w:tcPr>
          <w:p w:rsidR="009D7FA9" w:rsidRPr="00C64444" w:rsidRDefault="009D7FA9" w:rsidP="00E13804">
            <w:pPr>
              <w:rPr>
                <w:b/>
                <w:snapToGrid w:val="0"/>
              </w:rPr>
            </w:pPr>
          </w:p>
        </w:tc>
        <w:tc>
          <w:tcPr>
            <w:tcW w:w="1276" w:type="dxa"/>
            <w:shd w:val="clear" w:color="auto" w:fill="auto"/>
          </w:tcPr>
          <w:p w:rsidR="009D7FA9" w:rsidRPr="00C64444" w:rsidRDefault="009D7FA9" w:rsidP="00E13804">
            <w:pPr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9D7FA9" w:rsidRPr="00C64444" w:rsidRDefault="009D7FA9" w:rsidP="00E13804">
            <w:pPr>
              <w:rPr>
                <w:b/>
                <w:snapToGrid w:val="0"/>
              </w:rPr>
            </w:pPr>
          </w:p>
        </w:tc>
        <w:tc>
          <w:tcPr>
            <w:tcW w:w="1275" w:type="dxa"/>
          </w:tcPr>
          <w:p w:rsidR="009D7FA9" w:rsidRPr="00C64444" w:rsidRDefault="009D7FA9" w:rsidP="00E13804">
            <w:pPr>
              <w:rPr>
                <w:b/>
                <w:snapToGrid w:val="0"/>
              </w:rPr>
            </w:pPr>
          </w:p>
        </w:tc>
      </w:tr>
      <w:tr w:rsidR="009D7FA9" w:rsidRPr="00C64444" w:rsidTr="00E13804">
        <w:tc>
          <w:tcPr>
            <w:tcW w:w="2235" w:type="dxa"/>
            <w:shd w:val="clear" w:color="auto" w:fill="auto"/>
          </w:tcPr>
          <w:p w:rsidR="009D7FA9" w:rsidRPr="00C64444" w:rsidRDefault="009D7FA9" w:rsidP="00E13804">
            <w:pPr>
              <w:rPr>
                <w:b/>
                <w:snapToGrid w:val="0"/>
              </w:rPr>
            </w:pPr>
          </w:p>
        </w:tc>
        <w:tc>
          <w:tcPr>
            <w:tcW w:w="3260" w:type="dxa"/>
            <w:shd w:val="clear" w:color="auto" w:fill="auto"/>
          </w:tcPr>
          <w:p w:rsidR="009D7FA9" w:rsidRPr="00C64444" w:rsidRDefault="009D7FA9" w:rsidP="00E13804">
            <w:pPr>
              <w:rPr>
                <w:b/>
                <w:snapToGrid w:val="0"/>
              </w:rPr>
            </w:pPr>
          </w:p>
        </w:tc>
        <w:tc>
          <w:tcPr>
            <w:tcW w:w="1276" w:type="dxa"/>
            <w:shd w:val="clear" w:color="auto" w:fill="auto"/>
          </w:tcPr>
          <w:p w:rsidR="009D7FA9" w:rsidRPr="00C64444" w:rsidRDefault="009D7FA9" w:rsidP="00E13804">
            <w:pPr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9D7FA9" w:rsidRPr="00C64444" w:rsidRDefault="009D7FA9" w:rsidP="00E13804">
            <w:pPr>
              <w:rPr>
                <w:b/>
                <w:snapToGrid w:val="0"/>
              </w:rPr>
            </w:pPr>
          </w:p>
        </w:tc>
        <w:tc>
          <w:tcPr>
            <w:tcW w:w="1275" w:type="dxa"/>
          </w:tcPr>
          <w:p w:rsidR="009D7FA9" w:rsidRPr="00C64444" w:rsidRDefault="009D7FA9" w:rsidP="00E13804">
            <w:pPr>
              <w:rPr>
                <w:b/>
                <w:snapToGrid w:val="0"/>
              </w:rPr>
            </w:pPr>
          </w:p>
        </w:tc>
      </w:tr>
      <w:tr w:rsidR="009D7FA9" w:rsidRPr="00C64444" w:rsidTr="00E13804">
        <w:tc>
          <w:tcPr>
            <w:tcW w:w="2235" w:type="dxa"/>
            <w:shd w:val="clear" w:color="auto" w:fill="auto"/>
          </w:tcPr>
          <w:p w:rsidR="009D7FA9" w:rsidRPr="00C64444" w:rsidRDefault="009D7FA9" w:rsidP="00E13804">
            <w:pPr>
              <w:rPr>
                <w:b/>
                <w:snapToGrid w:val="0"/>
              </w:rPr>
            </w:pPr>
          </w:p>
        </w:tc>
        <w:tc>
          <w:tcPr>
            <w:tcW w:w="3260" w:type="dxa"/>
            <w:shd w:val="clear" w:color="auto" w:fill="auto"/>
          </w:tcPr>
          <w:p w:rsidR="009D7FA9" w:rsidRPr="00C64444" w:rsidRDefault="009D7FA9" w:rsidP="00E13804">
            <w:pPr>
              <w:rPr>
                <w:b/>
                <w:snapToGrid w:val="0"/>
              </w:rPr>
            </w:pPr>
          </w:p>
        </w:tc>
        <w:tc>
          <w:tcPr>
            <w:tcW w:w="1276" w:type="dxa"/>
            <w:shd w:val="clear" w:color="auto" w:fill="auto"/>
          </w:tcPr>
          <w:p w:rsidR="009D7FA9" w:rsidRPr="00C64444" w:rsidRDefault="009D7FA9" w:rsidP="00E13804">
            <w:pPr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9D7FA9" w:rsidRPr="00C64444" w:rsidRDefault="009D7FA9" w:rsidP="00E13804">
            <w:pPr>
              <w:rPr>
                <w:b/>
                <w:snapToGrid w:val="0"/>
              </w:rPr>
            </w:pPr>
          </w:p>
        </w:tc>
        <w:tc>
          <w:tcPr>
            <w:tcW w:w="1275" w:type="dxa"/>
          </w:tcPr>
          <w:p w:rsidR="009D7FA9" w:rsidRPr="00C64444" w:rsidRDefault="009D7FA9" w:rsidP="00E13804">
            <w:pPr>
              <w:rPr>
                <w:b/>
                <w:snapToGrid w:val="0"/>
              </w:rPr>
            </w:pPr>
          </w:p>
        </w:tc>
      </w:tr>
      <w:tr w:rsidR="009D7FA9" w:rsidRPr="00C64444" w:rsidTr="00E13804">
        <w:tc>
          <w:tcPr>
            <w:tcW w:w="8472" w:type="dxa"/>
            <w:gridSpan w:val="4"/>
            <w:shd w:val="clear" w:color="auto" w:fill="auto"/>
          </w:tcPr>
          <w:p w:rsidR="009D7FA9" w:rsidRPr="00C64444" w:rsidRDefault="009D7FA9" w:rsidP="00E13804">
            <w:pPr>
              <w:rPr>
                <w:b/>
                <w:snapToGrid w:val="0"/>
              </w:rPr>
            </w:pPr>
            <w:r w:rsidRPr="00C64444">
              <w:rPr>
                <w:b/>
                <w:snapToGrid w:val="0"/>
              </w:rPr>
              <w:t>Итого:</w:t>
            </w:r>
          </w:p>
        </w:tc>
        <w:tc>
          <w:tcPr>
            <w:tcW w:w="1275" w:type="dxa"/>
          </w:tcPr>
          <w:p w:rsidR="009D7FA9" w:rsidRPr="00C64444" w:rsidRDefault="009D7FA9" w:rsidP="00E13804">
            <w:pPr>
              <w:rPr>
                <w:b/>
                <w:snapToGrid w:val="0"/>
              </w:rPr>
            </w:pPr>
          </w:p>
        </w:tc>
      </w:tr>
    </w:tbl>
    <w:p w:rsidR="009D7FA9" w:rsidRDefault="009D7FA9" w:rsidP="009D7FA9">
      <w:pPr>
        <w:tabs>
          <w:tab w:val="left" w:pos="5529"/>
        </w:tabs>
      </w:pPr>
    </w:p>
    <w:p w:rsidR="009D7FA9" w:rsidRDefault="009D7FA9" w:rsidP="009D7FA9">
      <w:pPr>
        <w:tabs>
          <w:tab w:val="left" w:pos="5529"/>
        </w:tabs>
      </w:pPr>
    </w:p>
    <w:p w:rsidR="009D7FA9" w:rsidRDefault="009D7FA9" w:rsidP="009D7FA9">
      <w:pPr>
        <w:tabs>
          <w:tab w:val="left" w:pos="5529"/>
        </w:tabs>
      </w:pPr>
    </w:p>
    <w:p w:rsidR="009D7FA9" w:rsidRPr="001324FF" w:rsidRDefault="009D7FA9" w:rsidP="009D7FA9">
      <w:pPr>
        <w:ind w:left="720"/>
        <w:jc w:val="center"/>
      </w:pPr>
      <w:r>
        <w:rPr>
          <w:b/>
          <w:sz w:val="24"/>
        </w:rPr>
        <w:t>Форма согласована</w:t>
      </w:r>
    </w:p>
    <w:p w:rsidR="009D7FA9" w:rsidRPr="001324FF" w:rsidRDefault="009D7FA9" w:rsidP="009D7FA9">
      <w:pPr>
        <w:tabs>
          <w:tab w:val="left" w:pos="0"/>
        </w:tabs>
      </w:pPr>
    </w:p>
    <w:p w:rsidR="009D7FA9" w:rsidRPr="001324FF" w:rsidRDefault="009D7FA9" w:rsidP="009D7FA9">
      <w:pPr>
        <w:tabs>
          <w:tab w:val="left" w:pos="0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3"/>
        <w:gridCol w:w="4426"/>
      </w:tblGrid>
      <w:tr w:rsidR="009D7FA9" w:rsidRPr="001324FF" w:rsidTr="00E13804">
        <w:tc>
          <w:tcPr>
            <w:tcW w:w="4753" w:type="dxa"/>
            <w:shd w:val="clear" w:color="auto" w:fill="auto"/>
          </w:tcPr>
          <w:p w:rsidR="009D7FA9" w:rsidRPr="001324FF" w:rsidRDefault="009D7FA9" w:rsidP="00E13804">
            <w:pPr>
              <w:spacing w:before="120"/>
              <w:ind w:left="290"/>
              <w:rPr>
                <w:b/>
                <w:bCs/>
                <w:sz w:val="24"/>
              </w:rPr>
            </w:pPr>
            <w:r w:rsidRPr="001324FF">
              <w:rPr>
                <w:b/>
                <w:bCs/>
                <w:sz w:val="24"/>
              </w:rPr>
              <w:t>Поставщик:</w:t>
            </w:r>
          </w:p>
          <w:p w:rsidR="009D7FA9" w:rsidRPr="001324FF" w:rsidRDefault="009D7FA9" w:rsidP="00E13804">
            <w:pPr>
              <w:spacing w:before="120"/>
              <w:ind w:left="290"/>
              <w:rPr>
                <w:b/>
                <w:bCs/>
                <w:sz w:val="24"/>
              </w:rPr>
            </w:pPr>
          </w:p>
          <w:p w:rsidR="009D7FA9" w:rsidRPr="001324FF" w:rsidRDefault="009D7FA9" w:rsidP="00E13804">
            <w:pPr>
              <w:rPr>
                <w:sz w:val="24"/>
              </w:rPr>
            </w:pPr>
            <w:r w:rsidRPr="001324FF">
              <w:rPr>
                <w:bCs/>
                <w:sz w:val="24"/>
              </w:rPr>
              <w:t>____________________/</w:t>
            </w:r>
            <w:r w:rsidRPr="001324FF">
              <w:rPr>
                <w:sz w:val="24"/>
              </w:rPr>
              <w:t>_____________/</w:t>
            </w:r>
          </w:p>
          <w:p w:rsidR="009D7FA9" w:rsidRPr="001324FF" w:rsidRDefault="009D7FA9" w:rsidP="00E13804">
            <w:pPr>
              <w:rPr>
                <w:b/>
                <w:sz w:val="24"/>
              </w:rPr>
            </w:pPr>
            <w:r w:rsidRPr="001324FF">
              <w:rPr>
                <w:sz w:val="24"/>
              </w:rPr>
              <w:t>М.п.</w:t>
            </w:r>
          </w:p>
        </w:tc>
        <w:tc>
          <w:tcPr>
            <w:tcW w:w="4426" w:type="dxa"/>
            <w:shd w:val="clear" w:color="auto" w:fill="auto"/>
          </w:tcPr>
          <w:p w:rsidR="009D7FA9" w:rsidRPr="001324FF" w:rsidRDefault="009D7FA9" w:rsidP="00E13804">
            <w:pPr>
              <w:spacing w:before="120"/>
              <w:ind w:left="290"/>
              <w:rPr>
                <w:b/>
                <w:bCs/>
                <w:sz w:val="24"/>
              </w:rPr>
            </w:pPr>
            <w:r w:rsidRPr="001324FF">
              <w:rPr>
                <w:b/>
                <w:bCs/>
                <w:sz w:val="24"/>
              </w:rPr>
              <w:t>Покупатель:</w:t>
            </w:r>
          </w:p>
          <w:p w:rsidR="009D7FA9" w:rsidRPr="001324FF" w:rsidRDefault="009D7FA9" w:rsidP="00E13804">
            <w:pPr>
              <w:spacing w:before="120"/>
              <w:ind w:left="290"/>
              <w:rPr>
                <w:b/>
                <w:bCs/>
                <w:sz w:val="24"/>
              </w:rPr>
            </w:pPr>
          </w:p>
          <w:p w:rsidR="009D7FA9" w:rsidRPr="001324FF" w:rsidRDefault="009D7FA9" w:rsidP="00E13804">
            <w:pPr>
              <w:rPr>
                <w:sz w:val="24"/>
              </w:rPr>
            </w:pPr>
            <w:r w:rsidRPr="001324FF">
              <w:rPr>
                <w:bCs/>
                <w:sz w:val="24"/>
              </w:rPr>
              <w:t>____________________/</w:t>
            </w:r>
            <w:r w:rsidRPr="001324FF">
              <w:rPr>
                <w:sz w:val="24"/>
              </w:rPr>
              <w:t>_____________/</w:t>
            </w:r>
          </w:p>
          <w:p w:rsidR="009D7FA9" w:rsidRPr="001324FF" w:rsidRDefault="009D7FA9" w:rsidP="00E13804">
            <w:pPr>
              <w:rPr>
                <w:b/>
                <w:sz w:val="24"/>
              </w:rPr>
            </w:pPr>
            <w:r w:rsidRPr="001324FF">
              <w:rPr>
                <w:sz w:val="24"/>
              </w:rPr>
              <w:t>М.п.</w:t>
            </w:r>
          </w:p>
        </w:tc>
      </w:tr>
    </w:tbl>
    <w:p w:rsidR="00933328" w:rsidRDefault="00933328" w:rsidP="00933328">
      <w:pPr>
        <w:spacing w:line="288" w:lineRule="auto"/>
        <w:rPr>
          <w:b/>
          <w:bCs/>
          <w:sz w:val="22"/>
          <w:szCs w:val="22"/>
        </w:rPr>
      </w:pPr>
    </w:p>
    <w:p w:rsidR="009D7FA9" w:rsidRDefault="009D7FA9" w:rsidP="00933328">
      <w:pPr>
        <w:spacing w:line="288" w:lineRule="auto"/>
        <w:rPr>
          <w:b/>
          <w:bCs/>
          <w:sz w:val="22"/>
          <w:szCs w:val="22"/>
        </w:rPr>
      </w:pPr>
    </w:p>
    <w:p w:rsidR="009D7FA9" w:rsidRDefault="009D7FA9" w:rsidP="00933328">
      <w:pPr>
        <w:spacing w:line="288" w:lineRule="auto"/>
        <w:rPr>
          <w:b/>
          <w:bCs/>
          <w:sz w:val="22"/>
          <w:szCs w:val="22"/>
        </w:rPr>
      </w:pPr>
    </w:p>
    <w:p w:rsidR="009D7FA9" w:rsidRDefault="009D7FA9" w:rsidP="00933328">
      <w:pPr>
        <w:spacing w:line="288" w:lineRule="auto"/>
        <w:rPr>
          <w:b/>
          <w:bCs/>
          <w:sz w:val="22"/>
          <w:szCs w:val="22"/>
        </w:rPr>
      </w:pPr>
    </w:p>
    <w:p w:rsidR="009D7FA9" w:rsidRDefault="009D7FA9" w:rsidP="00933328">
      <w:pPr>
        <w:spacing w:line="288" w:lineRule="auto"/>
        <w:rPr>
          <w:b/>
          <w:bCs/>
          <w:sz w:val="22"/>
          <w:szCs w:val="22"/>
        </w:rPr>
      </w:pPr>
    </w:p>
    <w:p w:rsidR="009D7FA9" w:rsidRDefault="009D7FA9" w:rsidP="00933328">
      <w:pPr>
        <w:spacing w:line="288" w:lineRule="auto"/>
        <w:rPr>
          <w:b/>
          <w:bCs/>
          <w:sz w:val="22"/>
          <w:szCs w:val="22"/>
        </w:rPr>
      </w:pPr>
    </w:p>
    <w:p w:rsidR="009D7FA9" w:rsidRDefault="009D7FA9" w:rsidP="00933328">
      <w:pPr>
        <w:spacing w:line="288" w:lineRule="auto"/>
        <w:rPr>
          <w:b/>
          <w:bCs/>
          <w:sz w:val="22"/>
          <w:szCs w:val="22"/>
        </w:rPr>
      </w:pPr>
    </w:p>
    <w:p w:rsidR="009D7FA9" w:rsidRDefault="009D7FA9" w:rsidP="00933328">
      <w:pPr>
        <w:spacing w:line="288" w:lineRule="auto"/>
        <w:rPr>
          <w:b/>
          <w:bCs/>
          <w:sz w:val="22"/>
          <w:szCs w:val="22"/>
        </w:rPr>
      </w:pPr>
    </w:p>
    <w:p w:rsidR="009D7FA9" w:rsidRDefault="009D7FA9" w:rsidP="00933328">
      <w:pPr>
        <w:spacing w:line="288" w:lineRule="auto"/>
        <w:rPr>
          <w:b/>
          <w:bCs/>
          <w:sz w:val="22"/>
          <w:szCs w:val="22"/>
        </w:rPr>
      </w:pPr>
    </w:p>
    <w:p w:rsidR="009D7FA9" w:rsidRDefault="009D7FA9" w:rsidP="00933328">
      <w:pPr>
        <w:spacing w:line="288" w:lineRule="auto"/>
        <w:rPr>
          <w:b/>
          <w:bCs/>
          <w:sz w:val="22"/>
          <w:szCs w:val="22"/>
        </w:rPr>
      </w:pPr>
    </w:p>
    <w:p w:rsidR="009D7FA9" w:rsidRDefault="009D7FA9" w:rsidP="00933328">
      <w:pPr>
        <w:spacing w:line="288" w:lineRule="auto"/>
        <w:rPr>
          <w:b/>
          <w:bCs/>
          <w:sz w:val="22"/>
          <w:szCs w:val="22"/>
        </w:rPr>
      </w:pPr>
    </w:p>
    <w:p w:rsidR="009D7FA9" w:rsidRDefault="009D7FA9" w:rsidP="00933328">
      <w:pPr>
        <w:spacing w:line="288" w:lineRule="auto"/>
        <w:rPr>
          <w:b/>
          <w:bCs/>
          <w:sz w:val="22"/>
          <w:szCs w:val="22"/>
        </w:rPr>
      </w:pPr>
    </w:p>
    <w:p w:rsidR="009D7FA9" w:rsidRDefault="009D7FA9" w:rsidP="00933328">
      <w:pPr>
        <w:spacing w:line="288" w:lineRule="auto"/>
        <w:rPr>
          <w:b/>
          <w:bCs/>
          <w:sz w:val="22"/>
          <w:szCs w:val="22"/>
        </w:rPr>
      </w:pPr>
    </w:p>
    <w:p w:rsidR="009D7FA9" w:rsidRDefault="009D7FA9" w:rsidP="00933328">
      <w:pPr>
        <w:spacing w:line="288" w:lineRule="auto"/>
        <w:rPr>
          <w:b/>
          <w:bCs/>
          <w:sz w:val="22"/>
          <w:szCs w:val="22"/>
        </w:rPr>
      </w:pPr>
    </w:p>
    <w:p w:rsidR="009D7FA9" w:rsidRDefault="009D7FA9" w:rsidP="00933328">
      <w:pPr>
        <w:spacing w:line="288" w:lineRule="auto"/>
        <w:rPr>
          <w:b/>
          <w:bCs/>
          <w:sz w:val="22"/>
          <w:szCs w:val="22"/>
        </w:rPr>
      </w:pPr>
    </w:p>
    <w:p w:rsidR="00933328" w:rsidRDefault="00933328" w:rsidP="00F653F0">
      <w:pPr>
        <w:spacing w:line="288" w:lineRule="auto"/>
        <w:ind w:firstLine="567"/>
        <w:jc w:val="center"/>
        <w:rPr>
          <w:b/>
          <w:bCs/>
          <w:sz w:val="22"/>
          <w:szCs w:val="22"/>
        </w:rPr>
      </w:pPr>
    </w:p>
    <w:p w:rsidR="00933328" w:rsidRDefault="00933328" w:rsidP="00F653F0">
      <w:pPr>
        <w:spacing w:line="288" w:lineRule="auto"/>
        <w:ind w:firstLine="567"/>
        <w:jc w:val="center"/>
        <w:rPr>
          <w:b/>
          <w:bCs/>
          <w:sz w:val="22"/>
          <w:szCs w:val="22"/>
        </w:rPr>
      </w:pPr>
    </w:p>
    <w:p w:rsidR="00933328" w:rsidRDefault="00933328" w:rsidP="00F653F0">
      <w:pPr>
        <w:spacing w:line="288" w:lineRule="auto"/>
        <w:ind w:firstLine="567"/>
        <w:jc w:val="center"/>
        <w:rPr>
          <w:b/>
          <w:bCs/>
          <w:sz w:val="22"/>
          <w:szCs w:val="22"/>
        </w:rPr>
      </w:pPr>
    </w:p>
    <w:tbl>
      <w:tblPr>
        <w:tblW w:w="9480" w:type="dxa"/>
        <w:tblInd w:w="93" w:type="dxa"/>
        <w:tblLook w:val="04A0" w:firstRow="1" w:lastRow="0" w:firstColumn="1" w:lastColumn="0" w:noHBand="0" w:noVBand="1"/>
      </w:tblPr>
      <w:tblGrid>
        <w:gridCol w:w="740"/>
        <w:gridCol w:w="940"/>
        <w:gridCol w:w="940"/>
        <w:gridCol w:w="4440"/>
        <w:gridCol w:w="2420"/>
      </w:tblGrid>
      <w:tr w:rsidR="00933328" w:rsidRPr="00FD0071" w:rsidTr="007F5ED7">
        <w:trPr>
          <w:trHeight w:val="563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328" w:rsidRPr="00FD0071" w:rsidRDefault="00933328" w:rsidP="007F5ED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5ED7" w:rsidRDefault="00933328" w:rsidP="007F5ED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Приложение № </w:t>
            </w:r>
            <w:r w:rsidR="00EA06E3">
              <w:rPr>
                <w:color w:val="000000"/>
                <w:sz w:val="22"/>
                <w:szCs w:val="22"/>
              </w:rPr>
              <w:t>7</w:t>
            </w:r>
          </w:p>
          <w:p w:rsidR="007F5ED7" w:rsidRDefault="007F5ED7" w:rsidP="007F5ED7">
            <w:pPr>
              <w:jc w:val="right"/>
              <w:rPr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к договору поставки</w:t>
            </w:r>
            <w:r w:rsidR="00933328" w:rsidRPr="00FD0071">
              <w:rPr>
                <w:color w:val="000000"/>
                <w:sz w:val="22"/>
                <w:szCs w:val="22"/>
              </w:rPr>
              <w:br/>
              <w:t xml:space="preserve"> </w:t>
            </w: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  <w:p w:rsidR="00933328" w:rsidRPr="00FD0071" w:rsidRDefault="00933328" w:rsidP="007F5ED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33328" w:rsidRPr="00FD0071" w:rsidTr="007F5ED7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</w:tr>
      <w:tr w:rsidR="00933328" w:rsidRPr="00FD0071" w:rsidTr="007F5ED7">
        <w:trPr>
          <w:trHeight w:val="938"/>
        </w:trPr>
        <w:tc>
          <w:tcPr>
            <w:tcW w:w="9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328" w:rsidRPr="00FD0071" w:rsidRDefault="00933328" w:rsidP="00EA06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0071">
              <w:rPr>
                <w:b/>
                <w:bCs/>
                <w:color w:val="000000"/>
                <w:sz w:val="24"/>
                <w:szCs w:val="24"/>
              </w:rPr>
              <w:t xml:space="preserve">Форма </w:t>
            </w:r>
            <w:r w:rsidR="007F5ED7">
              <w:rPr>
                <w:b/>
                <w:bCs/>
                <w:color w:val="000000"/>
                <w:sz w:val="24"/>
                <w:szCs w:val="24"/>
              </w:rPr>
              <w:br/>
              <w:t>"</w:t>
            </w:r>
            <w:r w:rsidR="00EA06E3" w:rsidRPr="00EA06E3">
              <w:rPr>
                <w:b/>
                <w:bCs/>
                <w:color w:val="000000"/>
                <w:sz w:val="24"/>
                <w:szCs w:val="24"/>
              </w:rPr>
              <w:t>Информация о договорах с субпоставщиками из числа субъектов малого и среднего предпринимательства</w:t>
            </w:r>
            <w:r w:rsidR="00EA06E3" w:rsidRPr="00FD0071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D0071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</w:tr>
      <w:tr w:rsidR="00933328" w:rsidRPr="00FD0071" w:rsidTr="007F5ED7">
        <w:trPr>
          <w:trHeight w:val="300"/>
        </w:trPr>
        <w:tc>
          <w:tcPr>
            <w:tcW w:w="2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28" w:rsidRPr="00FD0071" w:rsidRDefault="00933328" w:rsidP="007F5ED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</w:tr>
      <w:tr w:rsidR="00933328" w:rsidRPr="00FD0071" w:rsidTr="007F5ED7">
        <w:trPr>
          <w:trHeight w:val="50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071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0071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0071">
              <w:rPr>
                <w:b/>
                <w:bCs/>
                <w:color w:val="000000"/>
                <w:sz w:val="24"/>
                <w:szCs w:val="24"/>
              </w:rPr>
              <w:t>Информация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07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 xml:space="preserve">Дата заключения договора с </w:t>
            </w:r>
            <w:r>
              <w:rPr>
                <w:color w:val="000000"/>
                <w:sz w:val="24"/>
                <w:szCs w:val="24"/>
              </w:rPr>
              <w:t>ООО «ППТК»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07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2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07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 xml:space="preserve">Номер договора с </w:t>
            </w:r>
            <w:r>
              <w:rPr>
                <w:color w:val="000000"/>
                <w:sz w:val="24"/>
                <w:szCs w:val="24"/>
              </w:rPr>
              <w:t>ООО «ППТК»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07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Дата заключения договора с субпоставщиком (субподрядчиком, соисполнителем)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Номер договора с субпоставщиком (субподрядчиком, соисполнителем) (при наличии)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6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Предмет договора с субпоставщиком (субподрядчиком, соисполнителем)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6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Сведения о субпоставщике (субподрядчике, соисполнителе) из числа юридических лиц, в т.ч.: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6.1.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Наименование, фирменное наименование (при наличии)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9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6.2.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Информация о его отнесении к субъекту малого и (или) среднего предпринимательства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6.3.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ОКОПФ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6.4.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6.5.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КПП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70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6.6.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Дата постановки на учет в налоговом органе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6.7.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ОКПО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6.8.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Почтовый индекс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6.9.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Место нахождения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6.10.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ОКТМО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6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Сведения о субпоставщике (субподрядчике, соисполнителе) из числа физических лиц, в т.ч.: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7.1.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7.2.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Место жительства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7.3.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7.4.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КПП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6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Цена договора с субпоставщиком (субподрядчиком, соисполнителем)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Валюта договора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Классификация по ОКДП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Классификация по ОКПД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Количество (объем) товаров, работ,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Единица измерения товаров, работ,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6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Страна происхождения товара/регистрации производителя товара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</w:p>
        </w:tc>
      </w:tr>
      <w:tr w:rsidR="00933328" w:rsidRPr="00FD0071" w:rsidTr="007F5ED7">
        <w:trPr>
          <w:trHeight w:val="8172"/>
        </w:trPr>
        <w:tc>
          <w:tcPr>
            <w:tcW w:w="9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3328" w:rsidRPr="00933328" w:rsidRDefault="00933328" w:rsidP="007F5ED7">
            <w:pPr>
              <w:rPr>
                <w:color w:val="000000"/>
                <w:sz w:val="22"/>
                <w:szCs w:val="22"/>
              </w:rPr>
            </w:pPr>
            <w:r w:rsidRPr="00FD0071">
              <w:rPr>
                <w:color w:val="000000"/>
                <w:sz w:val="22"/>
                <w:szCs w:val="22"/>
              </w:rPr>
              <w:t>Инструкция по заполнению Формы 2:</w:t>
            </w:r>
            <w:r w:rsidRPr="00FD0071">
              <w:rPr>
                <w:color w:val="000000"/>
                <w:sz w:val="22"/>
                <w:szCs w:val="22"/>
              </w:rPr>
              <w:br/>
              <w:t xml:space="preserve">1. Дата заключения договора с </w:t>
            </w:r>
            <w:r>
              <w:rPr>
                <w:color w:val="000000"/>
                <w:sz w:val="22"/>
                <w:szCs w:val="22"/>
              </w:rPr>
              <w:t xml:space="preserve">ООО «ППТК» </w:t>
            </w:r>
            <w:r w:rsidRPr="00FD0071">
              <w:rPr>
                <w:color w:val="000000"/>
                <w:sz w:val="22"/>
                <w:szCs w:val="22"/>
              </w:rPr>
              <w:t>- указывается в формате "дд.мм.гггг".</w:t>
            </w:r>
            <w:r w:rsidRPr="00FD0071">
              <w:rPr>
                <w:color w:val="000000"/>
                <w:sz w:val="22"/>
                <w:szCs w:val="22"/>
              </w:rPr>
              <w:br/>
              <w:t xml:space="preserve">2. Номер договора с </w:t>
            </w:r>
            <w:r>
              <w:rPr>
                <w:color w:val="000000"/>
                <w:sz w:val="22"/>
                <w:szCs w:val="22"/>
              </w:rPr>
              <w:t>ООО «ППТК»</w:t>
            </w:r>
            <w:r w:rsidRPr="00FD0071">
              <w:rPr>
                <w:color w:val="000000"/>
                <w:sz w:val="22"/>
                <w:szCs w:val="22"/>
              </w:rPr>
              <w:t xml:space="preserve"> - указывается номер договора, проставленный в "шапке договора". </w:t>
            </w:r>
          </w:p>
          <w:p w:rsidR="00933328" w:rsidRDefault="00933328" w:rsidP="007F5ED7">
            <w:pPr>
              <w:rPr>
                <w:color w:val="000000"/>
                <w:sz w:val="22"/>
                <w:szCs w:val="22"/>
              </w:rPr>
            </w:pPr>
            <w:r w:rsidRPr="00FD0071">
              <w:rPr>
                <w:color w:val="000000"/>
                <w:sz w:val="22"/>
                <w:szCs w:val="22"/>
              </w:rPr>
              <w:t>3. Дата заключения договора с субпоставщиком (субподрядчиком, соисполнителем) – указывается дата заключения договора поставщиком (подрядчиком, исполнителем) с субпоставщиком (субподрядчиком, соисполнителем) в формате "дд.мм.гггг".</w:t>
            </w:r>
            <w:r w:rsidRPr="00FD0071">
              <w:rPr>
                <w:color w:val="000000"/>
                <w:sz w:val="22"/>
                <w:szCs w:val="22"/>
              </w:rPr>
              <w:br/>
              <w:t>4. Номер договора с субподрядчиком (при наличии).</w:t>
            </w:r>
            <w:r w:rsidRPr="00FD0071">
              <w:rPr>
                <w:color w:val="000000"/>
                <w:sz w:val="22"/>
                <w:szCs w:val="22"/>
              </w:rPr>
              <w:br/>
              <w:t>5. Предмет договора с субпоставщиком (субподрядчиком, соисполнителем) – указывается в соответствии с формулировкой "предмет договора" из договора, заключаемого между поставщиком (подрядчиком, исполнителем) и субпоставщиком (субподрядчиком, соисполнителем).</w:t>
            </w:r>
            <w:r w:rsidRPr="00FD0071">
              <w:rPr>
                <w:color w:val="000000"/>
                <w:sz w:val="22"/>
                <w:szCs w:val="22"/>
              </w:rPr>
              <w:br/>
              <w:t>6. Сведения о субпоставщике (субподрядчике, соисполнителе) в отношении юридического лица, в т.ч.:</w:t>
            </w:r>
            <w:r w:rsidRPr="00FD0071">
              <w:rPr>
                <w:color w:val="000000"/>
                <w:sz w:val="22"/>
                <w:szCs w:val="22"/>
              </w:rPr>
              <w:br/>
              <w:t>6.1. Наименование, фирменное наименование (при наличии) – указывается полное и/или краткое наименование. Фирменное наименование (при наличии) указывается в соответствии с Уставом.</w:t>
            </w:r>
            <w:r w:rsidRPr="00FD0071">
              <w:rPr>
                <w:color w:val="000000"/>
                <w:sz w:val="22"/>
                <w:szCs w:val="22"/>
              </w:rPr>
              <w:br/>
              <w:t>6.2. Информация о его отнесении к субъекту малого и (или) среднего предпринимательства – указать "Да" или "Нет".</w:t>
            </w:r>
            <w:r w:rsidRPr="00FD0071">
              <w:rPr>
                <w:color w:val="000000"/>
                <w:sz w:val="22"/>
                <w:szCs w:val="22"/>
              </w:rPr>
              <w:br/>
              <w:t>6.3. ОКОПФ – указывается код организационно-правовой формы в соответствии с Общероссийским классификатором организационно-правовых форм (утв. Приказом Росстандарта от 16.10.2012 N 505-ст).</w:t>
            </w:r>
            <w:r w:rsidRPr="00FD0071">
              <w:rPr>
                <w:color w:val="000000"/>
                <w:sz w:val="22"/>
                <w:szCs w:val="22"/>
              </w:rPr>
              <w:br/>
              <w:t>6.4. ИНН – указывается Идентификационный номер налогоплательщика.</w:t>
            </w:r>
            <w:r w:rsidRPr="00FD0071">
              <w:rPr>
                <w:color w:val="000000"/>
                <w:sz w:val="22"/>
                <w:szCs w:val="22"/>
              </w:rPr>
              <w:br/>
              <w:t>6.5. КПП – указывается Код причины постановки на учет в налоговых органах.</w:t>
            </w:r>
            <w:r w:rsidRPr="00FD0071">
              <w:rPr>
                <w:color w:val="000000"/>
                <w:sz w:val="22"/>
                <w:szCs w:val="22"/>
              </w:rPr>
              <w:br/>
              <w:t>6.6. Дата постановки на учет – указывается в соответствии со свидетельством о постановке на учет в налоговом органе.</w:t>
            </w:r>
            <w:r w:rsidRPr="00FD0071">
              <w:rPr>
                <w:color w:val="000000"/>
                <w:sz w:val="22"/>
                <w:szCs w:val="22"/>
              </w:rPr>
              <w:br/>
              <w:t xml:space="preserve">6.7. ОКПО – указывается код предприятия в соответствии с Общероссийским классификатором предприятий и организаций  (утв. Приказом Росстата от 06.04.2012 </w:t>
            </w:r>
            <w:r>
              <w:rPr>
                <w:color w:val="000000"/>
                <w:sz w:val="22"/>
                <w:szCs w:val="22"/>
              </w:rPr>
              <w:t>N 107).</w:t>
            </w:r>
            <w:r>
              <w:rPr>
                <w:color w:val="000000"/>
                <w:sz w:val="22"/>
                <w:szCs w:val="22"/>
              </w:rPr>
              <w:br/>
              <w:t>6.8. Почтовый индекс.</w:t>
            </w:r>
            <w:r w:rsidRPr="00FD0071">
              <w:rPr>
                <w:color w:val="000000"/>
                <w:sz w:val="22"/>
                <w:szCs w:val="22"/>
              </w:rPr>
              <w:br/>
              <w:t>6.9. Место нахождения – местом нахождения юридического лица признается место нахождения его постоянно действующего исполнительного органа, указанное в учредительных документах и определяемое местом его государственной регистрации.</w:t>
            </w:r>
            <w:r w:rsidRPr="00FD0071">
              <w:rPr>
                <w:color w:val="000000"/>
                <w:sz w:val="22"/>
                <w:szCs w:val="22"/>
              </w:rPr>
              <w:br/>
              <w:t>6.10. ОКТМО – указывается код территории в соответствии с Общероссийским классификатором территорий муниципальных образований  (утв. Приказом Росстандарта от 14.06.2013 N 159-ст).</w:t>
            </w:r>
            <w:r w:rsidRPr="00FD0071">
              <w:rPr>
                <w:color w:val="000000"/>
                <w:sz w:val="22"/>
                <w:szCs w:val="22"/>
              </w:rPr>
              <w:br/>
              <w:t>7. Сведения о субподрядчике (соисполнителе) в отношении физического лица, в т.ч.:</w:t>
            </w:r>
            <w:r w:rsidRPr="00FD0071">
              <w:rPr>
                <w:color w:val="000000"/>
                <w:sz w:val="22"/>
                <w:szCs w:val="22"/>
              </w:rPr>
              <w:br/>
              <w:t>7.1. Фамилия, имя, отчество (при наличии).</w:t>
            </w:r>
            <w:r w:rsidRPr="00FD0071">
              <w:rPr>
                <w:color w:val="000000"/>
                <w:sz w:val="22"/>
                <w:szCs w:val="22"/>
              </w:rPr>
              <w:br/>
              <w:t>7.2. Место жительства.</w:t>
            </w:r>
            <w:r w:rsidRPr="00FD0071">
              <w:rPr>
                <w:color w:val="000000"/>
                <w:sz w:val="22"/>
                <w:szCs w:val="22"/>
              </w:rPr>
              <w:br/>
              <w:t>7.3. ИНН – указывается Идентификационный номер налогоплательщика.</w:t>
            </w:r>
            <w:r w:rsidRPr="00FD0071">
              <w:rPr>
                <w:color w:val="000000"/>
                <w:sz w:val="22"/>
                <w:szCs w:val="22"/>
              </w:rPr>
              <w:br/>
              <w:t>7.4. КПП – указывается Код причины постановки на учет в налоговых органах.</w:t>
            </w:r>
            <w:r w:rsidRPr="00FD0071">
              <w:rPr>
                <w:color w:val="000000"/>
                <w:sz w:val="22"/>
                <w:szCs w:val="22"/>
              </w:rPr>
              <w:br/>
              <w:t>8. Цена договора с субподрядчиком (соисполнителем) – указывается цена договора без НДС.</w:t>
            </w:r>
            <w:r w:rsidRPr="00FD0071">
              <w:rPr>
                <w:color w:val="000000"/>
                <w:sz w:val="22"/>
                <w:szCs w:val="22"/>
              </w:rPr>
              <w:br/>
              <w:t>9. Валюта договора с субподрядчиками – указывается название валюты.</w:t>
            </w:r>
            <w:r w:rsidRPr="00FD0071">
              <w:rPr>
                <w:color w:val="000000"/>
                <w:sz w:val="22"/>
                <w:szCs w:val="22"/>
              </w:rPr>
              <w:br/>
              <w:t>Например: "Российский рубль", "Доллар США", "Евро", "Юань".</w:t>
            </w:r>
            <w:r w:rsidRPr="00FD0071">
              <w:rPr>
                <w:color w:val="000000"/>
                <w:sz w:val="22"/>
                <w:szCs w:val="22"/>
              </w:rPr>
              <w:br/>
              <w:t>10. Классификация по ОКДП – указывается код наименования товара, работ, услуг в соответствии с Общероссийским классификатором видов экономической деятельности, продукции и услуг ОК 004-93 (ОКДП) (утв. постановлением Госстандарта РФ от 6 августа 1993 г. N 17).</w:t>
            </w:r>
            <w:r w:rsidRPr="00FD0071">
              <w:rPr>
                <w:color w:val="000000"/>
                <w:sz w:val="22"/>
                <w:szCs w:val="22"/>
              </w:rPr>
              <w:br/>
              <w:t>11. Классификация по ОКПД - указывается код наименования товара, работ, услуг в соответствии с Общероссийским классификатором продукции по видам экономической деятельности  (утв. Приказом Ростехрегулирования от 22.11.2007 N 329-ст).</w:t>
            </w:r>
            <w:r w:rsidRPr="00FD0071">
              <w:rPr>
                <w:color w:val="000000"/>
                <w:sz w:val="22"/>
                <w:szCs w:val="22"/>
              </w:rPr>
              <w:br/>
              <w:t>12. Количество (объем) товаров, работ, услуг – указывается в соответствии с договором (при невозможности определить количество указывается "Невозможно определить количество (объем)").</w:t>
            </w:r>
            <w:r w:rsidRPr="00FD0071">
              <w:rPr>
                <w:color w:val="000000"/>
                <w:sz w:val="22"/>
                <w:szCs w:val="22"/>
              </w:rPr>
              <w:br/>
              <w:t>13. Единица измерения товаров, работ, услуг – указывается в соответствии с Общероссийским классификатором единиц измерения (ОКЕИ), утвержденным Постановлением Госстандарта России от 26.12.1994 №366.</w:t>
            </w:r>
            <w:r w:rsidRPr="00FD0071">
              <w:rPr>
                <w:color w:val="000000"/>
                <w:sz w:val="22"/>
                <w:szCs w:val="22"/>
              </w:rPr>
              <w:br/>
            </w:r>
            <w:r w:rsidRPr="00FD0071">
              <w:rPr>
                <w:color w:val="000000"/>
                <w:sz w:val="22"/>
                <w:szCs w:val="22"/>
              </w:rPr>
              <w:lastRenderedPageBreak/>
              <w:t>14. Страна происхождения товара/регистрации производителя товара.</w:t>
            </w:r>
            <w:r w:rsidRPr="00FD0071">
              <w:rPr>
                <w:color w:val="000000"/>
                <w:sz w:val="22"/>
                <w:szCs w:val="22"/>
              </w:rPr>
              <w:br/>
            </w:r>
            <w:r w:rsidRPr="00FD0071">
              <w:rPr>
                <w:color w:val="000000"/>
                <w:sz w:val="22"/>
                <w:szCs w:val="22"/>
              </w:rPr>
              <w:br/>
              <w:t>Информация, поименованная в пунктах 1 - 14 указывается в отношении каждого договора, заключенного между поставщиком (подрядчиком, исполнителем) и субпоставщиком (субподрядчиком, соисполнителем).</w:t>
            </w:r>
          </w:p>
          <w:p w:rsidR="007F5ED7" w:rsidRDefault="007F5ED7" w:rsidP="007F5ED7">
            <w:pPr>
              <w:rPr>
                <w:color w:val="000000"/>
                <w:sz w:val="22"/>
                <w:szCs w:val="22"/>
              </w:rPr>
            </w:pPr>
          </w:p>
          <w:p w:rsidR="007F5ED7" w:rsidRDefault="007F5ED7" w:rsidP="007F5ED7">
            <w:pPr>
              <w:rPr>
                <w:color w:val="000000"/>
                <w:sz w:val="22"/>
                <w:szCs w:val="22"/>
              </w:rPr>
            </w:pPr>
          </w:p>
          <w:p w:rsidR="007F5ED7" w:rsidRPr="001324FF" w:rsidRDefault="007F5ED7" w:rsidP="007F5ED7">
            <w:pPr>
              <w:ind w:left="720"/>
              <w:jc w:val="center"/>
            </w:pPr>
            <w:r>
              <w:rPr>
                <w:b/>
                <w:sz w:val="24"/>
                <w:szCs w:val="24"/>
              </w:rPr>
              <w:t>Форма согласована</w:t>
            </w:r>
          </w:p>
          <w:p w:rsidR="007F5ED7" w:rsidRPr="001324FF" w:rsidRDefault="007F5ED7" w:rsidP="007F5ED7">
            <w:pPr>
              <w:tabs>
                <w:tab w:val="left" w:pos="0"/>
              </w:tabs>
            </w:pPr>
          </w:p>
          <w:p w:rsidR="007F5ED7" w:rsidRPr="001324FF" w:rsidRDefault="007F5ED7" w:rsidP="007F5ED7">
            <w:pPr>
              <w:tabs>
                <w:tab w:val="left" w:pos="0"/>
              </w:tabs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753"/>
              <w:gridCol w:w="4426"/>
            </w:tblGrid>
            <w:tr w:rsidR="007F5ED7" w:rsidRPr="001324FF" w:rsidTr="007F5ED7">
              <w:tc>
                <w:tcPr>
                  <w:tcW w:w="4753" w:type="dxa"/>
                  <w:shd w:val="clear" w:color="auto" w:fill="auto"/>
                </w:tcPr>
                <w:p w:rsidR="007F5ED7" w:rsidRPr="001324FF" w:rsidRDefault="007F5ED7" w:rsidP="007F5ED7">
                  <w:pPr>
                    <w:spacing w:before="120"/>
                    <w:ind w:left="290"/>
                    <w:rPr>
                      <w:b/>
                      <w:bCs/>
                      <w:sz w:val="24"/>
                      <w:szCs w:val="24"/>
                    </w:rPr>
                  </w:pPr>
                  <w:r w:rsidRPr="001324FF">
                    <w:rPr>
                      <w:b/>
                      <w:bCs/>
                      <w:sz w:val="24"/>
                      <w:szCs w:val="24"/>
                    </w:rPr>
                    <w:t>Поставщик:</w:t>
                  </w:r>
                </w:p>
                <w:p w:rsidR="007F5ED7" w:rsidRPr="001324FF" w:rsidRDefault="007F5ED7" w:rsidP="007F5ED7">
                  <w:pPr>
                    <w:spacing w:before="120"/>
                    <w:ind w:left="290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F5ED7" w:rsidRPr="001324FF" w:rsidRDefault="007F5ED7" w:rsidP="007F5ED7">
                  <w:pPr>
                    <w:jc w:val="center"/>
                    <w:rPr>
                      <w:sz w:val="24"/>
                      <w:szCs w:val="24"/>
                    </w:rPr>
                  </w:pPr>
                  <w:r w:rsidRPr="001324FF">
                    <w:rPr>
                      <w:bCs/>
                      <w:sz w:val="24"/>
                      <w:szCs w:val="24"/>
                    </w:rPr>
                    <w:t>____________________/</w:t>
                  </w:r>
                  <w:r w:rsidRPr="001324FF">
                    <w:rPr>
                      <w:sz w:val="24"/>
                      <w:szCs w:val="24"/>
                    </w:rPr>
                    <w:t>_____________/</w:t>
                  </w:r>
                </w:p>
                <w:p w:rsidR="007F5ED7" w:rsidRPr="001324FF" w:rsidRDefault="007F5ED7" w:rsidP="007F5ED7">
                  <w:pPr>
                    <w:rPr>
                      <w:b/>
                      <w:sz w:val="24"/>
                      <w:szCs w:val="24"/>
                    </w:rPr>
                  </w:pPr>
                  <w:r w:rsidRPr="001324FF">
                    <w:rPr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4426" w:type="dxa"/>
                  <w:shd w:val="clear" w:color="auto" w:fill="auto"/>
                </w:tcPr>
                <w:p w:rsidR="007F5ED7" w:rsidRPr="001324FF" w:rsidRDefault="007F5ED7" w:rsidP="007F5ED7">
                  <w:pPr>
                    <w:spacing w:before="120"/>
                    <w:ind w:left="290"/>
                    <w:rPr>
                      <w:b/>
                      <w:bCs/>
                      <w:sz w:val="24"/>
                      <w:szCs w:val="24"/>
                    </w:rPr>
                  </w:pPr>
                  <w:r w:rsidRPr="001324FF">
                    <w:rPr>
                      <w:b/>
                      <w:bCs/>
                      <w:sz w:val="24"/>
                      <w:szCs w:val="24"/>
                    </w:rPr>
                    <w:t>Покупатель:</w:t>
                  </w:r>
                </w:p>
                <w:p w:rsidR="007F5ED7" w:rsidRPr="001324FF" w:rsidRDefault="007F5ED7" w:rsidP="007F5ED7">
                  <w:pPr>
                    <w:spacing w:before="120"/>
                    <w:ind w:left="290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F5ED7" w:rsidRPr="001324FF" w:rsidRDefault="007F5ED7" w:rsidP="007F5ED7">
                  <w:pPr>
                    <w:jc w:val="center"/>
                    <w:rPr>
                      <w:sz w:val="24"/>
                      <w:szCs w:val="24"/>
                    </w:rPr>
                  </w:pPr>
                  <w:r w:rsidRPr="001324FF">
                    <w:rPr>
                      <w:bCs/>
                      <w:sz w:val="24"/>
                      <w:szCs w:val="24"/>
                    </w:rPr>
                    <w:t>____________________/</w:t>
                  </w:r>
                  <w:r w:rsidRPr="001324FF">
                    <w:rPr>
                      <w:sz w:val="24"/>
                      <w:szCs w:val="24"/>
                    </w:rPr>
                    <w:t>_____________/</w:t>
                  </w:r>
                </w:p>
                <w:p w:rsidR="007F5ED7" w:rsidRPr="001324FF" w:rsidRDefault="007F5ED7" w:rsidP="007F5ED7">
                  <w:pPr>
                    <w:rPr>
                      <w:b/>
                      <w:sz w:val="24"/>
                      <w:szCs w:val="24"/>
                    </w:rPr>
                  </w:pPr>
                  <w:r w:rsidRPr="001324FF">
                    <w:rPr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7F5ED7" w:rsidRPr="00FD0071" w:rsidRDefault="007F5ED7" w:rsidP="007F5ED7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933328" w:rsidRDefault="00933328" w:rsidP="00F653F0">
      <w:pPr>
        <w:spacing w:line="288" w:lineRule="auto"/>
        <w:ind w:firstLine="567"/>
        <w:jc w:val="center"/>
        <w:rPr>
          <w:b/>
          <w:bCs/>
          <w:sz w:val="22"/>
          <w:szCs w:val="22"/>
        </w:rPr>
        <w:sectPr w:rsidR="00933328" w:rsidSect="007D7C7F">
          <w:headerReference w:type="even" r:id="rId10"/>
          <w:footerReference w:type="even" r:id="rId11"/>
          <w:footerReference w:type="default" r:id="rId12"/>
          <w:pgSz w:w="11906" w:h="16838" w:code="9"/>
          <w:pgMar w:top="851" w:right="851" w:bottom="851" w:left="993" w:header="284" w:footer="284" w:gutter="0"/>
          <w:cols w:space="720"/>
        </w:sectPr>
      </w:pPr>
    </w:p>
    <w:tbl>
      <w:tblPr>
        <w:tblW w:w="1446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62"/>
      </w:tblGrid>
      <w:tr w:rsidR="00F653F0" w:rsidRPr="00E17F17" w:rsidTr="00F653F0">
        <w:trPr>
          <w:trHeight w:val="450"/>
        </w:trPr>
        <w:tc>
          <w:tcPr>
            <w:tcW w:w="144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3F0" w:rsidRPr="00601E36" w:rsidRDefault="00601E36" w:rsidP="00601E36">
            <w:pPr>
              <w:spacing w:line="288" w:lineRule="auto"/>
              <w:ind w:firstLine="567"/>
              <w:jc w:val="right"/>
              <w:rPr>
                <w:bCs/>
                <w:sz w:val="22"/>
                <w:szCs w:val="22"/>
              </w:rPr>
            </w:pPr>
            <w:r w:rsidRPr="00601E36">
              <w:rPr>
                <w:bCs/>
                <w:sz w:val="22"/>
                <w:szCs w:val="22"/>
              </w:rPr>
              <w:lastRenderedPageBreak/>
              <w:t xml:space="preserve">Приложение № 8 </w:t>
            </w:r>
          </w:p>
          <w:p w:rsidR="00701868" w:rsidRDefault="00601E36" w:rsidP="00601E36">
            <w:pPr>
              <w:spacing w:line="288" w:lineRule="auto"/>
              <w:ind w:firstLine="567"/>
              <w:jc w:val="right"/>
              <w:rPr>
                <w:bCs/>
                <w:sz w:val="22"/>
                <w:szCs w:val="22"/>
              </w:rPr>
            </w:pPr>
            <w:r w:rsidRPr="00601E36">
              <w:rPr>
                <w:bCs/>
                <w:sz w:val="22"/>
                <w:szCs w:val="22"/>
              </w:rPr>
              <w:t xml:space="preserve">к договору поставки </w:t>
            </w:r>
          </w:p>
          <w:p w:rsidR="00601E36" w:rsidRPr="00601E36" w:rsidRDefault="00601E36" w:rsidP="00601E36">
            <w:pPr>
              <w:spacing w:line="288" w:lineRule="auto"/>
              <w:ind w:firstLine="567"/>
              <w:jc w:val="right"/>
              <w:rPr>
                <w:bCs/>
                <w:sz w:val="22"/>
                <w:szCs w:val="22"/>
              </w:rPr>
            </w:pPr>
            <w:r w:rsidRPr="00601E36">
              <w:rPr>
                <w:bCs/>
                <w:sz w:val="22"/>
                <w:szCs w:val="22"/>
              </w:rPr>
              <w:t xml:space="preserve">№ ___/_____ от </w:t>
            </w:r>
            <w:r w:rsidR="00701868">
              <w:rPr>
                <w:bCs/>
                <w:sz w:val="22"/>
                <w:szCs w:val="22"/>
              </w:rPr>
              <w:t xml:space="preserve">«___» </w:t>
            </w:r>
            <w:r w:rsidRPr="00601E36">
              <w:rPr>
                <w:bCs/>
                <w:sz w:val="22"/>
                <w:szCs w:val="22"/>
              </w:rPr>
              <w:t>________</w:t>
            </w:r>
            <w:r w:rsidR="00701868">
              <w:rPr>
                <w:bCs/>
                <w:sz w:val="22"/>
                <w:szCs w:val="22"/>
              </w:rPr>
              <w:t xml:space="preserve"> 201_ г.</w:t>
            </w:r>
          </w:p>
          <w:p w:rsidR="00601E36" w:rsidRPr="008515BF" w:rsidRDefault="00601E36" w:rsidP="00601E36">
            <w:pPr>
              <w:spacing w:line="288" w:lineRule="auto"/>
              <w:ind w:firstLine="567"/>
              <w:jc w:val="right"/>
              <w:rPr>
                <w:b/>
                <w:bCs/>
                <w:sz w:val="22"/>
                <w:szCs w:val="22"/>
              </w:rPr>
            </w:pPr>
          </w:p>
          <w:p w:rsidR="00F653F0" w:rsidRPr="00601E36" w:rsidRDefault="00F653F0" w:rsidP="00F653F0">
            <w:pPr>
              <w:spacing w:line="288" w:lineRule="auto"/>
              <w:ind w:firstLine="567"/>
              <w:jc w:val="center"/>
              <w:rPr>
                <w:b/>
                <w:bCs/>
                <w:sz w:val="24"/>
                <w:szCs w:val="24"/>
              </w:rPr>
            </w:pPr>
            <w:r w:rsidRPr="00601E36">
              <w:rPr>
                <w:b/>
                <w:bCs/>
                <w:sz w:val="24"/>
                <w:szCs w:val="24"/>
              </w:rPr>
              <w:t>Сведения о цепочке собственников, включая бенефициаров (в том числе, конечных)</w:t>
            </w:r>
          </w:p>
        </w:tc>
      </w:tr>
      <w:tr w:rsidR="00F653F0" w:rsidRPr="00E17F17" w:rsidTr="00F653F0">
        <w:trPr>
          <w:trHeight w:val="250"/>
        </w:trPr>
        <w:tc>
          <w:tcPr>
            <w:tcW w:w="144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653F0" w:rsidRPr="00E17F17" w:rsidRDefault="00F653F0" w:rsidP="00F653F0">
            <w:pPr>
              <w:spacing w:line="288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653F0" w:rsidRPr="00E17F17" w:rsidTr="00F653F0">
        <w:trPr>
          <w:trHeight w:val="480"/>
        </w:trPr>
        <w:tc>
          <w:tcPr>
            <w:tcW w:w="1446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F653F0" w:rsidRPr="00E17F17" w:rsidRDefault="00F653F0" w:rsidP="00F653F0">
            <w:pPr>
              <w:spacing w:line="288" w:lineRule="auto"/>
              <w:ind w:firstLine="567"/>
              <w:jc w:val="center"/>
              <w:rPr>
                <w:i/>
                <w:iCs/>
              </w:rPr>
            </w:pPr>
            <w:r w:rsidRPr="00E17F17">
              <w:t>(</w:t>
            </w:r>
            <w:r w:rsidRPr="00E17F17">
              <w:rPr>
                <w:i/>
                <w:iCs/>
              </w:rPr>
              <w:t>наименование Поставщика)</w:t>
            </w:r>
          </w:p>
          <w:tbl>
            <w:tblPr>
              <w:tblW w:w="14347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314"/>
              <w:gridCol w:w="425"/>
              <w:gridCol w:w="425"/>
              <w:gridCol w:w="426"/>
              <w:gridCol w:w="855"/>
              <w:gridCol w:w="988"/>
              <w:gridCol w:w="1134"/>
              <w:gridCol w:w="709"/>
              <w:gridCol w:w="709"/>
              <w:gridCol w:w="567"/>
              <w:gridCol w:w="709"/>
              <w:gridCol w:w="734"/>
              <w:gridCol w:w="257"/>
              <w:gridCol w:w="425"/>
              <w:gridCol w:w="567"/>
              <w:gridCol w:w="850"/>
              <w:gridCol w:w="851"/>
              <w:gridCol w:w="1559"/>
              <w:gridCol w:w="993"/>
              <w:gridCol w:w="850"/>
            </w:tblGrid>
            <w:tr w:rsidR="00F653F0" w:rsidRPr="00E17F17" w:rsidTr="00F653F0">
              <w:trPr>
                <w:trHeight w:val="377"/>
              </w:trPr>
              <w:tc>
                <w:tcPr>
                  <w:tcW w:w="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№            п/п</w:t>
                  </w:r>
                </w:p>
              </w:tc>
              <w:tc>
                <w:tcPr>
                  <w:tcW w:w="4253" w:type="dxa"/>
                  <w:gridSpan w:val="6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4"/>
                      <w:szCs w:val="14"/>
                    </w:rPr>
                  </w:pP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Наименование Поставщика (ИНН, вид деятельности)</w:t>
                  </w:r>
                </w:p>
              </w:tc>
              <w:tc>
                <w:tcPr>
                  <w:tcW w:w="3428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Договор (реквизиты, предмет, цена, срок действия и иные существенные условия</w:t>
                  </w:r>
                </w:p>
              </w:tc>
              <w:tc>
                <w:tcPr>
                  <w:tcW w:w="5502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Информация о цепочке собственников контрагента, включая бенефициаров (в том числе, конечных)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tabs>
                      <w:tab w:val="left" w:pos="0"/>
                    </w:tabs>
                    <w:spacing w:line="288" w:lineRule="auto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Информация о подтверждающих документах (наименование, реквизиты и т.д.)</w:t>
                  </w:r>
                </w:p>
              </w:tc>
            </w:tr>
            <w:tr w:rsidR="00F653F0" w:rsidRPr="00E17F17" w:rsidTr="00F653F0">
              <w:trPr>
                <w:trHeight w:val="1291"/>
              </w:trPr>
              <w:tc>
                <w:tcPr>
                  <w:tcW w:w="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ИНН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ОГРН</w:t>
                  </w:r>
                </w:p>
              </w:tc>
              <w:tc>
                <w:tcPr>
                  <w:tcW w:w="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Наименование краткое 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Код ОКВЭД </w:t>
                  </w:r>
                </w:p>
              </w:tc>
              <w:tc>
                <w:tcPr>
                  <w:tcW w:w="9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Фамилия, Имя, Отчество руководителя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Серия и номер документа, удостоверяющего личность руководителя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№ и дата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Предмет 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договора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Цена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(руб.)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Срок 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действия</w:t>
                  </w:r>
                </w:p>
              </w:tc>
              <w:tc>
                <w:tcPr>
                  <w:tcW w:w="7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Иные существенные условия</w:t>
                  </w:r>
                </w:p>
              </w:tc>
              <w:tc>
                <w:tcPr>
                  <w:tcW w:w="2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№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ИНН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ОГРН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Наименование/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ФИО</w:t>
                  </w: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Адрес регистрации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Серия и номер документа, удостоверяющего личность (для физического лица)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Руководитель/участник/акционер/бенефициар</w:t>
                  </w:r>
                </w:p>
              </w:tc>
              <w:tc>
                <w:tcPr>
                  <w:tcW w:w="85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tabs>
                      <w:tab w:val="left" w:pos="0"/>
                    </w:tabs>
                    <w:spacing w:line="288" w:lineRule="auto"/>
                    <w:ind w:firstLine="567"/>
                    <w:jc w:val="both"/>
                    <w:rPr>
                      <w:rFonts w:eastAsia="Calibri"/>
                      <w:sz w:val="14"/>
                      <w:szCs w:val="14"/>
                    </w:rPr>
                  </w:pPr>
                </w:p>
              </w:tc>
            </w:tr>
          </w:tbl>
          <w:p w:rsidR="00F653F0" w:rsidRPr="00E17F17" w:rsidRDefault="00F653F0" w:rsidP="00F653F0">
            <w:pPr>
              <w:spacing w:line="288" w:lineRule="auto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F653F0" w:rsidRPr="00E17F17" w:rsidTr="00F653F0">
        <w:trPr>
          <w:trHeight w:val="480"/>
        </w:trPr>
        <w:tc>
          <w:tcPr>
            <w:tcW w:w="1446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653F0" w:rsidRPr="00E17F17" w:rsidRDefault="00F653F0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jc w:val="both"/>
              <w:rPr>
                <w:sz w:val="22"/>
                <w:szCs w:val="22"/>
              </w:rPr>
            </w:pPr>
          </w:p>
          <w:p w:rsidR="00F653F0" w:rsidRPr="00E17F17" w:rsidRDefault="00F653F0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ind w:hanging="108"/>
              <w:jc w:val="both"/>
            </w:pPr>
            <w:r w:rsidRPr="00E17F17">
              <w:t>Подпись Поставщика</w:t>
            </w:r>
            <w:r w:rsidRPr="00E17F17">
              <w:tab/>
            </w:r>
            <w:r w:rsidRPr="00E17F17">
              <w:tab/>
              <w:t>/_______________(</w:t>
            </w:r>
            <w:r w:rsidRPr="00E17F17">
              <w:rPr>
                <w:i/>
              </w:rPr>
              <w:t>ФИО, должность</w:t>
            </w:r>
            <w:r w:rsidRPr="00E17F17">
              <w:t>)</w:t>
            </w:r>
          </w:p>
          <w:p w:rsidR="00601E36" w:rsidRDefault="00601E36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ind w:hanging="108"/>
              <w:jc w:val="both"/>
            </w:pPr>
          </w:p>
          <w:p w:rsidR="00F653F0" w:rsidRPr="00E17F17" w:rsidRDefault="00F653F0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ind w:hanging="108"/>
              <w:jc w:val="both"/>
            </w:pPr>
            <w:r w:rsidRPr="00E17F17">
              <w:t>Дата</w:t>
            </w:r>
          </w:p>
          <w:p w:rsidR="00F653F0" w:rsidRPr="00E17F17" w:rsidRDefault="00F653F0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ind w:hanging="108"/>
              <w:jc w:val="both"/>
              <w:rPr>
                <w:sz w:val="22"/>
                <w:szCs w:val="22"/>
              </w:rPr>
            </w:pPr>
            <w:r w:rsidRPr="00E17F17">
              <w:t>м.п.</w:t>
            </w:r>
          </w:p>
        </w:tc>
      </w:tr>
    </w:tbl>
    <w:p w:rsidR="00DA34E0" w:rsidRDefault="00DA34E0" w:rsidP="00F653F0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DA34E0" w:rsidRDefault="00DA34E0" w:rsidP="00F653F0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F653F0" w:rsidRPr="007F5ED7" w:rsidRDefault="00F653F0" w:rsidP="007F5ED7">
      <w:pPr>
        <w:ind w:left="720"/>
        <w:jc w:val="center"/>
        <w:rPr>
          <w:b/>
          <w:sz w:val="24"/>
          <w:szCs w:val="24"/>
        </w:rPr>
      </w:pPr>
      <w:r w:rsidRPr="007F5ED7">
        <w:rPr>
          <w:b/>
          <w:sz w:val="24"/>
          <w:szCs w:val="24"/>
        </w:rPr>
        <w:t>Форма согласована:</w:t>
      </w:r>
    </w:p>
    <w:p w:rsidR="00DA34E0" w:rsidRPr="007F5ED7" w:rsidRDefault="00DA34E0" w:rsidP="007F5ED7">
      <w:pPr>
        <w:ind w:left="720"/>
        <w:jc w:val="center"/>
        <w:rPr>
          <w:b/>
          <w:sz w:val="24"/>
          <w:szCs w:val="24"/>
        </w:rPr>
      </w:pPr>
    </w:p>
    <w:p w:rsidR="00F653F0" w:rsidRPr="007F5ED7" w:rsidRDefault="00F653F0" w:rsidP="007F5ED7">
      <w:pPr>
        <w:ind w:left="720"/>
        <w:jc w:val="center"/>
        <w:rPr>
          <w:b/>
          <w:sz w:val="24"/>
          <w:szCs w:val="24"/>
        </w:rPr>
      </w:pPr>
    </w:p>
    <w:tbl>
      <w:tblPr>
        <w:tblW w:w="14460" w:type="dxa"/>
        <w:tblInd w:w="-318" w:type="dxa"/>
        <w:tblLook w:val="0000" w:firstRow="0" w:lastRow="0" w:firstColumn="0" w:lastColumn="0" w:noHBand="0" w:noVBand="0"/>
      </w:tblPr>
      <w:tblGrid>
        <w:gridCol w:w="7514"/>
        <w:gridCol w:w="6946"/>
      </w:tblGrid>
      <w:tr w:rsidR="00F653F0" w:rsidRPr="007F5ED7" w:rsidTr="00F653F0">
        <w:tc>
          <w:tcPr>
            <w:tcW w:w="7514" w:type="dxa"/>
          </w:tcPr>
          <w:p w:rsidR="00F653F0" w:rsidRPr="007F5ED7" w:rsidRDefault="00F653F0" w:rsidP="007F5ED7">
            <w:pPr>
              <w:ind w:left="720"/>
              <w:jc w:val="center"/>
              <w:rPr>
                <w:b/>
                <w:sz w:val="24"/>
                <w:szCs w:val="24"/>
              </w:rPr>
            </w:pPr>
            <w:r w:rsidRPr="007F5ED7">
              <w:rPr>
                <w:b/>
                <w:sz w:val="24"/>
                <w:szCs w:val="24"/>
              </w:rPr>
              <w:t>Поставщик:</w:t>
            </w:r>
          </w:p>
          <w:p w:rsidR="00F653F0" w:rsidRPr="007F5ED7" w:rsidRDefault="00F653F0" w:rsidP="007F5ED7">
            <w:pPr>
              <w:ind w:left="720"/>
              <w:jc w:val="center"/>
              <w:rPr>
                <w:b/>
                <w:sz w:val="24"/>
                <w:szCs w:val="24"/>
              </w:rPr>
            </w:pPr>
          </w:p>
          <w:p w:rsidR="00F653F0" w:rsidRPr="007F5ED7" w:rsidRDefault="00F653F0" w:rsidP="007F5ED7">
            <w:pPr>
              <w:ind w:left="720"/>
              <w:jc w:val="center"/>
              <w:rPr>
                <w:b/>
                <w:sz w:val="24"/>
                <w:szCs w:val="24"/>
              </w:rPr>
            </w:pPr>
          </w:p>
          <w:p w:rsidR="00F653F0" w:rsidRPr="007F5ED7" w:rsidRDefault="00F653F0" w:rsidP="007F5ED7">
            <w:pPr>
              <w:ind w:left="720"/>
              <w:jc w:val="center"/>
              <w:rPr>
                <w:b/>
                <w:sz w:val="24"/>
                <w:szCs w:val="24"/>
              </w:rPr>
            </w:pPr>
            <w:r w:rsidRPr="007F5ED7">
              <w:rPr>
                <w:b/>
                <w:sz w:val="24"/>
                <w:szCs w:val="24"/>
              </w:rPr>
              <w:t>_____________________/__________________/</w:t>
            </w:r>
          </w:p>
          <w:p w:rsidR="00F653F0" w:rsidRPr="007F5ED7" w:rsidRDefault="007F5ED7" w:rsidP="007F5ED7">
            <w:pPr>
              <w:ind w:left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</w:t>
            </w:r>
            <w:r w:rsidR="00F653F0" w:rsidRPr="007F5ED7">
              <w:rPr>
                <w:b/>
                <w:sz w:val="24"/>
                <w:szCs w:val="24"/>
              </w:rPr>
              <w:t>М.п.</w:t>
            </w:r>
          </w:p>
        </w:tc>
        <w:tc>
          <w:tcPr>
            <w:tcW w:w="6946" w:type="dxa"/>
          </w:tcPr>
          <w:p w:rsidR="00F653F0" w:rsidRPr="007F5ED7" w:rsidRDefault="00F653F0" w:rsidP="007F5ED7">
            <w:pPr>
              <w:ind w:left="720"/>
              <w:jc w:val="center"/>
              <w:rPr>
                <w:b/>
                <w:sz w:val="24"/>
                <w:szCs w:val="24"/>
              </w:rPr>
            </w:pPr>
            <w:r w:rsidRPr="007F5ED7">
              <w:rPr>
                <w:b/>
                <w:sz w:val="24"/>
                <w:szCs w:val="24"/>
              </w:rPr>
              <w:t>Покупатель:</w:t>
            </w:r>
          </w:p>
          <w:p w:rsidR="00F653F0" w:rsidRPr="007F5ED7" w:rsidRDefault="00F653F0" w:rsidP="007F5ED7">
            <w:pPr>
              <w:ind w:left="720"/>
              <w:jc w:val="center"/>
              <w:rPr>
                <w:b/>
                <w:sz w:val="24"/>
                <w:szCs w:val="24"/>
              </w:rPr>
            </w:pPr>
          </w:p>
          <w:p w:rsidR="00F653F0" w:rsidRPr="007F5ED7" w:rsidRDefault="00F653F0" w:rsidP="007F5ED7">
            <w:pPr>
              <w:ind w:left="720"/>
              <w:jc w:val="center"/>
              <w:rPr>
                <w:b/>
                <w:sz w:val="24"/>
                <w:szCs w:val="24"/>
              </w:rPr>
            </w:pPr>
          </w:p>
          <w:p w:rsidR="00F653F0" w:rsidRPr="007F5ED7" w:rsidRDefault="00F653F0" w:rsidP="007F5ED7">
            <w:pPr>
              <w:ind w:left="720"/>
              <w:jc w:val="center"/>
              <w:rPr>
                <w:b/>
                <w:sz w:val="24"/>
                <w:szCs w:val="24"/>
              </w:rPr>
            </w:pPr>
            <w:r w:rsidRPr="007F5ED7">
              <w:rPr>
                <w:b/>
                <w:sz w:val="24"/>
                <w:szCs w:val="24"/>
              </w:rPr>
              <w:t>______________________/__________________/</w:t>
            </w:r>
          </w:p>
          <w:p w:rsidR="00F653F0" w:rsidRPr="007F5ED7" w:rsidRDefault="007F5ED7" w:rsidP="007F5ED7">
            <w:pPr>
              <w:ind w:left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r w:rsidR="00F653F0" w:rsidRPr="007F5ED7">
              <w:rPr>
                <w:b/>
                <w:sz w:val="24"/>
                <w:szCs w:val="24"/>
              </w:rPr>
              <w:t>М.п.</w:t>
            </w:r>
          </w:p>
        </w:tc>
      </w:tr>
    </w:tbl>
    <w:p w:rsidR="00F653F0" w:rsidRDefault="00F653F0" w:rsidP="00942D3A">
      <w:pPr>
        <w:jc w:val="center"/>
        <w:rPr>
          <w:sz w:val="24"/>
          <w:szCs w:val="24"/>
        </w:rPr>
      </w:pPr>
    </w:p>
    <w:p w:rsidR="00095DE9" w:rsidRDefault="00095DE9" w:rsidP="00942D3A">
      <w:pPr>
        <w:jc w:val="center"/>
        <w:rPr>
          <w:sz w:val="24"/>
          <w:szCs w:val="24"/>
        </w:rPr>
      </w:pPr>
    </w:p>
    <w:p w:rsidR="00095DE9" w:rsidRDefault="00095DE9" w:rsidP="00942D3A">
      <w:pPr>
        <w:jc w:val="center"/>
        <w:rPr>
          <w:sz w:val="24"/>
          <w:szCs w:val="24"/>
        </w:rPr>
      </w:pPr>
    </w:p>
    <w:p w:rsidR="00095DE9" w:rsidRDefault="00095DE9" w:rsidP="00942D3A">
      <w:pPr>
        <w:jc w:val="center"/>
        <w:rPr>
          <w:sz w:val="24"/>
          <w:szCs w:val="24"/>
        </w:rPr>
      </w:pPr>
    </w:p>
    <w:p w:rsidR="00095DE9" w:rsidRDefault="00095DE9" w:rsidP="00942D3A">
      <w:pPr>
        <w:jc w:val="center"/>
        <w:rPr>
          <w:sz w:val="24"/>
          <w:szCs w:val="24"/>
        </w:rPr>
      </w:pPr>
    </w:p>
    <w:p w:rsidR="00095DE9" w:rsidRDefault="00095DE9" w:rsidP="00942D3A">
      <w:pPr>
        <w:jc w:val="center"/>
        <w:rPr>
          <w:sz w:val="24"/>
          <w:szCs w:val="24"/>
        </w:rPr>
      </w:pPr>
    </w:p>
    <w:p w:rsidR="00095DE9" w:rsidRDefault="00095DE9" w:rsidP="00942D3A">
      <w:pPr>
        <w:jc w:val="center"/>
        <w:rPr>
          <w:sz w:val="24"/>
          <w:szCs w:val="24"/>
        </w:rPr>
      </w:pPr>
    </w:p>
    <w:p w:rsidR="001E4A7C" w:rsidRDefault="001E4A7C" w:rsidP="003B325E">
      <w:pPr>
        <w:rPr>
          <w:sz w:val="24"/>
          <w:szCs w:val="24"/>
        </w:rPr>
        <w:sectPr w:rsidR="001E4A7C" w:rsidSect="00601E36">
          <w:pgSz w:w="16838" w:h="11906" w:orient="landscape" w:code="9"/>
          <w:pgMar w:top="992" w:right="851" w:bottom="851" w:left="851" w:header="284" w:footer="284" w:gutter="0"/>
          <w:cols w:space="720"/>
        </w:sectPr>
      </w:pPr>
    </w:p>
    <w:p w:rsidR="00095DE9" w:rsidRDefault="00095DE9" w:rsidP="001E4A7C">
      <w:pPr>
        <w:rPr>
          <w:sz w:val="24"/>
          <w:szCs w:val="24"/>
        </w:rPr>
      </w:pPr>
    </w:p>
    <w:tbl>
      <w:tblPr>
        <w:tblW w:w="7654" w:type="dxa"/>
        <w:tblInd w:w="25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1595"/>
        <w:gridCol w:w="815"/>
        <w:gridCol w:w="142"/>
        <w:gridCol w:w="744"/>
        <w:gridCol w:w="3508"/>
      </w:tblGrid>
      <w:tr w:rsidR="003B325E" w:rsidRPr="001E4A7C" w:rsidTr="003B325E">
        <w:trPr>
          <w:gridBefore w:val="1"/>
          <w:wBefore w:w="850" w:type="dxa"/>
          <w:cantSplit/>
        </w:trPr>
        <w:tc>
          <w:tcPr>
            <w:tcW w:w="2410" w:type="dxa"/>
            <w:gridSpan w:val="2"/>
            <w:vAlign w:val="bottom"/>
          </w:tcPr>
          <w:p w:rsidR="003B325E" w:rsidRPr="006D2999" w:rsidRDefault="003B325E" w:rsidP="001E4A7C">
            <w:pPr>
              <w:pStyle w:val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</w:t>
            </w:r>
            <w:r w:rsidRPr="006D2999">
              <w:rPr>
                <w:rFonts w:ascii="Times New Roman" w:hAnsi="Times New Roman" w:cs="Times New Roman"/>
              </w:rPr>
              <w:t>АКТ №</w:t>
            </w:r>
            <w:r>
              <w:rPr>
                <w:rFonts w:ascii="Times New Roman" w:hAnsi="Times New Roman" w:cs="Times New Roman"/>
              </w:rPr>
              <w:t xml:space="preserve"> __________</w:t>
            </w:r>
          </w:p>
        </w:tc>
        <w:tc>
          <w:tcPr>
            <w:tcW w:w="142" w:type="dxa"/>
            <w:vAlign w:val="bottom"/>
          </w:tcPr>
          <w:p w:rsidR="003B325E" w:rsidRPr="006D2999" w:rsidRDefault="003B325E" w:rsidP="001E4A7C">
            <w:pPr>
              <w:ind w:right="-113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gridSpan w:val="2"/>
            <w:vAlign w:val="bottom"/>
          </w:tcPr>
          <w:p w:rsidR="003B325E" w:rsidRDefault="003B325E" w:rsidP="001E4A7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 № 9</w:t>
            </w:r>
          </w:p>
          <w:p w:rsidR="003B325E" w:rsidRDefault="003B325E" w:rsidP="001E4A7C">
            <w:pPr>
              <w:jc w:val="right"/>
              <w:rPr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к договору поставки</w:t>
            </w:r>
            <w:r w:rsidRPr="00FD0071">
              <w:rPr>
                <w:color w:val="000000"/>
                <w:sz w:val="22"/>
                <w:szCs w:val="22"/>
              </w:rPr>
              <w:br/>
              <w:t xml:space="preserve"> </w:t>
            </w: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  <w:p w:rsidR="003B325E" w:rsidRPr="001E4A7C" w:rsidRDefault="003B325E" w:rsidP="001E4A7C">
            <w:pPr>
              <w:spacing w:line="288" w:lineRule="auto"/>
              <w:rPr>
                <w:bCs/>
                <w:sz w:val="22"/>
                <w:szCs w:val="22"/>
              </w:rPr>
            </w:pPr>
          </w:p>
        </w:tc>
      </w:tr>
      <w:tr w:rsidR="00095DE9" w:rsidRPr="006D2999" w:rsidTr="003B325E">
        <w:trPr>
          <w:gridBefore w:val="1"/>
          <w:gridAfter w:val="1"/>
          <w:wBefore w:w="850" w:type="dxa"/>
          <w:wAfter w:w="3508" w:type="dxa"/>
          <w:cantSplit/>
        </w:trPr>
        <w:tc>
          <w:tcPr>
            <w:tcW w:w="1595" w:type="dxa"/>
          </w:tcPr>
          <w:p w:rsidR="00095DE9" w:rsidRPr="006D2999" w:rsidRDefault="00095DE9" w:rsidP="001E4A7C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sz w:val="4"/>
                <w:szCs w:val="4"/>
              </w:rPr>
            </w:pPr>
          </w:p>
        </w:tc>
        <w:tc>
          <w:tcPr>
            <w:tcW w:w="1701" w:type="dxa"/>
            <w:gridSpan w:val="3"/>
          </w:tcPr>
          <w:p w:rsidR="00095DE9" w:rsidRDefault="00095DE9" w:rsidP="001E4A7C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095DE9" w:rsidRPr="006D2999" w:rsidTr="003B325E">
        <w:trPr>
          <w:gridAfter w:val="1"/>
          <w:wAfter w:w="3508" w:type="dxa"/>
          <w:cantSplit/>
        </w:trPr>
        <w:tc>
          <w:tcPr>
            <w:tcW w:w="4146" w:type="dxa"/>
            <w:gridSpan w:val="5"/>
          </w:tcPr>
          <w:p w:rsidR="00095DE9" w:rsidRDefault="00095DE9" w:rsidP="001E4A7C">
            <w:pPr>
              <w:ind w:left="57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о приемке Продукции</w:t>
            </w:r>
          </w:p>
          <w:p w:rsidR="00095DE9" w:rsidRDefault="00095DE9" w:rsidP="001E4A7C">
            <w:pPr>
              <w:ind w:left="57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6D2999">
              <w:rPr>
                <w:b/>
                <w:bCs/>
                <w:i/>
                <w:sz w:val="18"/>
                <w:szCs w:val="18"/>
              </w:rPr>
              <w:t>(</w:t>
            </w:r>
            <w:r>
              <w:rPr>
                <w:b/>
                <w:bCs/>
                <w:i/>
                <w:sz w:val="18"/>
                <w:szCs w:val="18"/>
              </w:rPr>
              <w:t xml:space="preserve">с недостатками по ассортименту, количеству, качеству, имеющие признаки фальсифицированной </w:t>
            </w:r>
            <w:r w:rsidRPr="006D2999">
              <w:rPr>
                <w:b/>
                <w:bCs/>
                <w:i/>
                <w:sz w:val="18"/>
                <w:szCs w:val="18"/>
              </w:rPr>
              <w:t>и</w:t>
            </w:r>
            <w:r>
              <w:rPr>
                <w:b/>
                <w:bCs/>
                <w:i/>
                <w:sz w:val="18"/>
                <w:szCs w:val="18"/>
              </w:rPr>
              <w:t xml:space="preserve">/или контрафактной </w:t>
            </w:r>
          </w:p>
          <w:p w:rsidR="00095DE9" w:rsidRPr="006D2999" w:rsidRDefault="00095DE9" w:rsidP="001E4A7C">
            <w:pPr>
              <w:ind w:left="57"/>
              <w:jc w:val="center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(не подтвержденной заводом-изготовителем))</w:t>
            </w:r>
          </w:p>
        </w:tc>
      </w:tr>
    </w:tbl>
    <w:p w:rsidR="00095DE9" w:rsidRPr="002C6185" w:rsidRDefault="00095DE9" w:rsidP="00095DE9">
      <w:pPr>
        <w:rPr>
          <w:rFonts w:ascii="Arial" w:hAnsi="Arial" w:cs="Arial"/>
          <w:b/>
          <w:bCs/>
          <w:sz w:val="23"/>
          <w:szCs w:val="23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5812"/>
        <w:gridCol w:w="992"/>
      </w:tblGrid>
      <w:tr w:rsidR="00095DE9" w:rsidTr="001E4A7C">
        <w:trPr>
          <w:trHeight w:hRule="exact" w:val="280"/>
        </w:trPr>
        <w:tc>
          <w:tcPr>
            <w:tcW w:w="79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5DE9" w:rsidRDefault="00095DE9" w:rsidP="001E4A7C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095DE9" w:rsidRPr="0056285C" w:rsidTr="001E4A7C">
        <w:trPr>
          <w:gridAfter w:val="1"/>
          <w:wAfter w:w="992" w:type="dxa"/>
          <w:trHeight w:hRule="exact" w:val="24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DE9" w:rsidRPr="0056285C" w:rsidRDefault="00095DE9" w:rsidP="001E4A7C">
            <w:pPr>
              <w:rPr>
                <w:sz w:val="17"/>
                <w:szCs w:val="17"/>
              </w:rPr>
            </w:pPr>
            <w:r w:rsidRPr="0056285C">
              <w:rPr>
                <w:sz w:val="17"/>
                <w:szCs w:val="17"/>
              </w:rPr>
              <w:t>Организация</w:t>
            </w:r>
            <w:r>
              <w:rPr>
                <w:sz w:val="17"/>
                <w:szCs w:val="17"/>
              </w:rPr>
              <w:t>: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5DE9" w:rsidRPr="00A249D5" w:rsidRDefault="00095DE9" w:rsidP="001E4A7C">
            <w:pPr>
              <w:rPr>
                <w:b/>
                <w:i/>
                <w:iCs/>
                <w:sz w:val="17"/>
                <w:szCs w:val="17"/>
              </w:rPr>
            </w:pPr>
            <w:r w:rsidRPr="00A249D5">
              <w:rPr>
                <w:b/>
                <w:i/>
                <w:iCs/>
                <w:sz w:val="17"/>
                <w:szCs w:val="17"/>
              </w:rPr>
              <w:t xml:space="preserve">Филиал </w:t>
            </w:r>
            <w:r>
              <w:rPr>
                <w:b/>
                <w:i/>
                <w:iCs/>
                <w:sz w:val="17"/>
                <w:szCs w:val="17"/>
              </w:rPr>
              <w:t>ХХХХ</w:t>
            </w:r>
            <w:r w:rsidRPr="00A249D5">
              <w:rPr>
                <w:b/>
                <w:i/>
                <w:iCs/>
                <w:sz w:val="17"/>
                <w:szCs w:val="17"/>
              </w:rPr>
              <w:t xml:space="preserve"> «</w:t>
            </w:r>
            <w:r>
              <w:rPr>
                <w:b/>
                <w:i/>
                <w:iCs/>
                <w:sz w:val="17"/>
                <w:szCs w:val="17"/>
              </w:rPr>
              <w:t>ХХХХХ</w:t>
            </w:r>
            <w:r w:rsidRPr="00A249D5">
              <w:rPr>
                <w:b/>
                <w:i/>
                <w:iCs/>
                <w:sz w:val="17"/>
                <w:szCs w:val="17"/>
              </w:rPr>
              <w:t xml:space="preserve">» - </w:t>
            </w:r>
          </w:p>
        </w:tc>
      </w:tr>
    </w:tbl>
    <w:p w:rsidR="00095DE9" w:rsidRPr="0056285C" w:rsidRDefault="00095DE9" w:rsidP="00095DE9">
      <w:pPr>
        <w:tabs>
          <w:tab w:val="left" w:pos="2127"/>
        </w:tabs>
        <w:spacing w:before="80"/>
        <w:ind w:left="28"/>
        <w:rPr>
          <w:sz w:val="17"/>
          <w:szCs w:val="17"/>
        </w:rPr>
      </w:pPr>
      <w:r w:rsidRPr="0056285C">
        <w:rPr>
          <w:sz w:val="17"/>
          <w:szCs w:val="17"/>
        </w:rPr>
        <w:t>Место составления акта</w:t>
      </w:r>
      <w:r>
        <w:rPr>
          <w:sz w:val="17"/>
          <w:szCs w:val="17"/>
        </w:rPr>
        <w:t>:</w:t>
      </w:r>
      <w:r w:rsidRPr="0056285C" w:rsidDel="001775F1">
        <w:rPr>
          <w:sz w:val="17"/>
          <w:szCs w:val="17"/>
        </w:rPr>
        <w:t xml:space="preserve"> </w:t>
      </w:r>
      <w:r w:rsidRPr="00A249D5">
        <w:rPr>
          <w:b/>
          <w:i/>
          <w:iCs/>
          <w:sz w:val="17"/>
          <w:szCs w:val="17"/>
        </w:rPr>
        <w:t xml:space="preserve">адрес Филиала </w:t>
      </w:r>
      <w:r>
        <w:rPr>
          <w:b/>
          <w:i/>
          <w:iCs/>
          <w:sz w:val="17"/>
          <w:szCs w:val="17"/>
        </w:rPr>
        <w:t>ХХХХ</w:t>
      </w:r>
      <w:r w:rsidRPr="00A249D5">
        <w:rPr>
          <w:b/>
          <w:i/>
          <w:iCs/>
          <w:sz w:val="17"/>
          <w:szCs w:val="17"/>
        </w:rPr>
        <w:t xml:space="preserve"> «</w:t>
      </w:r>
      <w:r>
        <w:rPr>
          <w:b/>
          <w:i/>
          <w:iCs/>
          <w:sz w:val="17"/>
          <w:szCs w:val="17"/>
        </w:rPr>
        <w:t>ХХХХХ</w:t>
      </w:r>
      <w:r w:rsidRPr="00A249D5">
        <w:rPr>
          <w:b/>
          <w:i/>
          <w:iCs/>
          <w:sz w:val="17"/>
          <w:szCs w:val="17"/>
        </w:rPr>
        <w:t>»-</w:t>
      </w:r>
      <w:r>
        <w:rPr>
          <w:i/>
          <w:iCs/>
          <w:sz w:val="17"/>
          <w:szCs w:val="17"/>
        </w:rPr>
        <w:t xml:space="preserve"> </w:t>
      </w:r>
    </w:p>
    <w:p w:rsidR="00095DE9" w:rsidRPr="0056285C" w:rsidRDefault="00095DE9" w:rsidP="00095DE9">
      <w:pPr>
        <w:pBdr>
          <w:top w:val="single" w:sz="4" w:space="1" w:color="auto"/>
        </w:pBdr>
        <w:spacing w:after="120"/>
        <w:ind w:left="2126"/>
        <w:rPr>
          <w:sz w:val="2"/>
          <w:szCs w:val="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851"/>
        <w:gridCol w:w="283"/>
        <w:gridCol w:w="737"/>
        <w:gridCol w:w="538"/>
        <w:gridCol w:w="1843"/>
        <w:gridCol w:w="851"/>
        <w:gridCol w:w="283"/>
        <w:gridCol w:w="851"/>
        <w:gridCol w:w="680"/>
      </w:tblGrid>
      <w:tr w:rsidR="00095DE9" w:rsidRPr="0056285C" w:rsidTr="001E4A7C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DE9" w:rsidRPr="0056285C" w:rsidRDefault="00095DE9" w:rsidP="001E4A7C">
            <w:pPr>
              <w:rPr>
                <w:sz w:val="17"/>
                <w:szCs w:val="17"/>
              </w:rPr>
            </w:pPr>
            <w:r w:rsidRPr="0056285C">
              <w:rPr>
                <w:sz w:val="17"/>
                <w:szCs w:val="17"/>
              </w:rPr>
              <w:t>Начало приемки</w:t>
            </w:r>
            <w:r>
              <w:rPr>
                <w:sz w:val="17"/>
                <w:szCs w:val="17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5DE9" w:rsidRPr="00824BFA" w:rsidRDefault="00095DE9" w:rsidP="001E4A7C">
            <w:pPr>
              <w:jc w:val="center"/>
              <w:rPr>
                <w:i/>
                <w:iCs/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DE9" w:rsidRPr="0056285C" w:rsidRDefault="00095DE9" w:rsidP="001E4A7C">
            <w:pPr>
              <w:ind w:right="57"/>
              <w:jc w:val="right"/>
              <w:rPr>
                <w:sz w:val="17"/>
                <w:szCs w:val="17"/>
              </w:rPr>
            </w:pPr>
            <w:r w:rsidRPr="0056285C">
              <w:rPr>
                <w:sz w:val="17"/>
                <w:szCs w:val="17"/>
              </w:rPr>
              <w:t>ч.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5DE9" w:rsidRPr="00824BFA" w:rsidRDefault="00095DE9" w:rsidP="001E4A7C">
            <w:pPr>
              <w:jc w:val="center"/>
              <w:rPr>
                <w:i/>
                <w:iCs/>
                <w:sz w:val="17"/>
                <w:szCs w:val="17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DE9" w:rsidRPr="0056285C" w:rsidRDefault="00095DE9" w:rsidP="001E4A7C">
            <w:pPr>
              <w:jc w:val="center"/>
              <w:rPr>
                <w:sz w:val="17"/>
                <w:szCs w:val="17"/>
              </w:rPr>
            </w:pPr>
            <w:r w:rsidRPr="0056285C">
              <w:rPr>
                <w:sz w:val="17"/>
                <w:szCs w:val="17"/>
              </w:rPr>
              <w:t>мин.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DE9" w:rsidRPr="0056285C" w:rsidRDefault="00095DE9" w:rsidP="001E4A7C">
            <w:pPr>
              <w:rPr>
                <w:sz w:val="17"/>
                <w:szCs w:val="17"/>
              </w:rPr>
            </w:pPr>
            <w:r w:rsidRPr="0056285C">
              <w:rPr>
                <w:sz w:val="17"/>
                <w:szCs w:val="17"/>
              </w:rPr>
              <w:t>Окончание приемки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5DE9" w:rsidRPr="0056285C" w:rsidRDefault="00095DE9" w:rsidP="001E4A7C">
            <w:pPr>
              <w:jc w:val="center"/>
              <w:rPr>
                <w:i/>
                <w:iCs/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DE9" w:rsidRPr="0056285C" w:rsidRDefault="00095DE9" w:rsidP="001E4A7C">
            <w:pPr>
              <w:jc w:val="center"/>
              <w:rPr>
                <w:sz w:val="17"/>
                <w:szCs w:val="17"/>
              </w:rPr>
            </w:pPr>
            <w:r w:rsidRPr="0056285C">
              <w:rPr>
                <w:sz w:val="17"/>
                <w:szCs w:val="17"/>
              </w:rPr>
              <w:t>ч.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5DE9" w:rsidRPr="0056285C" w:rsidRDefault="00095DE9" w:rsidP="001E4A7C">
            <w:pPr>
              <w:jc w:val="center"/>
              <w:rPr>
                <w:i/>
                <w:iCs/>
                <w:sz w:val="17"/>
                <w:szCs w:val="17"/>
                <w:lang w:val="en-US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DE9" w:rsidRPr="0056285C" w:rsidRDefault="00095DE9" w:rsidP="001E4A7C">
            <w:pPr>
              <w:rPr>
                <w:sz w:val="17"/>
                <w:szCs w:val="17"/>
              </w:rPr>
            </w:pPr>
            <w:r w:rsidRPr="0056285C">
              <w:rPr>
                <w:sz w:val="17"/>
                <w:szCs w:val="17"/>
              </w:rPr>
              <w:t xml:space="preserve"> мин.</w:t>
            </w:r>
          </w:p>
        </w:tc>
      </w:tr>
    </w:tbl>
    <w:p w:rsidR="00095DE9" w:rsidRPr="0056285C" w:rsidRDefault="00095DE9" w:rsidP="00095DE9">
      <w:pPr>
        <w:tabs>
          <w:tab w:val="left" w:pos="5954"/>
        </w:tabs>
        <w:spacing w:before="120"/>
        <w:ind w:left="28"/>
        <w:rPr>
          <w:i/>
          <w:iCs/>
          <w:sz w:val="2"/>
          <w:szCs w:val="2"/>
          <w:u w:val="single"/>
        </w:rPr>
      </w:pPr>
      <w:r>
        <w:rPr>
          <w:sz w:val="17"/>
          <w:szCs w:val="17"/>
        </w:rPr>
        <w:t xml:space="preserve">Продукция прибыла Грузополучателю по следующим </w:t>
      </w:r>
      <w:r w:rsidRPr="0056285C">
        <w:rPr>
          <w:sz w:val="17"/>
          <w:szCs w:val="17"/>
        </w:rPr>
        <w:t>сопроводительным документам</w:t>
      </w:r>
      <w:r>
        <w:rPr>
          <w:sz w:val="17"/>
          <w:szCs w:val="17"/>
        </w:rPr>
        <w:t>:</w:t>
      </w:r>
      <w:r w:rsidRPr="0056285C">
        <w:rPr>
          <w:sz w:val="17"/>
          <w:szCs w:val="17"/>
        </w:rPr>
        <w:tab/>
      </w:r>
      <w:r w:rsidRPr="001E4BFA">
        <w:rPr>
          <w:i/>
          <w:sz w:val="17"/>
          <w:szCs w:val="17"/>
        </w:rPr>
        <w:t>товарно-транспортная накладная  №  дата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28"/>
        <w:gridCol w:w="851"/>
        <w:gridCol w:w="1984"/>
        <w:gridCol w:w="2863"/>
      </w:tblGrid>
      <w:tr w:rsidR="00095DE9" w:rsidRPr="0056285C" w:rsidTr="001E4A7C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DE9" w:rsidRPr="0056285C" w:rsidRDefault="00095DE9" w:rsidP="001E4A7C">
            <w:pPr>
              <w:rPr>
                <w:sz w:val="17"/>
                <w:szCs w:val="17"/>
              </w:rPr>
            </w:pPr>
            <w:r w:rsidRPr="0056285C">
              <w:rPr>
                <w:sz w:val="17"/>
                <w:szCs w:val="17"/>
              </w:rPr>
              <w:t>Удостоверение о качестве (сертификат) 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5DE9" w:rsidRPr="0056285C" w:rsidRDefault="00095DE9" w:rsidP="001E4A7C">
            <w:pPr>
              <w:jc w:val="center"/>
              <w:rPr>
                <w:sz w:val="17"/>
                <w:szCs w:val="17"/>
              </w:rPr>
            </w:pPr>
            <w:r w:rsidRPr="0056285C">
              <w:rPr>
                <w:sz w:val="17"/>
                <w:szCs w:val="17"/>
              </w:rPr>
              <w:t>Паспорт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DE9" w:rsidRPr="0056285C" w:rsidRDefault="00095DE9" w:rsidP="001E4A7C">
            <w:pPr>
              <w:rPr>
                <w:sz w:val="17"/>
                <w:szCs w:val="17"/>
              </w:rPr>
            </w:pPr>
            <w:r w:rsidRPr="0056285C">
              <w:rPr>
                <w:sz w:val="17"/>
                <w:szCs w:val="17"/>
              </w:rPr>
              <w:t>со станции (пристани)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5DE9" w:rsidRPr="0056285C" w:rsidRDefault="00095DE9" w:rsidP="001E4A7C">
            <w:pPr>
              <w:jc w:val="center"/>
              <w:rPr>
                <w:sz w:val="17"/>
                <w:szCs w:val="17"/>
              </w:rPr>
            </w:pPr>
          </w:p>
        </w:tc>
      </w:tr>
    </w:tbl>
    <w:p w:rsidR="00095DE9" w:rsidRPr="0056285C" w:rsidRDefault="00095DE9" w:rsidP="00095DE9">
      <w:pPr>
        <w:rPr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"/>
        <w:gridCol w:w="4253"/>
        <w:gridCol w:w="709"/>
        <w:gridCol w:w="283"/>
        <w:gridCol w:w="284"/>
        <w:gridCol w:w="141"/>
        <w:gridCol w:w="1276"/>
        <w:gridCol w:w="284"/>
        <w:gridCol w:w="283"/>
        <w:gridCol w:w="1276"/>
        <w:gridCol w:w="737"/>
        <w:gridCol w:w="839"/>
      </w:tblGrid>
      <w:tr w:rsidR="00095DE9" w:rsidRPr="0056285C" w:rsidTr="001E4A7C">
        <w:trPr>
          <w:gridBefore w:val="1"/>
          <w:gridAfter w:val="1"/>
          <w:wBefore w:w="15" w:type="dxa"/>
          <w:wAfter w:w="839" w:type="dxa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DE9" w:rsidRPr="0056285C" w:rsidRDefault="00095DE9" w:rsidP="001E4A7C">
            <w:pPr>
              <w:rPr>
                <w:sz w:val="17"/>
                <w:szCs w:val="17"/>
              </w:rPr>
            </w:pPr>
            <w:r w:rsidRPr="0056285C">
              <w:rPr>
                <w:sz w:val="17"/>
                <w:szCs w:val="17"/>
              </w:rPr>
              <w:t>по сопроводительному транспортному документу 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5DE9" w:rsidRPr="0056285C" w:rsidRDefault="00095DE9" w:rsidP="001E4A7C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DE9" w:rsidRPr="0056285C" w:rsidRDefault="00095DE9" w:rsidP="001E4A7C">
            <w:pPr>
              <w:jc w:val="right"/>
              <w:rPr>
                <w:sz w:val="17"/>
                <w:szCs w:val="17"/>
              </w:rPr>
            </w:pPr>
            <w:r w:rsidRPr="0056285C">
              <w:rPr>
                <w:snapToGrid w:val="0"/>
                <w:color w:val="000000"/>
                <w:sz w:val="17"/>
                <w:szCs w:val="17"/>
              </w:rPr>
              <w:t>"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5DE9" w:rsidRPr="0056285C" w:rsidRDefault="00095DE9" w:rsidP="001E4A7C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DE9" w:rsidRPr="0056285C" w:rsidRDefault="00095DE9" w:rsidP="001E4A7C">
            <w:pPr>
              <w:rPr>
                <w:sz w:val="17"/>
                <w:szCs w:val="17"/>
              </w:rPr>
            </w:pPr>
            <w:r w:rsidRPr="0056285C">
              <w:rPr>
                <w:snapToGrid w:val="0"/>
                <w:color w:val="000000"/>
                <w:sz w:val="17"/>
                <w:szCs w:val="17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5DE9" w:rsidRPr="0056285C" w:rsidRDefault="00095DE9" w:rsidP="001E4A7C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DE9" w:rsidRPr="0056285C" w:rsidRDefault="00095DE9" w:rsidP="001E4A7C">
            <w:pPr>
              <w:jc w:val="right"/>
              <w:rPr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5DE9" w:rsidRPr="0056285C" w:rsidRDefault="00095DE9" w:rsidP="001E4A7C">
            <w:pPr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DE9" w:rsidRPr="0056285C" w:rsidRDefault="00095DE9" w:rsidP="001E4A7C">
            <w:pPr>
              <w:jc w:val="right"/>
              <w:rPr>
                <w:sz w:val="17"/>
                <w:szCs w:val="17"/>
              </w:rPr>
            </w:pPr>
            <w:r w:rsidRPr="0056285C">
              <w:rPr>
                <w:sz w:val="17"/>
                <w:szCs w:val="17"/>
              </w:rPr>
              <w:t>г. в вагонах №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5DE9" w:rsidRPr="0056285C" w:rsidRDefault="00095DE9" w:rsidP="001E4A7C">
            <w:pPr>
              <w:jc w:val="center"/>
              <w:rPr>
                <w:sz w:val="17"/>
                <w:szCs w:val="17"/>
              </w:rPr>
            </w:pPr>
          </w:p>
        </w:tc>
      </w:tr>
      <w:tr w:rsidR="00095DE9" w:rsidRPr="0056285C" w:rsidTr="001E4A7C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10380" w:type="dxa"/>
            <w:gridSpan w:val="12"/>
            <w:tcBorders>
              <w:top w:val="nil"/>
              <w:left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5DE9" w:rsidRPr="00A249D5" w:rsidRDefault="00095DE9" w:rsidP="001E4A7C">
            <w:pPr>
              <w:jc w:val="center"/>
              <w:rPr>
                <w:i/>
                <w:sz w:val="17"/>
                <w:szCs w:val="17"/>
              </w:rPr>
            </w:pPr>
            <w:r w:rsidRPr="00A249D5">
              <w:rPr>
                <w:i/>
                <w:sz w:val="17"/>
                <w:szCs w:val="17"/>
              </w:rPr>
              <w:t>(при необходимости заполняется)</w:t>
            </w:r>
          </w:p>
          <w:p w:rsidR="00095DE9" w:rsidRPr="0056285C" w:rsidRDefault="00095DE9" w:rsidP="001E4A7C">
            <w:pPr>
              <w:rPr>
                <w:sz w:val="18"/>
                <w:szCs w:val="18"/>
              </w:rPr>
            </w:pPr>
            <w:r w:rsidRPr="0056285C">
              <w:rPr>
                <w:sz w:val="17"/>
                <w:szCs w:val="17"/>
              </w:rPr>
              <w:t>Отправитель</w:t>
            </w:r>
            <w:r>
              <w:rPr>
                <w:sz w:val="17"/>
                <w:szCs w:val="17"/>
              </w:rPr>
              <w:t>:    _________________________________________________________________________________________________</w:t>
            </w:r>
            <w:r>
              <w:rPr>
                <w:sz w:val="18"/>
                <w:szCs w:val="18"/>
                <w:u w:val="single"/>
              </w:rPr>
              <w:t>.</w:t>
            </w:r>
            <w:r w:rsidRPr="00824BFA">
              <w:rPr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 xml:space="preserve">                                                                                                             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095DE9" w:rsidRPr="0056285C" w:rsidRDefault="00095DE9" w:rsidP="00095DE9">
      <w:pPr>
        <w:tabs>
          <w:tab w:val="left" w:pos="1134"/>
        </w:tabs>
        <w:spacing w:before="120"/>
        <w:ind w:left="28"/>
        <w:rPr>
          <w:sz w:val="12"/>
          <w:szCs w:val="12"/>
        </w:rPr>
      </w:pPr>
      <w:r w:rsidRPr="0056285C">
        <w:rPr>
          <w:sz w:val="12"/>
          <w:szCs w:val="12"/>
        </w:rPr>
        <w:t xml:space="preserve">                                                                                 (наименование, адрес, номер телефона)</w:t>
      </w:r>
    </w:p>
    <w:p w:rsidR="00095DE9" w:rsidRPr="0056285C" w:rsidRDefault="00095DE9" w:rsidP="00095DE9">
      <w:pPr>
        <w:rPr>
          <w:sz w:val="18"/>
          <w:szCs w:val="18"/>
        </w:rPr>
      </w:pPr>
      <w:r w:rsidRPr="0056285C">
        <w:rPr>
          <w:sz w:val="17"/>
          <w:szCs w:val="17"/>
        </w:rPr>
        <w:t>Поставщик</w:t>
      </w:r>
      <w:r>
        <w:rPr>
          <w:sz w:val="17"/>
          <w:szCs w:val="17"/>
        </w:rPr>
        <w:t>:</w:t>
      </w:r>
    </w:p>
    <w:p w:rsidR="00095DE9" w:rsidRPr="0056285C" w:rsidRDefault="00095DE9" w:rsidP="00095DE9">
      <w:pPr>
        <w:pBdr>
          <w:top w:val="single" w:sz="4" w:space="1" w:color="auto"/>
        </w:pBdr>
        <w:ind w:left="1134"/>
        <w:jc w:val="center"/>
        <w:rPr>
          <w:sz w:val="12"/>
          <w:szCs w:val="12"/>
        </w:rPr>
      </w:pPr>
      <w:r w:rsidRPr="0056285C">
        <w:rPr>
          <w:sz w:val="12"/>
          <w:szCs w:val="12"/>
        </w:rPr>
        <w:t>(наименование, адрес, номер телефона)</w:t>
      </w:r>
    </w:p>
    <w:p w:rsidR="00095DE9" w:rsidRPr="0056285C" w:rsidRDefault="00095DE9" w:rsidP="00095DE9">
      <w:pPr>
        <w:tabs>
          <w:tab w:val="left" w:pos="1134"/>
        </w:tabs>
        <w:ind w:left="28"/>
        <w:rPr>
          <w:sz w:val="17"/>
          <w:szCs w:val="17"/>
        </w:rPr>
      </w:pPr>
      <w:r w:rsidRPr="0056285C">
        <w:rPr>
          <w:sz w:val="17"/>
          <w:szCs w:val="17"/>
        </w:rPr>
        <w:t>Получатель</w:t>
      </w:r>
      <w:r>
        <w:rPr>
          <w:sz w:val="17"/>
          <w:szCs w:val="17"/>
        </w:rPr>
        <w:t>:</w:t>
      </w:r>
      <w:r w:rsidRPr="0056285C">
        <w:rPr>
          <w:sz w:val="17"/>
          <w:szCs w:val="17"/>
        </w:rPr>
        <w:tab/>
      </w:r>
      <w:r>
        <w:rPr>
          <w:sz w:val="17"/>
          <w:szCs w:val="17"/>
        </w:rPr>
        <w:t xml:space="preserve">  </w:t>
      </w:r>
      <w:r w:rsidRPr="0056285C">
        <w:rPr>
          <w:iCs/>
          <w:sz w:val="17"/>
          <w:szCs w:val="17"/>
        </w:rPr>
        <w:t xml:space="preserve">Филиал </w:t>
      </w:r>
      <w:r>
        <w:rPr>
          <w:iCs/>
          <w:sz w:val="17"/>
          <w:szCs w:val="17"/>
        </w:rPr>
        <w:t>ХХХХ</w:t>
      </w:r>
      <w:r w:rsidRPr="0056285C">
        <w:rPr>
          <w:iCs/>
          <w:sz w:val="17"/>
          <w:szCs w:val="17"/>
        </w:rPr>
        <w:t xml:space="preserve"> «</w:t>
      </w:r>
      <w:r>
        <w:rPr>
          <w:iCs/>
          <w:sz w:val="17"/>
          <w:szCs w:val="17"/>
        </w:rPr>
        <w:t>ХХХХХ</w:t>
      </w:r>
      <w:r w:rsidRPr="0056285C">
        <w:rPr>
          <w:iCs/>
          <w:sz w:val="17"/>
          <w:szCs w:val="17"/>
        </w:rPr>
        <w:t xml:space="preserve">» - </w:t>
      </w:r>
      <w:r>
        <w:rPr>
          <w:iCs/>
          <w:sz w:val="17"/>
          <w:szCs w:val="17"/>
        </w:rPr>
        <w:t xml:space="preserve">        </w:t>
      </w:r>
    </w:p>
    <w:p w:rsidR="00095DE9" w:rsidRPr="0056285C" w:rsidRDefault="00095DE9" w:rsidP="00095DE9">
      <w:pPr>
        <w:pBdr>
          <w:top w:val="single" w:sz="4" w:space="1" w:color="auto"/>
        </w:pBdr>
        <w:ind w:left="1134"/>
        <w:jc w:val="center"/>
        <w:rPr>
          <w:sz w:val="12"/>
          <w:szCs w:val="12"/>
        </w:rPr>
      </w:pPr>
      <w:r w:rsidRPr="0056285C">
        <w:rPr>
          <w:sz w:val="12"/>
          <w:szCs w:val="12"/>
        </w:rPr>
        <w:t>(наименование, адрес, номер телефона)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54"/>
        <w:gridCol w:w="1214"/>
        <w:gridCol w:w="449"/>
        <w:gridCol w:w="425"/>
        <w:gridCol w:w="426"/>
        <w:gridCol w:w="1163"/>
        <w:gridCol w:w="396"/>
        <w:gridCol w:w="425"/>
        <w:gridCol w:w="284"/>
        <w:gridCol w:w="2141"/>
      </w:tblGrid>
      <w:tr w:rsidR="00095DE9" w:rsidRPr="0056285C" w:rsidTr="001E4A7C"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DE9" w:rsidRPr="0056285C" w:rsidRDefault="00095DE9" w:rsidP="001E4A7C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Договор </w:t>
            </w:r>
            <w:r w:rsidRPr="0056285C">
              <w:rPr>
                <w:sz w:val="17"/>
                <w:szCs w:val="17"/>
              </w:rPr>
              <w:t>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5DE9" w:rsidRPr="0056285C" w:rsidRDefault="00095DE9" w:rsidP="001E4A7C">
            <w:pPr>
              <w:rPr>
                <w:sz w:val="17"/>
                <w:szCs w:val="17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DE9" w:rsidRPr="0056285C" w:rsidRDefault="00095DE9" w:rsidP="001E4A7C">
            <w:pPr>
              <w:jc w:val="right"/>
              <w:rPr>
                <w:sz w:val="17"/>
                <w:szCs w:val="17"/>
              </w:rPr>
            </w:pPr>
            <w:r w:rsidRPr="0056285C">
              <w:rPr>
                <w:sz w:val="17"/>
                <w:szCs w:val="17"/>
              </w:rPr>
              <w:t xml:space="preserve">от </w:t>
            </w:r>
            <w:r>
              <w:rPr>
                <w:sz w:val="17"/>
                <w:szCs w:val="17"/>
              </w:rPr>
              <w:t>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5DE9" w:rsidRPr="0056285C" w:rsidRDefault="00095DE9" w:rsidP="001E4A7C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DE9" w:rsidRPr="0056285C" w:rsidRDefault="00095DE9" w:rsidP="001E4A7C">
            <w:pPr>
              <w:rPr>
                <w:sz w:val="17"/>
                <w:szCs w:val="17"/>
              </w:rPr>
            </w:pPr>
            <w:r w:rsidRPr="0056285C">
              <w:rPr>
                <w:snapToGrid w:val="0"/>
                <w:color w:val="000000"/>
                <w:sz w:val="17"/>
                <w:szCs w:val="17"/>
              </w:rPr>
              <w:t>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5DE9" w:rsidRPr="0056285C" w:rsidRDefault="00095DE9" w:rsidP="001E4A7C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DE9" w:rsidRPr="0056285C" w:rsidRDefault="00095DE9" w:rsidP="001E4A7C">
            <w:pPr>
              <w:jc w:val="right"/>
              <w:rPr>
                <w:sz w:val="17"/>
                <w:szCs w:val="17"/>
              </w:rPr>
            </w:pPr>
            <w:r w:rsidRPr="0056285C">
              <w:rPr>
                <w:sz w:val="17"/>
                <w:szCs w:val="17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5DE9" w:rsidRPr="0056285C" w:rsidRDefault="00095DE9" w:rsidP="001E4A7C">
            <w:pPr>
              <w:rPr>
                <w:sz w:val="17"/>
                <w:szCs w:val="17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DE9" w:rsidRPr="0056285C" w:rsidRDefault="00095DE9" w:rsidP="001E4A7C">
            <w:pPr>
              <w:rPr>
                <w:sz w:val="17"/>
                <w:szCs w:val="17"/>
              </w:rPr>
            </w:pPr>
            <w:r w:rsidRPr="0056285C">
              <w:rPr>
                <w:sz w:val="17"/>
                <w:szCs w:val="17"/>
              </w:rPr>
              <w:t xml:space="preserve">г. 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DE9" w:rsidRPr="0056285C" w:rsidRDefault="00095DE9" w:rsidP="001E4A7C">
            <w:pPr>
              <w:rPr>
                <w:sz w:val="17"/>
                <w:szCs w:val="17"/>
              </w:rPr>
            </w:pPr>
          </w:p>
        </w:tc>
      </w:tr>
    </w:tbl>
    <w:p w:rsidR="00095DE9" w:rsidRPr="0056285C" w:rsidRDefault="00095DE9" w:rsidP="00095DE9">
      <w:pPr>
        <w:tabs>
          <w:tab w:val="left" w:pos="7088"/>
        </w:tabs>
        <w:spacing w:before="120"/>
        <w:ind w:left="28"/>
        <w:rPr>
          <w:sz w:val="17"/>
          <w:szCs w:val="17"/>
        </w:rPr>
      </w:pPr>
      <w:r w:rsidRPr="0056285C">
        <w:rPr>
          <w:sz w:val="17"/>
          <w:szCs w:val="17"/>
        </w:rPr>
        <w:t xml:space="preserve">Дата и номер телефонограммы или телеграммы о вызове </w:t>
      </w:r>
      <w:r>
        <w:rPr>
          <w:sz w:val="17"/>
          <w:szCs w:val="17"/>
        </w:rPr>
        <w:t xml:space="preserve">Поставщика </w:t>
      </w:r>
      <w:r w:rsidRPr="00A249D5">
        <w:rPr>
          <w:i/>
          <w:sz w:val="17"/>
          <w:szCs w:val="17"/>
        </w:rPr>
        <w:t>(в случае необходимости</w:t>
      </w:r>
      <w:r>
        <w:rPr>
          <w:i/>
          <w:sz w:val="17"/>
          <w:szCs w:val="17"/>
        </w:rPr>
        <w:t xml:space="preserve"> </w:t>
      </w:r>
      <w:r w:rsidRPr="00A249D5">
        <w:rPr>
          <w:sz w:val="17"/>
          <w:szCs w:val="17"/>
        </w:rPr>
        <w:t>заполняется)</w:t>
      </w:r>
    </w:p>
    <w:p w:rsidR="00095DE9" w:rsidRPr="0056285C" w:rsidRDefault="00095DE9" w:rsidP="00095DE9">
      <w:pPr>
        <w:pBdr>
          <w:top w:val="single" w:sz="4" w:space="1" w:color="auto"/>
        </w:pBdr>
        <w:ind w:left="7088"/>
        <w:rPr>
          <w:sz w:val="2"/>
          <w:szCs w:val="2"/>
        </w:rPr>
      </w:pPr>
    </w:p>
    <w:p w:rsidR="00095DE9" w:rsidRDefault="00095DE9" w:rsidP="00095DE9">
      <w:pPr>
        <w:spacing w:before="40" w:after="40"/>
        <w:jc w:val="both"/>
        <w:rPr>
          <w:sz w:val="17"/>
          <w:szCs w:val="17"/>
        </w:rPr>
      </w:pPr>
      <w:r>
        <w:rPr>
          <w:sz w:val="17"/>
          <w:szCs w:val="17"/>
        </w:rPr>
        <w:t>Представитель Поставщика/Производителя (должность, ФИО), действующий на основании доверенности № ____________ от ________/Устава Общества __________________</w:t>
      </w:r>
    </w:p>
    <w:p w:rsidR="00095DE9" w:rsidRPr="001775F1" w:rsidRDefault="00095DE9" w:rsidP="00095DE9">
      <w:pPr>
        <w:spacing w:before="40" w:after="40"/>
        <w:jc w:val="both"/>
        <w:rPr>
          <w:i/>
          <w:sz w:val="17"/>
          <w:szCs w:val="17"/>
        </w:rPr>
      </w:pPr>
      <w:r>
        <w:rPr>
          <w:i/>
          <w:sz w:val="17"/>
          <w:szCs w:val="17"/>
        </w:rPr>
        <w:t>В случае отсутствия представителя Поставщика/Производителя необходимо отразить информацию, что поступил отказ от приемки или поступил Ответ о приемке без участия представителя Поставщика/Производителя.</w:t>
      </w:r>
    </w:p>
    <w:p w:rsidR="00095DE9" w:rsidRPr="00B67326" w:rsidRDefault="00095DE9" w:rsidP="00095DE9">
      <w:pPr>
        <w:spacing w:before="40" w:after="40"/>
        <w:jc w:val="center"/>
        <w:rPr>
          <w:b/>
          <w:sz w:val="17"/>
          <w:szCs w:val="17"/>
        </w:rPr>
      </w:pPr>
      <w:r w:rsidRPr="00B67326">
        <w:rPr>
          <w:b/>
          <w:sz w:val="17"/>
          <w:szCs w:val="17"/>
        </w:rPr>
        <w:t>По сопроводительным транспортным документам значилось следующая Продукция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794"/>
        <w:gridCol w:w="851"/>
        <w:gridCol w:w="2835"/>
        <w:gridCol w:w="1418"/>
        <w:gridCol w:w="624"/>
        <w:gridCol w:w="851"/>
        <w:gridCol w:w="1134"/>
      </w:tblGrid>
      <w:tr w:rsidR="00095DE9" w:rsidRPr="0056285C" w:rsidTr="001E4A7C">
        <w:trPr>
          <w:cantSplit/>
          <w:trHeight w:val="293"/>
        </w:trPr>
        <w:tc>
          <w:tcPr>
            <w:tcW w:w="10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095DE9" w:rsidRPr="0056285C" w:rsidRDefault="00095DE9" w:rsidP="001E4A7C">
            <w:pPr>
              <w:spacing w:before="80"/>
              <w:jc w:val="center"/>
              <w:rPr>
                <w:sz w:val="17"/>
                <w:szCs w:val="17"/>
              </w:rPr>
            </w:pPr>
            <w:r w:rsidRPr="0056285C">
              <w:rPr>
                <w:sz w:val="17"/>
                <w:szCs w:val="17"/>
              </w:rPr>
              <w:t>№ п/п</w:t>
            </w:r>
          </w:p>
        </w:tc>
        <w:tc>
          <w:tcPr>
            <w:tcW w:w="794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095DE9" w:rsidRPr="0056285C" w:rsidRDefault="00095DE9" w:rsidP="001E4A7C">
            <w:pPr>
              <w:spacing w:before="80"/>
              <w:jc w:val="center"/>
              <w:rPr>
                <w:sz w:val="17"/>
                <w:szCs w:val="17"/>
              </w:rPr>
            </w:pPr>
            <w:r w:rsidRPr="0056285C">
              <w:rPr>
                <w:sz w:val="17"/>
                <w:szCs w:val="17"/>
              </w:rPr>
              <w:t>Ко</w:t>
            </w:r>
            <w:r w:rsidRPr="0056285C">
              <w:rPr>
                <w:sz w:val="17"/>
                <w:szCs w:val="17"/>
              </w:rPr>
              <w:softHyphen/>
              <w:t>ли</w:t>
            </w:r>
            <w:r w:rsidRPr="0056285C">
              <w:rPr>
                <w:sz w:val="17"/>
                <w:szCs w:val="17"/>
              </w:rPr>
              <w:softHyphen/>
              <w:t>че</w:t>
            </w:r>
            <w:r w:rsidRPr="0056285C">
              <w:rPr>
                <w:sz w:val="17"/>
                <w:szCs w:val="17"/>
              </w:rPr>
              <w:softHyphen/>
              <w:t>ство мест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095DE9" w:rsidRPr="0056285C" w:rsidRDefault="00095DE9" w:rsidP="001E4A7C">
            <w:pPr>
              <w:spacing w:before="80"/>
              <w:jc w:val="center"/>
              <w:rPr>
                <w:sz w:val="17"/>
                <w:szCs w:val="17"/>
              </w:rPr>
            </w:pPr>
            <w:r w:rsidRPr="0056285C">
              <w:rPr>
                <w:sz w:val="17"/>
                <w:szCs w:val="17"/>
              </w:rPr>
              <w:t xml:space="preserve">Вид </w:t>
            </w:r>
            <w:r w:rsidRPr="0056285C">
              <w:rPr>
                <w:sz w:val="17"/>
                <w:szCs w:val="17"/>
              </w:rPr>
              <w:br/>
              <w:t>упа</w:t>
            </w:r>
            <w:r w:rsidRPr="0056285C">
              <w:rPr>
                <w:sz w:val="17"/>
                <w:szCs w:val="17"/>
              </w:rPr>
              <w:softHyphen/>
              <w:t>ков</w:t>
            </w:r>
            <w:r w:rsidRPr="0056285C">
              <w:rPr>
                <w:sz w:val="17"/>
                <w:szCs w:val="17"/>
              </w:rPr>
              <w:softHyphen/>
              <w:t>ки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095DE9" w:rsidRPr="0056285C" w:rsidRDefault="00095DE9" w:rsidP="001E4A7C">
            <w:pPr>
              <w:spacing w:before="80"/>
              <w:jc w:val="center"/>
              <w:rPr>
                <w:sz w:val="17"/>
                <w:szCs w:val="17"/>
              </w:rPr>
            </w:pPr>
            <w:r w:rsidRPr="0056285C">
              <w:rPr>
                <w:sz w:val="17"/>
                <w:szCs w:val="17"/>
              </w:rPr>
              <w:t>На</w:t>
            </w:r>
            <w:r w:rsidRPr="0056285C">
              <w:rPr>
                <w:sz w:val="17"/>
                <w:szCs w:val="17"/>
              </w:rPr>
              <w:softHyphen/>
              <w:t>име</w:t>
            </w:r>
            <w:r w:rsidRPr="0056285C">
              <w:rPr>
                <w:sz w:val="17"/>
                <w:szCs w:val="17"/>
              </w:rPr>
              <w:softHyphen/>
              <w:t>но</w:t>
            </w:r>
            <w:r w:rsidRPr="0056285C">
              <w:rPr>
                <w:sz w:val="17"/>
                <w:szCs w:val="17"/>
              </w:rPr>
              <w:softHyphen/>
              <w:t>ва</w:t>
            </w:r>
            <w:r w:rsidRPr="0056285C">
              <w:rPr>
                <w:sz w:val="17"/>
                <w:szCs w:val="17"/>
              </w:rPr>
              <w:softHyphen/>
              <w:t>ние про</w:t>
            </w:r>
            <w:r w:rsidRPr="0056285C">
              <w:rPr>
                <w:sz w:val="17"/>
                <w:szCs w:val="17"/>
              </w:rPr>
              <w:softHyphen/>
              <w:t>дук</w:t>
            </w:r>
            <w:r w:rsidRPr="0056285C">
              <w:rPr>
                <w:sz w:val="17"/>
                <w:szCs w:val="17"/>
              </w:rPr>
              <w:softHyphen/>
              <w:t>ции, то</w:t>
            </w:r>
            <w:r w:rsidRPr="0056285C">
              <w:rPr>
                <w:sz w:val="17"/>
                <w:szCs w:val="17"/>
              </w:rPr>
              <w:softHyphen/>
              <w:t>ва</w:t>
            </w:r>
            <w:r w:rsidRPr="0056285C">
              <w:rPr>
                <w:sz w:val="17"/>
                <w:szCs w:val="17"/>
              </w:rPr>
              <w:softHyphen/>
              <w:t>ра (гру</w:t>
            </w:r>
            <w:r w:rsidRPr="0056285C">
              <w:rPr>
                <w:sz w:val="17"/>
                <w:szCs w:val="17"/>
              </w:rPr>
              <w:softHyphen/>
              <w:t>за) или но</w:t>
            </w:r>
            <w:r w:rsidRPr="0056285C">
              <w:rPr>
                <w:sz w:val="17"/>
                <w:szCs w:val="17"/>
              </w:rPr>
              <w:softHyphen/>
              <w:t>ме</w:t>
            </w:r>
            <w:r w:rsidRPr="0056285C">
              <w:rPr>
                <w:sz w:val="17"/>
                <w:szCs w:val="17"/>
              </w:rPr>
              <w:softHyphen/>
              <w:t>ра кон</w:t>
            </w:r>
            <w:r w:rsidRPr="0056285C">
              <w:rPr>
                <w:sz w:val="17"/>
                <w:szCs w:val="17"/>
              </w:rPr>
              <w:softHyphen/>
              <w:t>тей</w:t>
            </w:r>
            <w:r w:rsidRPr="0056285C">
              <w:rPr>
                <w:sz w:val="17"/>
                <w:szCs w:val="17"/>
              </w:rPr>
              <w:softHyphen/>
              <w:t>не</w:t>
            </w:r>
            <w:r w:rsidRPr="0056285C">
              <w:rPr>
                <w:sz w:val="17"/>
                <w:szCs w:val="17"/>
              </w:rPr>
              <w:softHyphen/>
              <w:t>ров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095DE9" w:rsidRPr="0056285C" w:rsidRDefault="00095DE9" w:rsidP="001E4A7C">
            <w:pPr>
              <w:spacing w:before="80"/>
              <w:jc w:val="center"/>
              <w:rPr>
                <w:sz w:val="17"/>
                <w:szCs w:val="17"/>
              </w:rPr>
            </w:pPr>
            <w:r w:rsidRPr="0056285C">
              <w:rPr>
                <w:sz w:val="17"/>
                <w:szCs w:val="17"/>
              </w:rPr>
              <w:t>Еди</w:t>
            </w:r>
            <w:r w:rsidRPr="0056285C">
              <w:rPr>
                <w:sz w:val="17"/>
                <w:szCs w:val="17"/>
              </w:rPr>
              <w:softHyphen/>
              <w:t>ни</w:t>
            </w:r>
            <w:r w:rsidRPr="0056285C">
              <w:rPr>
                <w:sz w:val="17"/>
                <w:szCs w:val="17"/>
              </w:rPr>
              <w:softHyphen/>
              <w:t>ца из</w:t>
            </w:r>
            <w:r w:rsidRPr="0056285C">
              <w:rPr>
                <w:sz w:val="17"/>
                <w:szCs w:val="17"/>
              </w:rPr>
              <w:softHyphen/>
              <w:t>ме</w:t>
            </w:r>
            <w:r w:rsidRPr="0056285C">
              <w:rPr>
                <w:sz w:val="17"/>
                <w:szCs w:val="17"/>
              </w:rPr>
              <w:softHyphen/>
              <w:t>ре</w:t>
            </w:r>
            <w:r w:rsidRPr="0056285C">
              <w:rPr>
                <w:sz w:val="17"/>
                <w:szCs w:val="17"/>
              </w:rPr>
              <w:softHyphen/>
              <w:t>ния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95DE9" w:rsidRPr="0056285C" w:rsidRDefault="00095DE9" w:rsidP="001E4A7C">
            <w:pPr>
              <w:jc w:val="center"/>
              <w:rPr>
                <w:sz w:val="17"/>
                <w:szCs w:val="17"/>
              </w:rPr>
            </w:pPr>
            <w:r w:rsidRPr="0056285C">
              <w:rPr>
                <w:sz w:val="17"/>
                <w:szCs w:val="17"/>
              </w:rPr>
              <w:t>Мас</w:t>
            </w:r>
            <w:r w:rsidRPr="0056285C">
              <w:rPr>
                <w:sz w:val="17"/>
                <w:szCs w:val="17"/>
              </w:rPr>
              <w:softHyphen/>
              <w:t>са гру</w:t>
            </w:r>
            <w:r w:rsidRPr="0056285C">
              <w:rPr>
                <w:sz w:val="17"/>
                <w:szCs w:val="17"/>
              </w:rPr>
              <w:softHyphen/>
              <w:t>за, т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095DE9" w:rsidRPr="0056285C" w:rsidRDefault="00095DE9" w:rsidP="001E4A7C">
            <w:pPr>
              <w:spacing w:before="80"/>
              <w:jc w:val="center"/>
              <w:rPr>
                <w:sz w:val="17"/>
                <w:szCs w:val="17"/>
              </w:rPr>
            </w:pPr>
            <w:r w:rsidRPr="0056285C">
              <w:rPr>
                <w:sz w:val="17"/>
                <w:szCs w:val="17"/>
              </w:rPr>
              <w:t>Осо</w:t>
            </w:r>
            <w:r w:rsidRPr="0056285C">
              <w:rPr>
                <w:sz w:val="17"/>
                <w:szCs w:val="17"/>
              </w:rPr>
              <w:softHyphen/>
              <w:t>бые от</w:t>
            </w:r>
            <w:r w:rsidRPr="0056285C">
              <w:rPr>
                <w:sz w:val="17"/>
                <w:szCs w:val="17"/>
              </w:rPr>
              <w:softHyphen/>
              <w:t>мет</w:t>
            </w:r>
            <w:r w:rsidRPr="0056285C">
              <w:rPr>
                <w:sz w:val="17"/>
                <w:szCs w:val="17"/>
              </w:rPr>
              <w:softHyphen/>
              <w:t>ки от-</w:t>
            </w:r>
            <w:r w:rsidRPr="0056285C">
              <w:rPr>
                <w:sz w:val="17"/>
                <w:szCs w:val="17"/>
              </w:rPr>
              <w:br/>
              <w:t>пра</w:t>
            </w:r>
            <w:r w:rsidRPr="0056285C">
              <w:rPr>
                <w:sz w:val="17"/>
                <w:szCs w:val="17"/>
              </w:rPr>
              <w:softHyphen/>
              <w:t>ви</w:t>
            </w:r>
            <w:r w:rsidRPr="0056285C">
              <w:rPr>
                <w:sz w:val="17"/>
                <w:szCs w:val="17"/>
              </w:rPr>
              <w:softHyphen/>
              <w:t>те</w:t>
            </w:r>
            <w:r w:rsidRPr="0056285C">
              <w:rPr>
                <w:sz w:val="17"/>
                <w:szCs w:val="17"/>
              </w:rPr>
              <w:softHyphen/>
              <w:t xml:space="preserve">ля </w:t>
            </w:r>
            <w:r w:rsidRPr="0056285C">
              <w:rPr>
                <w:sz w:val="17"/>
                <w:szCs w:val="17"/>
              </w:rPr>
              <w:br/>
              <w:t>по нак</w:t>
            </w:r>
            <w:r w:rsidRPr="0056285C">
              <w:rPr>
                <w:sz w:val="17"/>
                <w:szCs w:val="17"/>
              </w:rPr>
              <w:softHyphen/>
              <w:t>лад</w:t>
            </w:r>
            <w:r w:rsidRPr="0056285C">
              <w:rPr>
                <w:sz w:val="17"/>
                <w:szCs w:val="17"/>
              </w:rPr>
              <w:softHyphen/>
              <w:t>ной</w:t>
            </w:r>
          </w:p>
        </w:tc>
      </w:tr>
      <w:tr w:rsidR="00095DE9" w:rsidRPr="0056285C" w:rsidTr="001E4A7C">
        <w:trPr>
          <w:cantSplit/>
        </w:trPr>
        <w:tc>
          <w:tcPr>
            <w:tcW w:w="10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095DE9" w:rsidRPr="0056285C" w:rsidRDefault="00095DE9" w:rsidP="001E4A7C">
            <w:pPr>
              <w:rPr>
                <w:sz w:val="17"/>
                <w:szCs w:val="17"/>
              </w:rPr>
            </w:pPr>
          </w:p>
        </w:tc>
        <w:tc>
          <w:tcPr>
            <w:tcW w:w="794" w:type="dxa"/>
            <w:vMerge/>
            <w:tcBorders>
              <w:left w:val="nil"/>
              <w:right w:val="double" w:sz="4" w:space="0" w:color="auto"/>
            </w:tcBorders>
          </w:tcPr>
          <w:p w:rsidR="00095DE9" w:rsidRPr="0056285C" w:rsidRDefault="00095DE9" w:rsidP="001E4A7C">
            <w:pPr>
              <w:rPr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left w:val="nil"/>
              <w:right w:val="double" w:sz="4" w:space="0" w:color="auto"/>
            </w:tcBorders>
          </w:tcPr>
          <w:p w:rsidR="00095DE9" w:rsidRPr="0056285C" w:rsidRDefault="00095DE9" w:rsidP="001E4A7C">
            <w:pPr>
              <w:rPr>
                <w:sz w:val="17"/>
                <w:szCs w:val="17"/>
              </w:rPr>
            </w:pPr>
          </w:p>
        </w:tc>
        <w:tc>
          <w:tcPr>
            <w:tcW w:w="2835" w:type="dxa"/>
            <w:vMerge/>
            <w:tcBorders>
              <w:left w:val="nil"/>
              <w:right w:val="double" w:sz="4" w:space="0" w:color="auto"/>
            </w:tcBorders>
          </w:tcPr>
          <w:p w:rsidR="00095DE9" w:rsidRPr="0056285C" w:rsidRDefault="00095DE9" w:rsidP="001E4A7C">
            <w:pPr>
              <w:rPr>
                <w:sz w:val="17"/>
                <w:szCs w:val="17"/>
              </w:rPr>
            </w:pPr>
          </w:p>
        </w:tc>
        <w:tc>
          <w:tcPr>
            <w:tcW w:w="1418" w:type="dxa"/>
            <w:vMerge/>
            <w:tcBorders>
              <w:left w:val="nil"/>
              <w:right w:val="nil"/>
            </w:tcBorders>
          </w:tcPr>
          <w:p w:rsidR="00095DE9" w:rsidRPr="0056285C" w:rsidRDefault="00095DE9" w:rsidP="001E4A7C">
            <w:pPr>
              <w:rPr>
                <w:sz w:val="17"/>
                <w:szCs w:val="17"/>
              </w:rPr>
            </w:pPr>
          </w:p>
        </w:tc>
        <w:tc>
          <w:tcPr>
            <w:tcW w:w="624" w:type="dxa"/>
            <w:tcBorders>
              <w:left w:val="double" w:sz="4" w:space="0" w:color="auto"/>
            </w:tcBorders>
          </w:tcPr>
          <w:p w:rsidR="00095DE9" w:rsidRPr="0056285C" w:rsidRDefault="00095DE9" w:rsidP="001E4A7C">
            <w:pPr>
              <w:spacing w:before="40"/>
              <w:jc w:val="center"/>
              <w:rPr>
                <w:sz w:val="17"/>
                <w:szCs w:val="17"/>
              </w:rPr>
            </w:pPr>
            <w:r w:rsidRPr="0056285C">
              <w:rPr>
                <w:sz w:val="17"/>
                <w:szCs w:val="17"/>
              </w:rPr>
              <w:t>от</w:t>
            </w:r>
            <w:r w:rsidRPr="0056285C">
              <w:rPr>
                <w:sz w:val="17"/>
                <w:szCs w:val="17"/>
              </w:rPr>
              <w:softHyphen/>
              <w:t>пра</w:t>
            </w:r>
            <w:r w:rsidRPr="0056285C">
              <w:rPr>
                <w:sz w:val="17"/>
                <w:szCs w:val="17"/>
              </w:rPr>
              <w:softHyphen/>
              <w:t>ви</w:t>
            </w:r>
            <w:r w:rsidRPr="0056285C">
              <w:rPr>
                <w:sz w:val="17"/>
                <w:szCs w:val="17"/>
              </w:rPr>
              <w:softHyphen/>
              <w:t>те</w:t>
            </w:r>
            <w:r w:rsidRPr="0056285C">
              <w:rPr>
                <w:sz w:val="17"/>
                <w:szCs w:val="17"/>
              </w:rPr>
              <w:softHyphen/>
              <w:t>ля</w:t>
            </w: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095DE9" w:rsidRPr="0056285C" w:rsidRDefault="00095DE9" w:rsidP="001E4A7C">
            <w:pPr>
              <w:spacing w:before="40"/>
              <w:jc w:val="center"/>
              <w:rPr>
                <w:sz w:val="17"/>
                <w:szCs w:val="17"/>
              </w:rPr>
            </w:pPr>
            <w:r w:rsidRPr="0056285C">
              <w:rPr>
                <w:sz w:val="17"/>
                <w:szCs w:val="17"/>
              </w:rPr>
              <w:t>до</w:t>
            </w:r>
            <w:r w:rsidRPr="0056285C">
              <w:rPr>
                <w:sz w:val="17"/>
                <w:szCs w:val="17"/>
              </w:rPr>
              <w:softHyphen/>
              <w:t>ро</w:t>
            </w:r>
            <w:r w:rsidRPr="0056285C">
              <w:rPr>
                <w:sz w:val="17"/>
                <w:szCs w:val="17"/>
              </w:rPr>
              <w:softHyphen/>
              <w:t>ги, прис</w:t>
            </w:r>
            <w:r w:rsidRPr="0056285C">
              <w:rPr>
                <w:sz w:val="17"/>
                <w:szCs w:val="17"/>
              </w:rPr>
              <w:softHyphen/>
              <w:t>та</w:t>
            </w:r>
            <w:r w:rsidRPr="0056285C">
              <w:rPr>
                <w:sz w:val="17"/>
                <w:szCs w:val="17"/>
              </w:rPr>
              <w:softHyphen/>
              <w:t>ни</w:t>
            </w:r>
          </w:p>
        </w:tc>
        <w:tc>
          <w:tcPr>
            <w:tcW w:w="1134" w:type="dxa"/>
            <w:vMerge/>
            <w:tcBorders>
              <w:left w:val="nil"/>
              <w:right w:val="double" w:sz="4" w:space="0" w:color="auto"/>
            </w:tcBorders>
          </w:tcPr>
          <w:p w:rsidR="00095DE9" w:rsidRPr="0056285C" w:rsidRDefault="00095DE9" w:rsidP="001E4A7C">
            <w:pPr>
              <w:rPr>
                <w:sz w:val="17"/>
                <w:szCs w:val="17"/>
              </w:rPr>
            </w:pPr>
          </w:p>
        </w:tc>
      </w:tr>
      <w:tr w:rsidR="00095DE9" w:rsidRPr="0056285C" w:rsidTr="001E4A7C">
        <w:trPr>
          <w:trHeight w:hRule="exact" w:val="240"/>
        </w:trPr>
        <w:tc>
          <w:tcPr>
            <w:tcW w:w="102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95DE9" w:rsidRPr="0056285C" w:rsidRDefault="00095DE9" w:rsidP="001E4A7C">
            <w:pPr>
              <w:jc w:val="center"/>
              <w:rPr>
                <w:sz w:val="14"/>
                <w:szCs w:val="14"/>
              </w:rPr>
            </w:pPr>
            <w:r w:rsidRPr="0056285C">
              <w:rPr>
                <w:sz w:val="14"/>
                <w:szCs w:val="14"/>
              </w:rPr>
              <w:t>1</w:t>
            </w:r>
          </w:p>
        </w:tc>
        <w:tc>
          <w:tcPr>
            <w:tcW w:w="794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95DE9" w:rsidRPr="0056285C" w:rsidRDefault="00095DE9" w:rsidP="001E4A7C">
            <w:pPr>
              <w:jc w:val="center"/>
              <w:rPr>
                <w:sz w:val="14"/>
                <w:szCs w:val="14"/>
              </w:rPr>
            </w:pPr>
            <w:r w:rsidRPr="0056285C">
              <w:rPr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95DE9" w:rsidRPr="0056285C" w:rsidRDefault="00095DE9" w:rsidP="001E4A7C">
            <w:pPr>
              <w:jc w:val="center"/>
              <w:rPr>
                <w:sz w:val="14"/>
                <w:szCs w:val="14"/>
              </w:rPr>
            </w:pPr>
            <w:r w:rsidRPr="0056285C">
              <w:rPr>
                <w:sz w:val="14"/>
                <w:szCs w:val="14"/>
              </w:rPr>
              <w:t>3</w:t>
            </w:r>
          </w:p>
        </w:tc>
        <w:tc>
          <w:tcPr>
            <w:tcW w:w="2835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95DE9" w:rsidRPr="0056285C" w:rsidRDefault="00095DE9" w:rsidP="001E4A7C">
            <w:pPr>
              <w:jc w:val="center"/>
              <w:rPr>
                <w:sz w:val="14"/>
                <w:szCs w:val="14"/>
              </w:rPr>
            </w:pPr>
            <w:r w:rsidRPr="0056285C">
              <w:rPr>
                <w:sz w:val="14"/>
                <w:szCs w:val="14"/>
              </w:rPr>
              <w:t>4</w:t>
            </w:r>
          </w:p>
        </w:tc>
        <w:tc>
          <w:tcPr>
            <w:tcW w:w="1418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95DE9" w:rsidRPr="0056285C" w:rsidRDefault="00095DE9" w:rsidP="001E4A7C">
            <w:pPr>
              <w:jc w:val="center"/>
              <w:rPr>
                <w:sz w:val="14"/>
                <w:szCs w:val="14"/>
              </w:rPr>
            </w:pPr>
            <w:r w:rsidRPr="0056285C">
              <w:rPr>
                <w:sz w:val="14"/>
                <w:szCs w:val="14"/>
              </w:rPr>
              <w:t>5</w:t>
            </w:r>
          </w:p>
        </w:tc>
        <w:tc>
          <w:tcPr>
            <w:tcW w:w="624" w:type="dxa"/>
            <w:tcBorders>
              <w:left w:val="nil"/>
              <w:bottom w:val="double" w:sz="4" w:space="0" w:color="auto"/>
            </w:tcBorders>
            <w:vAlign w:val="center"/>
          </w:tcPr>
          <w:p w:rsidR="00095DE9" w:rsidRPr="0056285C" w:rsidRDefault="00095DE9" w:rsidP="001E4A7C">
            <w:pPr>
              <w:jc w:val="center"/>
              <w:rPr>
                <w:sz w:val="14"/>
                <w:szCs w:val="14"/>
              </w:rPr>
            </w:pPr>
            <w:r w:rsidRPr="0056285C">
              <w:rPr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95DE9" w:rsidRPr="0056285C" w:rsidRDefault="00095DE9" w:rsidP="001E4A7C">
            <w:pPr>
              <w:jc w:val="center"/>
              <w:rPr>
                <w:sz w:val="14"/>
                <w:szCs w:val="14"/>
              </w:rPr>
            </w:pPr>
            <w:r w:rsidRPr="0056285C">
              <w:rPr>
                <w:sz w:val="14"/>
                <w:szCs w:val="14"/>
              </w:rPr>
              <w:t>7</w:t>
            </w:r>
          </w:p>
        </w:tc>
        <w:tc>
          <w:tcPr>
            <w:tcW w:w="1134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95DE9" w:rsidRPr="0056285C" w:rsidRDefault="00095DE9" w:rsidP="001E4A7C">
            <w:pPr>
              <w:jc w:val="center"/>
              <w:rPr>
                <w:sz w:val="14"/>
                <w:szCs w:val="14"/>
              </w:rPr>
            </w:pPr>
            <w:r w:rsidRPr="0056285C">
              <w:rPr>
                <w:sz w:val="14"/>
                <w:szCs w:val="14"/>
              </w:rPr>
              <w:t>8</w:t>
            </w:r>
          </w:p>
        </w:tc>
      </w:tr>
      <w:tr w:rsidR="00095DE9" w:rsidRPr="0056285C" w:rsidTr="001E4A7C">
        <w:trPr>
          <w:trHeight w:val="300"/>
        </w:trPr>
        <w:tc>
          <w:tcPr>
            <w:tcW w:w="10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95DE9" w:rsidRPr="0056285C" w:rsidRDefault="00095DE9" w:rsidP="001E4A7C">
            <w:pPr>
              <w:jc w:val="center"/>
            </w:pPr>
            <w:r w:rsidRPr="0056285C">
              <w:t>1</w:t>
            </w:r>
          </w:p>
        </w:tc>
        <w:tc>
          <w:tcPr>
            <w:tcW w:w="79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95DE9" w:rsidRPr="0056285C" w:rsidRDefault="00095DE9" w:rsidP="001E4A7C">
            <w:pPr>
              <w:jc w:val="center"/>
              <w:rPr>
                <w:sz w:val="14"/>
                <w:szCs w:val="14"/>
              </w:rPr>
            </w:pPr>
            <w:r w:rsidRPr="0056285C">
              <w:rPr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95DE9" w:rsidRPr="0056285C" w:rsidRDefault="00095DE9" w:rsidP="001E4A7C">
            <w:pPr>
              <w:jc w:val="center"/>
            </w:pPr>
          </w:p>
        </w:tc>
        <w:tc>
          <w:tcPr>
            <w:tcW w:w="2835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95DE9" w:rsidRPr="0056285C" w:rsidRDefault="00095DE9" w:rsidP="001E4A7C">
            <w:pPr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95DE9" w:rsidRPr="0056285C" w:rsidRDefault="00095DE9" w:rsidP="001E4A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nil"/>
              <w:bottom w:val="double" w:sz="4" w:space="0" w:color="auto"/>
            </w:tcBorders>
            <w:vAlign w:val="center"/>
          </w:tcPr>
          <w:p w:rsidR="00095DE9" w:rsidRPr="0056285C" w:rsidRDefault="00095DE9" w:rsidP="001E4A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95DE9" w:rsidRPr="0056285C" w:rsidRDefault="00095DE9" w:rsidP="001E4A7C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95DE9" w:rsidRPr="0056285C" w:rsidRDefault="00095DE9" w:rsidP="001E4A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095DE9" w:rsidRPr="0056285C" w:rsidTr="001E4A7C">
        <w:trPr>
          <w:trHeight w:val="300"/>
        </w:trPr>
        <w:tc>
          <w:tcPr>
            <w:tcW w:w="10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95DE9" w:rsidRPr="0056285C" w:rsidRDefault="00095DE9" w:rsidP="001E4A7C">
            <w:pPr>
              <w:jc w:val="center"/>
            </w:pPr>
            <w:r>
              <w:t xml:space="preserve">2 </w:t>
            </w:r>
          </w:p>
        </w:tc>
        <w:tc>
          <w:tcPr>
            <w:tcW w:w="79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95DE9" w:rsidRPr="0056285C" w:rsidRDefault="00095DE9" w:rsidP="001E4A7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95DE9" w:rsidRPr="0056285C" w:rsidRDefault="00095DE9" w:rsidP="001E4A7C">
            <w:pPr>
              <w:jc w:val="center"/>
            </w:pPr>
          </w:p>
        </w:tc>
        <w:tc>
          <w:tcPr>
            <w:tcW w:w="2835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95DE9" w:rsidRDefault="00095DE9" w:rsidP="001E4A7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95DE9" w:rsidRPr="0056285C" w:rsidRDefault="00095DE9" w:rsidP="001E4A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nil"/>
              <w:bottom w:val="double" w:sz="4" w:space="0" w:color="auto"/>
            </w:tcBorders>
            <w:vAlign w:val="center"/>
          </w:tcPr>
          <w:p w:rsidR="00095DE9" w:rsidRDefault="00095DE9" w:rsidP="001E4A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95DE9" w:rsidRDefault="00095DE9" w:rsidP="001E4A7C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95DE9" w:rsidRDefault="00095DE9" w:rsidP="001E4A7C">
            <w:pPr>
              <w:jc w:val="center"/>
              <w:rPr>
                <w:sz w:val="16"/>
                <w:szCs w:val="16"/>
              </w:rPr>
            </w:pPr>
          </w:p>
        </w:tc>
      </w:tr>
      <w:tr w:rsidR="00095DE9" w:rsidRPr="0056285C" w:rsidTr="001E4A7C">
        <w:trPr>
          <w:trHeight w:val="300"/>
        </w:trPr>
        <w:tc>
          <w:tcPr>
            <w:tcW w:w="102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95DE9" w:rsidRDefault="00095DE9" w:rsidP="001E4A7C">
            <w:pPr>
              <w:jc w:val="center"/>
            </w:pPr>
            <w:r>
              <w:t>3</w:t>
            </w:r>
          </w:p>
        </w:tc>
        <w:tc>
          <w:tcPr>
            <w:tcW w:w="794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095DE9" w:rsidRPr="0056285C" w:rsidRDefault="00095DE9" w:rsidP="001E4A7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095DE9" w:rsidRPr="0056285C" w:rsidRDefault="00095DE9" w:rsidP="001E4A7C">
            <w:pPr>
              <w:jc w:val="center"/>
            </w:pPr>
          </w:p>
        </w:tc>
        <w:tc>
          <w:tcPr>
            <w:tcW w:w="2835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095DE9" w:rsidRDefault="00095DE9" w:rsidP="001E4A7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095DE9" w:rsidRPr="0056285C" w:rsidRDefault="00095DE9" w:rsidP="001E4A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nil"/>
            </w:tcBorders>
            <w:vAlign w:val="center"/>
          </w:tcPr>
          <w:p w:rsidR="00095DE9" w:rsidRDefault="00095DE9" w:rsidP="001E4A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95DE9" w:rsidRDefault="00095DE9" w:rsidP="001E4A7C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095DE9" w:rsidRDefault="00095DE9" w:rsidP="001E4A7C">
            <w:pPr>
              <w:jc w:val="center"/>
              <w:rPr>
                <w:sz w:val="16"/>
                <w:szCs w:val="16"/>
              </w:rPr>
            </w:pPr>
          </w:p>
        </w:tc>
      </w:tr>
    </w:tbl>
    <w:p w:rsidR="00095DE9" w:rsidRDefault="00095DE9" w:rsidP="00095DE9">
      <w:pPr>
        <w:tabs>
          <w:tab w:val="left" w:pos="4253"/>
        </w:tabs>
        <w:rPr>
          <w:sz w:val="17"/>
          <w:szCs w:val="17"/>
        </w:rPr>
      </w:pPr>
    </w:p>
    <w:p w:rsidR="00095DE9" w:rsidRPr="00B67326" w:rsidRDefault="00095DE9" w:rsidP="00095DE9">
      <w:pPr>
        <w:tabs>
          <w:tab w:val="left" w:pos="4678"/>
        </w:tabs>
        <w:spacing w:before="120"/>
        <w:rPr>
          <w:i/>
          <w:iCs/>
          <w:sz w:val="17"/>
          <w:szCs w:val="17"/>
        </w:rPr>
      </w:pPr>
      <w:r w:rsidRPr="000B7EF9">
        <w:rPr>
          <w:sz w:val="17"/>
          <w:szCs w:val="17"/>
        </w:rPr>
        <w:t>Состояние та</w:t>
      </w:r>
      <w:r>
        <w:rPr>
          <w:sz w:val="17"/>
          <w:szCs w:val="17"/>
        </w:rPr>
        <w:t>ры или упаковки в момент осмотра П</w:t>
      </w:r>
      <w:r w:rsidRPr="000B7EF9">
        <w:rPr>
          <w:sz w:val="17"/>
          <w:szCs w:val="17"/>
        </w:rPr>
        <w:t>родукции</w:t>
      </w:r>
      <w:r>
        <w:rPr>
          <w:sz w:val="17"/>
          <w:szCs w:val="17"/>
        </w:rPr>
        <w:t xml:space="preserve">: </w:t>
      </w:r>
      <w:r w:rsidRPr="000B7EF9">
        <w:rPr>
          <w:i/>
          <w:iCs/>
          <w:sz w:val="17"/>
          <w:szCs w:val="17"/>
        </w:rPr>
        <w:t>упаковка не нарушена</w:t>
      </w:r>
      <w:r>
        <w:rPr>
          <w:i/>
          <w:iCs/>
          <w:sz w:val="17"/>
          <w:szCs w:val="17"/>
        </w:rPr>
        <w:t xml:space="preserve"> (нарушена) (при необходимости описать состояние тары или упаковки) </w:t>
      </w:r>
    </w:p>
    <w:p w:rsidR="00095DE9" w:rsidRPr="000B7EF9" w:rsidRDefault="00095DE9" w:rsidP="00095DE9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095DE9" w:rsidRPr="000B7EF9" w:rsidRDefault="00095DE9" w:rsidP="00095DE9">
      <w:pPr>
        <w:rPr>
          <w:sz w:val="17"/>
          <w:szCs w:val="17"/>
        </w:rPr>
      </w:pPr>
    </w:p>
    <w:p w:rsidR="00095DE9" w:rsidRPr="000B7EF9" w:rsidRDefault="00095DE9" w:rsidP="00095DE9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095DE9" w:rsidRPr="000B7EF9" w:rsidRDefault="00095DE9" w:rsidP="00095DE9">
      <w:pPr>
        <w:rPr>
          <w:sz w:val="17"/>
          <w:szCs w:val="17"/>
        </w:rPr>
      </w:pPr>
    </w:p>
    <w:p w:rsidR="00095DE9" w:rsidRPr="000B7EF9" w:rsidRDefault="00095DE9" w:rsidP="00095DE9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095DE9" w:rsidRPr="000B7EF9" w:rsidRDefault="00095DE9" w:rsidP="00095DE9">
      <w:pPr>
        <w:rPr>
          <w:sz w:val="17"/>
          <w:szCs w:val="17"/>
        </w:rPr>
      </w:pPr>
    </w:p>
    <w:p w:rsidR="00095DE9" w:rsidRPr="000B7EF9" w:rsidRDefault="00095DE9" w:rsidP="00095DE9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095DE9" w:rsidRPr="000B7EF9" w:rsidRDefault="00095DE9" w:rsidP="00095DE9">
      <w:pPr>
        <w:rPr>
          <w:sz w:val="17"/>
          <w:szCs w:val="17"/>
        </w:rPr>
      </w:pPr>
    </w:p>
    <w:p w:rsidR="00095DE9" w:rsidRPr="000B7EF9" w:rsidRDefault="00095DE9" w:rsidP="00095DE9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095DE9" w:rsidRPr="000B7EF9" w:rsidRDefault="00095DE9" w:rsidP="00095DE9">
      <w:pPr>
        <w:rPr>
          <w:sz w:val="17"/>
          <w:szCs w:val="17"/>
        </w:rPr>
      </w:pPr>
    </w:p>
    <w:p w:rsidR="00095DE9" w:rsidRPr="000B7EF9" w:rsidRDefault="00095DE9" w:rsidP="00095DE9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095DE9" w:rsidRPr="000B7EF9" w:rsidRDefault="00095DE9" w:rsidP="00095DE9">
      <w:pPr>
        <w:rPr>
          <w:sz w:val="17"/>
          <w:szCs w:val="17"/>
        </w:rPr>
      </w:pPr>
    </w:p>
    <w:p w:rsidR="00095DE9" w:rsidRPr="000B7EF9" w:rsidRDefault="00095DE9" w:rsidP="00095DE9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095DE9" w:rsidRPr="000B7EF9" w:rsidRDefault="00095DE9" w:rsidP="00095DE9">
      <w:pPr>
        <w:rPr>
          <w:sz w:val="17"/>
          <w:szCs w:val="17"/>
        </w:rPr>
      </w:pPr>
    </w:p>
    <w:p w:rsidR="00095DE9" w:rsidRPr="000B7EF9" w:rsidRDefault="00095DE9" w:rsidP="00095DE9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095DE9" w:rsidRPr="000B7EF9" w:rsidRDefault="00095DE9" w:rsidP="00095DE9">
      <w:pPr>
        <w:rPr>
          <w:sz w:val="17"/>
          <w:szCs w:val="17"/>
        </w:rPr>
      </w:pPr>
    </w:p>
    <w:p w:rsidR="00095DE9" w:rsidRPr="000B7EF9" w:rsidRDefault="00095DE9" w:rsidP="00095DE9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095DE9" w:rsidRPr="000B7EF9" w:rsidRDefault="00095DE9" w:rsidP="00095DE9">
      <w:pPr>
        <w:rPr>
          <w:sz w:val="17"/>
          <w:szCs w:val="17"/>
        </w:rPr>
      </w:pPr>
    </w:p>
    <w:p w:rsidR="00095DE9" w:rsidRPr="000B7EF9" w:rsidRDefault="00095DE9" w:rsidP="00095DE9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095DE9" w:rsidRPr="000B7EF9" w:rsidRDefault="00095DE9" w:rsidP="00095DE9">
      <w:pPr>
        <w:rPr>
          <w:sz w:val="17"/>
          <w:szCs w:val="17"/>
        </w:rPr>
      </w:pPr>
    </w:p>
    <w:p w:rsidR="00095DE9" w:rsidRPr="000B7EF9" w:rsidRDefault="00095DE9" w:rsidP="00095DE9">
      <w:pPr>
        <w:pBdr>
          <w:top w:val="single" w:sz="4" w:space="1" w:color="auto"/>
        </w:pBdr>
        <w:rPr>
          <w:sz w:val="2"/>
          <w:szCs w:val="2"/>
        </w:rPr>
      </w:pPr>
    </w:p>
    <w:p w:rsidR="00095DE9" w:rsidRPr="005B09A3" w:rsidRDefault="00095DE9" w:rsidP="00095DE9">
      <w:pPr>
        <w:tabs>
          <w:tab w:val="left" w:pos="4678"/>
        </w:tabs>
        <w:spacing w:before="120"/>
        <w:rPr>
          <w:bCs/>
          <w:i/>
          <w:sz w:val="17"/>
          <w:szCs w:val="17"/>
        </w:rPr>
      </w:pPr>
      <w:r>
        <w:rPr>
          <w:sz w:val="17"/>
          <w:szCs w:val="17"/>
        </w:rPr>
        <w:t>Описание Продукции в момент осмотра: (</w:t>
      </w:r>
      <w:r>
        <w:rPr>
          <w:i/>
          <w:iCs/>
          <w:sz w:val="17"/>
          <w:szCs w:val="17"/>
        </w:rPr>
        <w:t xml:space="preserve">продукция </w:t>
      </w:r>
      <w:r w:rsidRPr="001775F1">
        <w:rPr>
          <w:bCs/>
          <w:i/>
          <w:sz w:val="17"/>
          <w:szCs w:val="17"/>
        </w:rPr>
        <w:t xml:space="preserve">с недостатками по ассортименту, количеству, качеству, </w:t>
      </w:r>
      <w:r>
        <w:rPr>
          <w:bCs/>
          <w:i/>
          <w:sz w:val="17"/>
          <w:szCs w:val="17"/>
        </w:rPr>
        <w:t xml:space="preserve"> имеющие признаки фальсифицированной,</w:t>
      </w:r>
      <w:r w:rsidRPr="001775F1">
        <w:rPr>
          <w:bCs/>
          <w:i/>
          <w:sz w:val="17"/>
          <w:szCs w:val="17"/>
        </w:rPr>
        <w:t xml:space="preserve"> и/или контрафактной</w:t>
      </w:r>
      <w:r>
        <w:rPr>
          <w:bCs/>
          <w:i/>
          <w:sz w:val="17"/>
          <w:szCs w:val="17"/>
        </w:rPr>
        <w:t xml:space="preserve"> продукции (</w:t>
      </w:r>
      <w:r w:rsidRPr="005B09A3">
        <w:rPr>
          <w:bCs/>
          <w:i/>
          <w:sz w:val="17"/>
          <w:szCs w:val="17"/>
        </w:rPr>
        <w:t xml:space="preserve">не подтвержденной заводом-изготовителем)) </w:t>
      </w:r>
    </w:p>
    <w:p w:rsidR="00095DE9" w:rsidRPr="005B09A3" w:rsidRDefault="00095DE9" w:rsidP="00095DE9">
      <w:pPr>
        <w:pBdr>
          <w:top w:val="single" w:sz="4" w:space="1" w:color="auto"/>
        </w:pBdr>
        <w:spacing w:after="60"/>
        <w:rPr>
          <w:bCs/>
          <w:i/>
          <w:sz w:val="17"/>
          <w:szCs w:val="17"/>
        </w:rPr>
      </w:pPr>
    </w:p>
    <w:p w:rsidR="00095DE9" w:rsidRPr="000B7EF9" w:rsidRDefault="00095DE9" w:rsidP="00095DE9">
      <w:pPr>
        <w:rPr>
          <w:sz w:val="17"/>
          <w:szCs w:val="17"/>
        </w:rPr>
      </w:pPr>
    </w:p>
    <w:p w:rsidR="00095DE9" w:rsidRPr="000B7EF9" w:rsidRDefault="00095DE9" w:rsidP="00095DE9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095DE9" w:rsidRPr="000B7EF9" w:rsidRDefault="00095DE9" w:rsidP="00095DE9">
      <w:pPr>
        <w:rPr>
          <w:sz w:val="17"/>
          <w:szCs w:val="17"/>
        </w:rPr>
      </w:pPr>
    </w:p>
    <w:p w:rsidR="00095DE9" w:rsidRPr="000B7EF9" w:rsidRDefault="00095DE9" w:rsidP="00095DE9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095DE9" w:rsidRPr="000B7EF9" w:rsidRDefault="00095DE9" w:rsidP="00095DE9">
      <w:pPr>
        <w:rPr>
          <w:sz w:val="17"/>
          <w:szCs w:val="17"/>
        </w:rPr>
      </w:pPr>
    </w:p>
    <w:p w:rsidR="00095DE9" w:rsidRPr="000B7EF9" w:rsidRDefault="00095DE9" w:rsidP="00095DE9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095DE9" w:rsidRPr="000B7EF9" w:rsidRDefault="00095DE9" w:rsidP="00095DE9">
      <w:pPr>
        <w:rPr>
          <w:sz w:val="17"/>
          <w:szCs w:val="17"/>
        </w:rPr>
      </w:pPr>
    </w:p>
    <w:p w:rsidR="00095DE9" w:rsidRPr="000B7EF9" w:rsidRDefault="00095DE9" w:rsidP="00095DE9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095DE9" w:rsidRPr="000B7EF9" w:rsidRDefault="00095DE9" w:rsidP="00095DE9">
      <w:pPr>
        <w:rPr>
          <w:sz w:val="17"/>
          <w:szCs w:val="17"/>
        </w:rPr>
      </w:pPr>
    </w:p>
    <w:p w:rsidR="00095DE9" w:rsidRPr="000B7EF9" w:rsidRDefault="00095DE9" w:rsidP="00095DE9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095DE9" w:rsidRPr="000B7EF9" w:rsidRDefault="00095DE9" w:rsidP="00095DE9">
      <w:pPr>
        <w:rPr>
          <w:sz w:val="17"/>
          <w:szCs w:val="17"/>
        </w:rPr>
      </w:pPr>
    </w:p>
    <w:p w:rsidR="00095DE9" w:rsidRPr="000B7EF9" w:rsidRDefault="00095DE9" w:rsidP="00095DE9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095DE9" w:rsidRPr="000B7EF9" w:rsidRDefault="00095DE9" w:rsidP="00095DE9">
      <w:pPr>
        <w:rPr>
          <w:sz w:val="17"/>
          <w:szCs w:val="17"/>
        </w:rPr>
      </w:pPr>
    </w:p>
    <w:p w:rsidR="00095DE9" w:rsidRPr="000B7EF9" w:rsidRDefault="00095DE9" w:rsidP="00095DE9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095DE9" w:rsidRPr="000B7EF9" w:rsidRDefault="00095DE9" w:rsidP="00095DE9">
      <w:pPr>
        <w:rPr>
          <w:sz w:val="17"/>
          <w:szCs w:val="17"/>
        </w:rPr>
      </w:pPr>
    </w:p>
    <w:p w:rsidR="00095DE9" w:rsidRPr="000B7EF9" w:rsidRDefault="00095DE9" w:rsidP="00095DE9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095DE9" w:rsidRPr="000B7EF9" w:rsidRDefault="00095DE9" w:rsidP="00095DE9">
      <w:pPr>
        <w:rPr>
          <w:sz w:val="17"/>
          <w:szCs w:val="17"/>
        </w:rPr>
      </w:pPr>
    </w:p>
    <w:p w:rsidR="00095DE9" w:rsidRPr="000B7EF9" w:rsidRDefault="00095DE9" w:rsidP="00095DE9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095DE9" w:rsidRPr="000B7EF9" w:rsidRDefault="00095DE9" w:rsidP="00095DE9">
      <w:pPr>
        <w:rPr>
          <w:sz w:val="17"/>
          <w:szCs w:val="17"/>
        </w:rPr>
      </w:pPr>
    </w:p>
    <w:p w:rsidR="00095DE9" w:rsidRDefault="00095DE9" w:rsidP="00095DE9">
      <w:pPr>
        <w:pBdr>
          <w:top w:val="single" w:sz="4" w:space="1" w:color="auto"/>
        </w:pBdr>
        <w:spacing w:after="60"/>
        <w:rPr>
          <w:sz w:val="17"/>
          <w:szCs w:val="17"/>
        </w:rPr>
      </w:pPr>
    </w:p>
    <w:p w:rsidR="00095DE9" w:rsidRPr="000A1C11" w:rsidRDefault="00095DE9" w:rsidP="00095DE9">
      <w:pPr>
        <w:pBdr>
          <w:top w:val="single" w:sz="4" w:space="1" w:color="auto"/>
        </w:pBdr>
        <w:spacing w:after="60"/>
        <w:rPr>
          <w:sz w:val="2"/>
          <w:szCs w:val="2"/>
        </w:rPr>
      </w:pPr>
      <w:r w:rsidRPr="000B7EF9">
        <w:rPr>
          <w:sz w:val="17"/>
          <w:szCs w:val="17"/>
        </w:rPr>
        <w:t>Другие данны</w:t>
      </w:r>
      <w:r>
        <w:rPr>
          <w:sz w:val="17"/>
          <w:szCs w:val="17"/>
        </w:rPr>
        <w:t xml:space="preserve">е </w:t>
      </w:r>
      <w:r w:rsidRPr="000A1C11">
        <w:rPr>
          <w:i/>
          <w:sz w:val="17"/>
          <w:szCs w:val="17"/>
        </w:rPr>
        <w:t>(указать при необходимости</w:t>
      </w:r>
      <w:r>
        <w:rPr>
          <w:i/>
          <w:sz w:val="17"/>
          <w:szCs w:val="17"/>
        </w:rPr>
        <w:t>):</w:t>
      </w:r>
    </w:p>
    <w:p w:rsidR="00095DE9" w:rsidRPr="000B7EF9" w:rsidRDefault="00095DE9" w:rsidP="00095DE9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095DE9" w:rsidRPr="000B7EF9" w:rsidRDefault="00095DE9" w:rsidP="00095DE9">
      <w:pPr>
        <w:rPr>
          <w:sz w:val="17"/>
          <w:szCs w:val="17"/>
        </w:rPr>
      </w:pPr>
    </w:p>
    <w:p w:rsidR="00095DE9" w:rsidRPr="000B7EF9" w:rsidRDefault="00095DE9" w:rsidP="00095DE9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095DE9" w:rsidRPr="000B7EF9" w:rsidRDefault="00095DE9" w:rsidP="00095DE9">
      <w:pPr>
        <w:rPr>
          <w:sz w:val="17"/>
          <w:szCs w:val="17"/>
        </w:rPr>
      </w:pPr>
    </w:p>
    <w:p w:rsidR="00095DE9" w:rsidRPr="000B7EF9" w:rsidRDefault="00095DE9" w:rsidP="00095DE9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095DE9" w:rsidRPr="000B7EF9" w:rsidRDefault="00095DE9" w:rsidP="00095DE9">
      <w:pPr>
        <w:rPr>
          <w:sz w:val="17"/>
          <w:szCs w:val="17"/>
        </w:rPr>
      </w:pPr>
    </w:p>
    <w:p w:rsidR="00095DE9" w:rsidRPr="000B7EF9" w:rsidRDefault="00095DE9" w:rsidP="00095DE9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095DE9" w:rsidRPr="000B7EF9" w:rsidRDefault="00095DE9" w:rsidP="00095DE9">
      <w:pPr>
        <w:rPr>
          <w:sz w:val="17"/>
          <w:szCs w:val="17"/>
        </w:rPr>
      </w:pPr>
    </w:p>
    <w:p w:rsidR="00095DE9" w:rsidRPr="000B7EF9" w:rsidRDefault="00095DE9" w:rsidP="00095DE9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095DE9" w:rsidRPr="000B7EF9" w:rsidRDefault="00095DE9" w:rsidP="00095DE9">
      <w:pPr>
        <w:rPr>
          <w:sz w:val="17"/>
          <w:szCs w:val="17"/>
        </w:rPr>
      </w:pPr>
    </w:p>
    <w:p w:rsidR="00095DE9" w:rsidRPr="000B7EF9" w:rsidRDefault="00095DE9" w:rsidP="00095DE9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095DE9" w:rsidRPr="000B7EF9" w:rsidRDefault="00095DE9" w:rsidP="00095DE9">
      <w:pPr>
        <w:rPr>
          <w:sz w:val="17"/>
          <w:szCs w:val="17"/>
        </w:rPr>
      </w:pPr>
    </w:p>
    <w:p w:rsidR="00095DE9" w:rsidRPr="000B7EF9" w:rsidRDefault="00095DE9" w:rsidP="00095DE9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095DE9" w:rsidRPr="000B7EF9" w:rsidRDefault="00095DE9" w:rsidP="00095DE9">
      <w:pPr>
        <w:rPr>
          <w:sz w:val="17"/>
          <w:szCs w:val="17"/>
        </w:rPr>
      </w:pPr>
    </w:p>
    <w:p w:rsidR="00095DE9" w:rsidRPr="000B7EF9" w:rsidRDefault="00095DE9" w:rsidP="00095DE9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095DE9" w:rsidRPr="000B7EF9" w:rsidRDefault="00095DE9" w:rsidP="00095DE9">
      <w:pPr>
        <w:rPr>
          <w:sz w:val="17"/>
          <w:szCs w:val="17"/>
        </w:rPr>
      </w:pPr>
    </w:p>
    <w:p w:rsidR="00095DE9" w:rsidRPr="000B7EF9" w:rsidRDefault="00095DE9" w:rsidP="00095DE9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p w:rsidR="00095DE9" w:rsidRPr="000B7EF9" w:rsidRDefault="00095DE9" w:rsidP="00095DE9">
      <w:pPr>
        <w:rPr>
          <w:sz w:val="17"/>
          <w:szCs w:val="17"/>
        </w:rPr>
      </w:pPr>
    </w:p>
    <w:p w:rsidR="00095DE9" w:rsidRPr="000B7EF9" w:rsidRDefault="00095DE9" w:rsidP="00095DE9">
      <w:pPr>
        <w:pBdr>
          <w:top w:val="single" w:sz="4" w:space="1" w:color="auto"/>
        </w:pBdr>
        <w:rPr>
          <w:sz w:val="2"/>
          <w:szCs w:val="2"/>
        </w:rPr>
      </w:pPr>
    </w:p>
    <w:p w:rsidR="00095DE9" w:rsidRPr="000B7EF9" w:rsidRDefault="00095DE9" w:rsidP="00095DE9">
      <w:pPr>
        <w:pBdr>
          <w:top w:val="single" w:sz="4" w:space="1" w:color="auto"/>
        </w:pBdr>
        <w:rPr>
          <w:sz w:val="2"/>
          <w:szCs w:val="2"/>
        </w:rPr>
      </w:pPr>
    </w:p>
    <w:p w:rsidR="00095DE9" w:rsidRDefault="00095DE9" w:rsidP="00095DE9">
      <w:pPr>
        <w:pBdr>
          <w:top w:val="single" w:sz="4" w:space="1" w:color="auto"/>
        </w:pBdr>
        <w:rPr>
          <w:rFonts w:ascii="Arial" w:hAnsi="Arial" w:cs="Arial"/>
          <w:sz w:val="2"/>
          <w:szCs w:val="2"/>
        </w:rPr>
      </w:pPr>
    </w:p>
    <w:p w:rsidR="00095DE9" w:rsidRPr="000A1C11" w:rsidRDefault="00095DE9" w:rsidP="00095DE9">
      <w:pPr>
        <w:rPr>
          <w:rFonts w:ascii="Arial" w:hAnsi="Arial" w:cs="Arial"/>
          <w:sz w:val="2"/>
          <w:szCs w:val="2"/>
        </w:rPr>
      </w:pPr>
    </w:p>
    <w:p w:rsidR="00095DE9" w:rsidRPr="000A1C11" w:rsidRDefault="00095DE9" w:rsidP="00095DE9">
      <w:pPr>
        <w:rPr>
          <w:rFonts w:ascii="Arial" w:hAnsi="Arial" w:cs="Arial"/>
          <w:sz w:val="2"/>
          <w:szCs w:val="2"/>
        </w:rPr>
      </w:pPr>
    </w:p>
    <w:p w:rsidR="00095DE9" w:rsidRPr="000A1C11" w:rsidRDefault="00095DE9" w:rsidP="00095DE9">
      <w:pPr>
        <w:rPr>
          <w:rFonts w:ascii="Arial" w:hAnsi="Arial" w:cs="Arial"/>
          <w:sz w:val="2"/>
          <w:szCs w:val="2"/>
        </w:rPr>
      </w:pPr>
    </w:p>
    <w:p w:rsidR="00095DE9" w:rsidRPr="000A1C11" w:rsidRDefault="00095DE9" w:rsidP="00095DE9">
      <w:pPr>
        <w:rPr>
          <w:rFonts w:ascii="Arial" w:hAnsi="Arial" w:cs="Arial"/>
          <w:sz w:val="2"/>
          <w:szCs w:val="2"/>
        </w:rPr>
      </w:pPr>
    </w:p>
    <w:p w:rsidR="00095DE9" w:rsidRPr="000A1C11" w:rsidRDefault="00095DE9" w:rsidP="00095DE9">
      <w:pPr>
        <w:rPr>
          <w:rFonts w:ascii="Arial" w:hAnsi="Arial" w:cs="Arial"/>
          <w:sz w:val="2"/>
          <w:szCs w:val="2"/>
        </w:rPr>
      </w:pPr>
    </w:p>
    <w:p w:rsidR="00095DE9" w:rsidRPr="000A1C11" w:rsidRDefault="00095DE9" w:rsidP="00095DE9">
      <w:pPr>
        <w:rPr>
          <w:rFonts w:ascii="Arial" w:hAnsi="Arial" w:cs="Arial"/>
          <w:sz w:val="2"/>
          <w:szCs w:val="2"/>
        </w:rPr>
      </w:pPr>
    </w:p>
    <w:p w:rsidR="00095DE9" w:rsidRPr="000A1C11" w:rsidRDefault="00095DE9" w:rsidP="00095DE9">
      <w:pPr>
        <w:rPr>
          <w:rFonts w:ascii="Arial" w:hAnsi="Arial" w:cs="Arial"/>
          <w:sz w:val="2"/>
          <w:szCs w:val="2"/>
        </w:rPr>
      </w:pPr>
    </w:p>
    <w:p w:rsidR="00095DE9" w:rsidRDefault="00095DE9" w:rsidP="00095DE9">
      <w:pPr>
        <w:rPr>
          <w:rFonts w:ascii="Arial" w:hAnsi="Arial" w:cs="Arial"/>
          <w:sz w:val="2"/>
          <w:szCs w:val="2"/>
        </w:rPr>
      </w:pPr>
    </w:p>
    <w:p w:rsidR="00095DE9" w:rsidRPr="000A1C11" w:rsidRDefault="00095DE9" w:rsidP="00095DE9">
      <w:pPr>
        <w:rPr>
          <w:rFonts w:ascii="Arial" w:hAnsi="Arial" w:cs="Arial"/>
          <w:sz w:val="2"/>
          <w:szCs w:val="2"/>
        </w:rPr>
      </w:pPr>
    </w:p>
    <w:p w:rsidR="00095DE9" w:rsidRDefault="00095DE9" w:rsidP="00095DE9">
      <w:pPr>
        <w:rPr>
          <w:rFonts w:ascii="Arial" w:hAnsi="Arial" w:cs="Arial"/>
          <w:sz w:val="2"/>
          <w:szCs w:val="2"/>
        </w:rPr>
      </w:pPr>
    </w:p>
    <w:p w:rsidR="00095DE9" w:rsidRPr="000A1C11" w:rsidRDefault="00095DE9" w:rsidP="00095DE9">
      <w:pPr>
        <w:rPr>
          <w:b/>
          <w:sz w:val="17"/>
          <w:szCs w:val="17"/>
        </w:rPr>
      </w:pPr>
      <w:r w:rsidRPr="000A1C11">
        <w:rPr>
          <w:b/>
          <w:sz w:val="17"/>
          <w:szCs w:val="17"/>
        </w:rPr>
        <w:t xml:space="preserve">Заключение комиссии:  </w:t>
      </w:r>
    </w:p>
    <w:p w:rsidR="00095DE9" w:rsidRPr="000B7EF9" w:rsidRDefault="00095DE9" w:rsidP="00095DE9">
      <w:pPr>
        <w:rPr>
          <w:sz w:val="17"/>
          <w:szCs w:val="17"/>
        </w:rPr>
      </w:pPr>
    </w:p>
    <w:p w:rsidR="00095DE9" w:rsidRPr="000D034B" w:rsidRDefault="00095DE9" w:rsidP="00095DE9">
      <w:pPr>
        <w:jc w:val="both"/>
        <w:rPr>
          <w:iCs/>
          <w:sz w:val="18"/>
          <w:szCs w:val="18"/>
        </w:rPr>
      </w:pPr>
      <w:r w:rsidRPr="00060082">
        <w:rPr>
          <w:iCs/>
          <w:sz w:val="18"/>
          <w:szCs w:val="18"/>
        </w:rPr>
        <w:t xml:space="preserve">       По результатам входного контроля </w:t>
      </w:r>
      <w:r>
        <w:rPr>
          <w:iCs/>
          <w:sz w:val="18"/>
          <w:szCs w:val="18"/>
        </w:rPr>
        <w:t>п</w:t>
      </w:r>
      <w:r w:rsidRPr="00060082">
        <w:rPr>
          <w:iCs/>
          <w:sz w:val="18"/>
          <w:szCs w:val="18"/>
        </w:rPr>
        <w:t xml:space="preserve">родукции выявлено, что </w:t>
      </w:r>
      <w:r>
        <w:rPr>
          <w:iCs/>
          <w:sz w:val="18"/>
          <w:szCs w:val="18"/>
        </w:rPr>
        <w:t>п</w:t>
      </w:r>
      <w:r w:rsidRPr="00060082">
        <w:rPr>
          <w:iCs/>
          <w:sz w:val="18"/>
          <w:szCs w:val="18"/>
        </w:rPr>
        <w:t>родукция</w:t>
      </w:r>
      <w:r w:rsidRPr="00060082">
        <w:rPr>
          <w:sz w:val="18"/>
          <w:szCs w:val="18"/>
        </w:rPr>
        <w:t xml:space="preserve">, поставленная в </w:t>
      </w:r>
      <w:r>
        <w:rPr>
          <w:sz w:val="18"/>
          <w:szCs w:val="18"/>
        </w:rPr>
        <w:t xml:space="preserve">ХХХХ «ХХХХХ» </w:t>
      </w:r>
      <w:r w:rsidRPr="00060082">
        <w:rPr>
          <w:sz w:val="18"/>
          <w:szCs w:val="18"/>
        </w:rPr>
        <w:t>в соответствии с Договором поставки № _____ от «___» _______ 201__ г</w:t>
      </w:r>
      <w:r w:rsidRPr="000D034B">
        <w:rPr>
          <w:iCs/>
          <w:sz w:val="18"/>
          <w:szCs w:val="18"/>
        </w:rPr>
        <w:t xml:space="preserve">.  имеет недостатки по ассортименту, количеству, качеству, </w:t>
      </w:r>
      <w:r>
        <w:rPr>
          <w:iCs/>
          <w:sz w:val="18"/>
          <w:szCs w:val="18"/>
        </w:rPr>
        <w:t xml:space="preserve">является </w:t>
      </w:r>
      <w:r w:rsidRPr="005B09A3">
        <w:rPr>
          <w:iCs/>
          <w:sz w:val="18"/>
          <w:szCs w:val="18"/>
        </w:rPr>
        <w:t>не подтвержденной заводом-изготовителем</w:t>
      </w:r>
      <w:r>
        <w:rPr>
          <w:iCs/>
          <w:sz w:val="18"/>
          <w:szCs w:val="18"/>
        </w:rPr>
        <w:t>,</w:t>
      </w:r>
      <w:r w:rsidRPr="005B09A3">
        <w:rPr>
          <w:iCs/>
          <w:sz w:val="18"/>
          <w:szCs w:val="18"/>
        </w:rPr>
        <w:t xml:space="preserve"> </w:t>
      </w:r>
      <w:r w:rsidRPr="000D034B">
        <w:rPr>
          <w:iCs/>
          <w:sz w:val="18"/>
          <w:szCs w:val="18"/>
        </w:rPr>
        <w:t>име</w:t>
      </w:r>
      <w:r>
        <w:rPr>
          <w:iCs/>
          <w:sz w:val="18"/>
          <w:szCs w:val="18"/>
        </w:rPr>
        <w:t>ющие</w:t>
      </w:r>
      <w:r w:rsidRPr="000D034B">
        <w:rPr>
          <w:iCs/>
          <w:sz w:val="18"/>
          <w:szCs w:val="18"/>
        </w:rPr>
        <w:t xml:space="preserve"> признаки фальсифицированной и/или контрафактной</w:t>
      </w:r>
      <w:r>
        <w:rPr>
          <w:iCs/>
          <w:sz w:val="18"/>
          <w:szCs w:val="18"/>
        </w:rPr>
        <w:t>,</w:t>
      </w:r>
      <w:r w:rsidRPr="000D034B">
        <w:rPr>
          <w:iCs/>
          <w:sz w:val="18"/>
          <w:szCs w:val="18"/>
        </w:rPr>
        <w:t xml:space="preserve"> в подтверждения данного факта является: </w:t>
      </w:r>
    </w:p>
    <w:p w:rsidR="00095DE9" w:rsidRPr="000D034B" w:rsidRDefault="00095DE9" w:rsidP="00095DE9">
      <w:pPr>
        <w:spacing w:after="200" w:line="276" w:lineRule="auto"/>
        <w:contextualSpacing/>
        <w:jc w:val="both"/>
        <w:rPr>
          <w:iCs/>
          <w:sz w:val="18"/>
          <w:szCs w:val="18"/>
        </w:rPr>
      </w:pPr>
      <w:r w:rsidRPr="000D034B">
        <w:rPr>
          <w:iCs/>
          <w:sz w:val="18"/>
          <w:szCs w:val="18"/>
        </w:rPr>
        <w:t>1. Признание Поставщика о факте поставке продукции, имеющей недостатки по ассортименту, количеству, качеству, имеющей признаки фальсифицированной и/или контрафактной продукции с последующей ее замены;</w:t>
      </w:r>
    </w:p>
    <w:p w:rsidR="00095DE9" w:rsidRPr="000D034B" w:rsidRDefault="00095DE9" w:rsidP="00095DE9">
      <w:pPr>
        <w:spacing w:after="200" w:line="276" w:lineRule="auto"/>
        <w:contextualSpacing/>
        <w:jc w:val="both"/>
        <w:rPr>
          <w:iCs/>
          <w:sz w:val="18"/>
          <w:szCs w:val="18"/>
        </w:rPr>
      </w:pPr>
      <w:r w:rsidRPr="000D034B">
        <w:rPr>
          <w:iCs/>
          <w:sz w:val="18"/>
          <w:szCs w:val="18"/>
        </w:rPr>
        <w:t xml:space="preserve">2. Ответ завода-изготовителя/официального представителя (дилера) о выпуске/не выпуске данной продукции;  </w:t>
      </w:r>
    </w:p>
    <w:p w:rsidR="00095DE9" w:rsidRPr="000D034B" w:rsidRDefault="00095DE9" w:rsidP="00095DE9">
      <w:pPr>
        <w:spacing w:after="200" w:line="276" w:lineRule="auto"/>
        <w:contextualSpacing/>
        <w:jc w:val="both"/>
        <w:rPr>
          <w:iCs/>
          <w:sz w:val="18"/>
          <w:szCs w:val="18"/>
        </w:rPr>
      </w:pPr>
      <w:r w:rsidRPr="000D034B">
        <w:rPr>
          <w:iCs/>
          <w:sz w:val="18"/>
          <w:szCs w:val="18"/>
        </w:rPr>
        <w:t>3. Экспертное заключение (подготовленное лабораторией филиала Грузополучателя или независимой экспертной организацией);</w:t>
      </w:r>
    </w:p>
    <w:p w:rsidR="00095DE9" w:rsidRPr="000D034B" w:rsidRDefault="00095DE9" w:rsidP="00095DE9">
      <w:pPr>
        <w:spacing w:after="200" w:line="276" w:lineRule="auto"/>
        <w:contextualSpacing/>
        <w:jc w:val="both"/>
        <w:rPr>
          <w:iCs/>
          <w:sz w:val="18"/>
          <w:szCs w:val="18"/>
        </w:rPr>
      </w:pPr>
      <w:r w:rsidRPr="000D034B">
        <w:rPr>
          <w:iCs/>
          <w:sz w:val="18"/>
          <w:szCs w:val="18"/>
        </w:rPr>
        <w:t xml:space="preserve">4. и другие основания для признания поставки имеющей недостатки по ассортименту, количеству, качеству, имеющей признаки фальсифицированной и/или контрафактной </w:t>
      </w:r>
    </w:p>
    <w:p w:rsidR="00095DE9" w:rsidRPr="000D034B" w:rsidRDefault="00095DE9" w:rsidP="00095DE9">
      <w:pPr>
        <w:spacing w:after="200" w:line="276" w:lineRule="auto"/>
        <w:contextualSpacing/>
        <w:jc w:val="both"/>
        <w:rPr>
          <w:iCs/>
          <w:sz w:val="18"/>
          <w:szCs w:val="18"/>
        </w:rPr>
      </w:pPr>
      <w:r w:rsidRPr="000D034B">
        <w:rPr>
          <w:iCs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95DE9" w:rsidRPr="007D603F" w:rsidRDefault="00095DE9" w:rsidP="00095DE9">
      <w:pPr>
        <w:spacing w:after="200" w:line="276" w:lineRule="auto"/>
        <w:contextualSpacing/>
        <w:jc w:val="both"/>
        <w:rPr>
          <w:sz w:val="18"/>
          <w:szCs w:val="18"/>
          <w:lang w:eastAsia="en-US"/>
        </w:rPr>
      </w:pPr>
    </w:p>
    <w:p w:rsidR="00095DE9" w:rsidRPr="007D603F" w:rsidRDefault="00095DE9" w:rsidP="00095DE9">
      <w:pPr>
        <w:rPr>
          <w:i/>
          <w:iCs/>
          <w:sz w:val="18"/>
          <w:szCs w:val="18"/>
          <w:u w:val="single"/>
        </w:rPr>
      </w:pPr>
      <w:r w:rsidRPr="001E4BFA">
        <w:rPr>
          <w:iCs/>
          <w:sz w:val="18"/>
          <w:szCs w:val="18"/>
        </w:rPr>
        <w:t xml:space="preserve">Данная </w:t>
      </w:r>
      <w:r>
        <w:rPr>
          <w:iCs/>
          <w:sz w:val="18"/>
          <w:szCs w:val="18"/>
        </w:rPr>
        <w:t>п</w:t>
      </w:r>
      <w:r w:rsidRPr="001E4BFA">
        <w:rPr>
          <w:iCs/>
          <w:sz w:val="18"/>
          <w:szCs w:val="18"/>
        </w:rPr>
        <w:t xml:space="preserve">родукция принята на ответственное хранение </w:t>
      </w:r>
      <w:r>
        <w:rPr>
          <w:iCs/>
          <w:sz w:val="18"/>
          <w:szCs w:val="18"/>
        </w:rPr>
        <w:t>в соответствии с п. 7.3. Договора поставки № _______ от «____» _______ 201___г.</w:t>
      </w:r>
      <w:r w:rsidRPr="001E4BFA">
        <w:rPr>
          <w:iCs/>
          <w:sz w:val="18"/>
          <w:szCs w:val="18"/>
        </w:rPr>
        <w:t xml:space="preserve"> </w:t>
      </w:r>
      <w:r w:rsidRPr="007D603F">
        <w:rPr>
          <w:iCs/>
          <w:sz w:val="18"/>
          <w:szCs w:val="18"/>
          <w:u w:val="single"/>
        </w:rPr>
        <w:t>по причине</w:t>
      </w:r>
      <w:r w:rsidRPr="007D603F">
        <w:rPr>
          <w:i/>
          <w:iCs/>
          <w:sz w:val="18"/>
          <w:szCs w:val="18"/>
          <w:u w:val="single"/>
        </w:rPr>
        <w:t xml:space="preserve">  (указать причину).</w:t>
      </w:r>
      <w:r>
        <w:rPr>
          <w:i/>
          <w:iCs/>
          <w:sz w:val="18"/>
          <w:szCs w:val="18"/>
          <w:u w:val="single"/>
        </w:rPr>
        <w:t>___</w:t>
      </w:r>
    </w:p>
    <w:p w:rsidR="00095DE9" w:rsidRPr="007D603F" w:rsidRDefault="00095DE9" w:rsidP="00095DE9">
      <w:pPr>
        <w:rPr>
          <w:i/>
          <w:sz w:val="18"/>
          <w:szCs w:val="18"/>
          <w:u w:val="single"/>
        </w:rPr>
      </w:pPr>
    </w:p>
    <w:p w:rsidR="00095DE9" w:rsidRPr="007D603F" w:rsidRDefault="00095DE9" w:rsidP="00095DE9">
      <w:pPr>
        <w:pBdr>
          <w:top w:val="single" w:sz="4" w:space="1" w:color="auto"/>
        </w:pBdr>
        <w:spacing w:after="60"/>
        <w:rPr>
          <w:sz w:val="18"/>
          <w:szCs w:val="18"/>
        </w:rPr>
      </w:pPr>
    </w:p>
    <w:p w:rsidR="00095DE9" w:rsidRPr="000B7EF9" w:rsidRDefault="00095DE9" w:rsidP="00095DE9">
      <w:pPr>
        <w:tabs>
          <w:tab w:val="left" w:pos="4111"/>
        </w:tabs>
        <w:rPr>
          <w:sz w:val="17"/>
          <w:szCs w:val="17"/>
        </w:rPr>
      </w:pPr>
      <w:r>
        <w:rPr>
          <w:sz w:val="17"/>
          <w:szCs w:val="17"/>
        </w:rPr>
        <w:t xml:space="preserve">Приложение </w:t>
      </w:r>
      <w:r w:rsidRPr="000B7EF9">
        <w:rPr>
          <w:sz w:val="17"/>
          <w:szCs w:val="17"/>
        </w:rPr>
        <w:t xml:space="preserve"> </w:t>
      </w:r>
      <w:r w:rsidRPr="00D01702">
        <w:rPr>
          <w:i/>
          <w:sz w:val="17"/>
          <w:szCs w:val="17"/>
        </w:rPr>
        <w:t>(перечень прилагаемых документов при необходимости у</w:t>
      </w:r>
      <w:r>
        <w:rPr>
          <w:i/>
          <w:sz w:val="17"/>
          <w:szCs w:val="17"/>
        </w:rPr>
        <w:t>казать)</w:t>
      </w:r>
      <w:r w:rsidRPr="00D01702">
        <w:rPr>
          <w:i/>
          <w:sz w:val="17"/>
          <w:szCs w:val="17"/>
        </w:rPr>
        <w:t>:</w:t>
      </w:r>
      <w:r w:rsidRPr="000B7EF9">
        <w:rPr>
          <w:sz w:val="17"/>
          <w:szCs w:val="17"/>
        </w:rPr>
        <w:tab/>
      </w:r>
    </w:p>
    <w:p w:rsidR="00095DE9" w:rsidRPr="000B7EF9" w:rsidRDefault="00095DE9" w:rsidP="00095DE9">
      <w:pPr>
        <w:rPr>
          <w:sz w:val="17"/>
          <w:szCs w:val="17"/>
        </w:rPr>
      </w:pPr>
    </w:p>
    <w:p w:rsidR="00095DE9" w:rsidRPr="000B7EF9" w:rsidRDefault="00095DE9" w:rsidP="00095DE9">
      <w:pPr>
        <w:pBdr>
          <w:top w:val="single" w:sz="4" w:space="1" w:color="auto"/>
        </w:pBdr>
        <w:rPr>
          <w:sz w:val="17"/>
          <w:szCs w:val="17"/>
        </w:rPr>
      </w:pPr>
    </w:p>
    <w:p w:rsidR="00095DE9" w:rsidRDefault="00095DE9" w:rsidP="00095DE9">
      <w:pPr>
        <w:spacing w:after="120"/>
        <w:rPr>
          <w:sz w:val="17"/>
          <w:szCs w:val="17"/>
        </w:rPr>
      </w:pPr>
      <w:r>
        <w:rPr>
          <w:sz w:val="17"/>
          <w:szCs w:val="17"/>
        </w:rPr>
        <w:t>Акт в 3 (трех) экземплярах составляется членами приемной комиссии с обязательным участием материально-ответственного лица Грузополучателя и при необходимости представителя Поставщика.</w:t>
      </w:r>
    </w:p>
    <w:p w:rsidR="002D5101" w:rsidRDefault="002D5101" w:rsidP="00095DE9">
      <w:pPr>
        <w:spacing w:after="120"/>
        <w:rPr>
          <w:sz w:val="17"/>
          <w:szCs w:val="17"/>
        </w:rPr>
      </w:pPr>
      <w:r>
        <w:rPr>
          <w:sz w:val="17"/>
          <w:szCs w:val="17"/>
        </w:rPr>
        <w:t>Члены состава приемной комиссии                                                                                                                                                                     филиала ХХХХ «ХХХХХ»:</w:t>
      </w:r>
    </w:p>
    <w:p w:rsidR="002D5101" w:rsidRDefault="002D5101" w:rsidP="00095DE9">
      <w:pPr>
        <w:spacing w:after="120"/>
        <w:rPr>
          <w:sz w:val="17"/>
          <w:szCs w:val="17"/>
        </w:rPr>
      </w:pPr>
    </w:p>
    <w:p w:rsidR="002D5101" w:rsidRDefault="002D5101" w:rsidP="00095DE9">
      <w:pPr>
        <w:spacing w:after="120"/>
        <w:rPr>
          <w:sz w:val="17"/>
          <w:szCs w:val="17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87"/>
        <w:gridCol w:w="111"/>
        <w:gridCol w:w="949"/>
        <w:gridCol w:w="218"/>
        <w:gridCol w:w="1631"/>
      </w:tblGrid>
      <w:tr w:rsidR="002D5101" w:rsidRPr="002327DA" w:rsidTr="002D5101">
        <w:trPr>
          <w:trHeight w:val="70"/>
        </w:trPr>
        <w:tc>
          <w:tcPr>
            <w:tcW w:w="3187" w:type="dxa"/>
            <w:vAlign w:val="bottom"/>
          </w:tcPr>
          <w:p w:rsidR="002D5101" w:rsidRPr="002327DA" w:rsidRDefault="002D5101" w:rsidP="002D5101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_________</w:t>
            </w:r>
            <w:r w:rsidRPr="002327DA">
              <w:rPr>
                <w:sz w:val="17"/>
                <w:szCs w:val="17"/>
              </w:rPr>
              <w:t>___________________________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101" w:rsidRPr="000B7EF9" w:rsidRDefault="002D5101" w:rsidP="002D5101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101" w:rsidRPr="000B7EF9" w:rsidRDefault="002D5101" w:rsidP="002D5101">
            <w:pPr>
              <w:jc w:val="center"/>
              <w:rPr>
                <w:sz w:val="17"/>
                <w:szCs w:val="17"/>
              </w:rPr>
            </w:pPr>
            <w:r w:rsidRPr="000B7EF9">
              <w:rPr>
                <w:sz w:val="17"/>
                <w:szCs w:val="17"/>
              </w:rPr>
              <w:t>________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101" w:rsidRPr="000B7EF9" w:rsidRDefault="002D5101" w:rsidP="002D5101">
            <w:pPr>
              <w:jc w:val="center"/>
              <w:rPr>
                <w:sz w:val="17"/>
                <w:szCs w:val="17"/>
                <w:u w:val="single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101" w:rsidRPr="002327DA" w:rsidRDefault="002D5101" w:rsidP="002D5101">
            <w:pPr>
              <w:jc w:val="center"/>
              <w:rPr>
                <w:sz w:val="17"/>
                <w:szCs w:val="17"/>
              </w:rPr>
            </w:pPr>
            <w:r w:rsidRPr="002327DA">
              <w:rPr>
                <w:sz w:val="17"/>
                <w:szCs w:val="17"/>
              </w:rPr>
              <w:t>_________________</w:t>
            </w:r>
          </w:p>
        </w:tc>
      </w:tr>
      <w:tr w:rsidR="002D5101" w:rsidRPr="000B7EF9" w:rsidTr="002D5101">
        <w:trPr>
          <w:trHeight w:val="201"/>
        </w:trPr>
        <w:tc>
          <w:tcPr>
            <w:tcW w:w="3187" w:type="dxa"/>
            <w:tcBorders>
              <w:left w:val="nil"/>
              <w:bottom w:val="nil"/>
              <w:right w:val="nil"/>
            </w:tcBorders>
          </w:tcPr>
          <w:p w:rsidR="002D5101" w:rsidRPr="000B7EF9" w:rsidRDefault="002D5101" w:rsidP="002D5101">
            <w:pPr>
              <w:jc w:val="center"/>
              <w:rPr>
                <w:sz w:val="17"/>
                <w:szCs w:val="17"/>
              </w:rPr>
            </w:pPr>
            <w:r w:rsidRPr="000B7EF9">
              <w:rPr>
                <w:sz w:val="17"/>
                <w:szCs w:val="17"/>
              </w:rPr>
              <w:t>(должность)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</w:tcPr>
          <w:p w:rsidR="002D5101" w:rsidRPr="000B7EF9" w:rsidRDefault="002D5101" w:rsidP="002D5101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2D5101" w:rsidRPr="000B7EF9" w:rsidRDefault="002D5101" w:rsidP="002D5101">
            <w:pPr>
              <w:jc w:val="center"/>
              <w:rPr>
                <w:sz w:val="17"/>
                <w:szCs w:val="17"/>
              </w:rPr>
            </w:pPr>
            <w:r w:rsidRPr="000B7EF9">
              <w:rPr>
                <w:sz w:val="17"/>
                <w:szCs w:val="17"/>
              </w:rPr>
              <w:t>(подпись)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:rsidR="002D5101" w:rsidRPr="000B7EF9" w:rsidRDefault="002D5101" w:rsidP="002D5101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2D5101" w:rsidRPr="000B7EF9" w:rsidRDefault="002D5101" w:rsidP="002D5101">
            <w:pPr>
              <w:jc w:val="center"/>
              <w:rPr>
                <w:sz w:val="17"/>
                <w:szCs w:val="17"/>
              </w:rPr>
            </w:pPr>
            <w:r w:rsidRPr="000B7EF9">
              <w:rPr>
                <w:sz w:val="17"/>
                <w:szCs w:val="17"/>
              </w:rPr>
              <w:t>(расшифровка подписи)</w:t>
            </w:r>
          </w:p>
        </w:tc>
      </w:tr>
    </w:tbl>
    <w:p w:rsidR="002D5101" w:rsidRPr="000B7EF9" w:rsidRDefault="002D5101" w:rsidP="00095DE9">
      <w:pPr>
        <w:spacing w:after="120"/>
        <w:rPr>
          <w:sz w:val="17"/>
          <w:szCs w:val="17"/>
        </w:rPr>
      </w:pPr>
    </w:p>
    <w:p w:rsidR="002D5101" w:rsidRDefault="002D5101" w:rsidP="002D5101">
      <w:pPr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87"/>
        <w:gridCol w:w="111"/>
        <w:gridCol w:w="949"/>
        <w:gridCol w:w="218"/>
        <w:gridCol w:w="1631"/>
      </w:tblGrid>
      <w:tr w:rsidR="002D5101" w:rsidRPr="002327DA" w:rsidTr="002D5101">
        <w:trPr>
          <w:trHeight w:val="278"/>
        </w:trPr>
        <w:tc>
          <w:tcPr>
            <w:tcW w:w="3187" w:type="dxa"/>
            <w:vAlign w:val="bottom"/>
          </w:tcPr>
          <w:p w:rsidR="002D5101" w:rsidRDefault="002D5101" w:rsidP="002D5101">
            <w:pPr>
              <w:rPr>
                <w:sz w:val="17"/>
                <w:szCs w:val="17"/>
              </w:rPr>
            </w:pPr>
          </w:p>
          <w:p w:rsidR="002D5101" w:rsidRPr="002327DA" w:rsidRDefault="002D5101" w:rsidP="002D510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_________</w:t>
            </w:r>
            <w:r w:rsidRPr="002327DA">
              <w:rPr>
                <w:sz w:val="17"/>
                <w:szCs w:val="17"/>
              </w:rPr>
              <w:t>___________________________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101" w:rsidRPr="000B7EF9" w:rsidRDefault="002D5101" w:rsidP="002D5101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101" w:rsidRPr="000B7EF9" w:rsidRDefault="002D5101" w:rsidP="002D5101">
            <w:pPr>
              <w:jc w:val="center"/>
              <w:rPr>
                <w:sz w:val="17"/>
                <w:szCs w:val="17"/>
              </w:rPr>
            </w:pPr>
            <w:r w:rsidRPr="000B7EF9">
              <w:rPr>
                <w:sz w:val="17"/>
                <w:szCs w:val="17"/>
              </w:rPr>
              <w:t>________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101" w:rsidRPr="000B7EF9" w:rsidRDefault="002D5101" w:rsidP="002D5101">
            <w:pPr>
              <w:jc w:val="center"/>
              <w:rPr>
                <w:sz w:val="17"/>
                <w:szCs w:val="17"/>
                <w:u w:val="single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101" w:rsidRPr="002327DA" w:rsidRDefault="002D5101" w:rsidP="002D5101">
            <w:pPr>
              <w:jc w:val="center"/>
              <w:rPr>
                <w:sz w:val="17"/>
                <w:szCs w:val="17"/>
              </w:rPr>
            </w:pPr>
            <w:r w:rsidRPr="002327DA">
              <w:rPr>
                <w:sz w:val="17"/>
                <w:szCs w:val="17"/>
              </w:rPr>
              <w:t>_________________</w:t>
            </w:r>
          </w:p>
        </w:tc>
      </w:tr>
      <w:tr w:rsidR="002D5101" w:rsidRPr="000B7EF9" w:rsidTr="002D5101">
        <w:trPr>
          <w:trHeight w:val="201"/>
        </w:trPr>
        <w:tc>
          <w:tcPr>
            <w:tcW w:w="3187" w:type="dxa"/>
            <w:tcBorders>
              <w:left w:val="nil"/>
              <w:bottom w:val="nil"/>
              <w:right w:val="nil"/>
            </w:tcBorders>
          </w:tcPr>
          <w:p w:rsidR="002D5101" w:rsidRPr="000B7EF9" w:rsidRDefault="002D5101" w:rsidP="002D5101">
            <w:pPr>
              <w:jc w:val="center"/>
              <w:rPr>
                <w:sz w:val="17"/>
                <w:szCs w:val="17"/>
              </w:rPr>
            </w:pPr>
            <w:r w:rsidRPr="000B7EF9">
              <w:rPr>
                <w:sz w:val="17"/>
                <w:szCs w:val="17"/>
              </w:rPr>
              <w:t>(должность)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</w:tcPr>
          <w:p w:rsidR="002D5101" w:rsidRPr="000B7EF9" w:rsidRDefault="002D5101" w:rsidP="002D5101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2D5101" w:rsidRPr="000B7EF9" w:rsidRDefault="002D5101" w:rsidP="002D5101">
            <w:pPr>
              <w:jc w:val="center"/>
              <w:rPr>
                <w:sz w:val="17"/>
                <w:szCs w:val="17"/>
              </w:rPr>
            </w:pPr>
            <w:r w:rsidRPr="000B7EF9">
              <w:rPr>
                <w:sz w:val="17"/>
                <w:szCs w:val="17"/>
              </w:rPr>
              <w:t>(подпись)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:rsidR="002D5101" w:rsidRPr="000B7EF9" w:rsidRDefault="002D5101" w:rsidP="002D5101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2D5101" w:rsidRPr="000B7EF9" w:rsidRDefault="002D5101" w:rsidP="002D5101">
            <w:pPr>
              <w:jc w:val="center"/>
              <w:rPr>
                <w:sz w:val="17"/>
                <w:szCs w:val="17"/>
              </w:rPr>
            </w:pPr>
            <w:r w:rsidRPr="000B7EF9">
              <w:rPr>
                <w:sz w:val="17"/>
                <w:szCs w:val="17"/>
              </w:rPr>
              <w:t>(расшифровка подписи)</w:t>
            </w:r>
          </w:p>
        </w:tc>
      </w:tr>
    </w:tbl>
    <w:p w:rsidR="002D5101" w:rsidRDefault="002D5101" w:rsidP="00EA0DE5">
      <w:pPr>
        <w:ind w:left="720"/>
        <w:jc w:val="center"/>
        <w:rPr>
          <w:b/>
          <w:sz w:val="24"/>
          <w:szCs w:val="24"/>
        </w:rPr>
      </w:pPr>
    </w:p>
    <w:p w:rsidR="002D5101" w:rsidRDefault="002D5101" w:rsidP="00EA0DE5">
      <w:pPr>
        <w:ind w:left="720"/>
        <w:jc w:val="center"/>
        <w:rPr>
          <w:b/>
          <w:sz w:val="24"/>
          <w:szCs w:val="24"/>
        </w:rPr>
      </w:pPr>
    </w:p>
    <w:p w:rsidR="002D5101" w:rsidRDefault="002D5101" w:rsidP="00EA0DE5">
      <w:pPr>
        <w:ind w:left="720"/>
        <w:jc w:val="center"/>
        <w:rPr>
          <w:b/>
          <w:sz w:val="24"/>
          <w:szCs w:val="24"/>
        </w:rPr>
      </w:pPr>
    </w:p>
    <w:p w:rsidR="002D5101" w:rsidRDefault="002D5101" w:rsidP="00EA0DE5">
      <w:pPr>
        <w:ind w:left="720"/>
        <w:jc w:val="center"/>
        <w:rPr>
          <w:b/>
          <w:sz w:val="24"/>
          <w:szCs w:val="24"/>
        </w:rPr>
      </w:pPr>
    </w:p>
    <w:p w:rsidR="00411463" w:rsidRDefault="00411463">
      <w:pPr>
        <w:spacing w:after="160" w:line="259" w:lineRule="auto"/>
        <w:rPr>
          <w:b/>
          <w:sz w:val="24"/>
          <w:szCs w:val="24"/>
        </w:rPr>
        <w:sectPr w:rsidR="00411463" w:rsidSect="001E4A7C">
          <w:footerReference w:type="default" r:id="rId13"/>
          <w:pgSz w:w="11906" w:h="16838" w:code="9"/>
          <w:pgMar w:top="851" w:right="851" w:bottom="851" w:left="992" w:header="284" w:footer="284" w:gutter="0"/>
          <w:cols w:space="720"/>
        </w:sectPr>
      </w:pPr>
    </w:p>
    <w:p w:rsidR="002D5101" w:rsidRDefault="002D5101">
      <w:pPr>
        <w:spacing w:after="160" w:line="259" w:lineRule="auto"/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87"/>
        <w:gridCol w:w="111"/>
        <w:gridCol w:w="949"/>
        <w:gridCol w:w="218"/>
        <w:gridCol w:w="1631"/>
      </w:tblGrid>
      <w:tr w:rsidR="002D5101" w:rsidRPr="002327DA" w:rsidTr="002D5101">
        <w:trPr>
          <w:trHeight w:val="286"/>
        </w:trPr>
        <w:tc>
          <w:tcPr>
            <w:tcW w:w="3187" w:type="dxa"/>
            <w:vAlign w:val="bottom"/>
          </w:tcPr>
          <w:p w:rsidR="002D5101" w:rsidRDefault="002D5101" w:rsidP="002D5101">
            <w:pPr>
              <w:rPr>
                <w:sz w:val="17"/>
                <w:szCs w:val="17"/>
              </w:rPr>
            </w:pPr>
          </w:p>
          <w:p w:rsidR="002D5101" w:rsidRPr="002327DA" w:rsidRDefault="002D5101" w:rsidP="002D510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_________</w:t>
            </w:r>
            <w:r w:rsidRPr="002327DA">
              <w:rPr>
                <w:sz w:val="17"/>
                <w:szCs w:val="17"/>
              </w:rPr>
              <w:t>___________________________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101" w:rsidRPr="000B7EF9" w:rsidRDefault="002D5101" w:rsidP="002D5101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101" w:rsidRPr="000B7EF9" w:rsidRDefault="002D5101" w:rsidP="002D5101">
            <w:pPr>
              <w:jc w:val="center"/>
              <w:rPr>
                <w:sz w:val="17"/>
                <w:szCs w:val="17"/>
              </w:rPr>
            </w:pPr>
            <w:r w:rsidRPr="000B7EF9">
              <w:rPr>
                <w:sz w:val="17"/>
                <w:szCs w:val="17"/>
              </w:rPr>
              <w:t>________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101" w:rsidRPr="000B7EF9" w:rsidRDefault="002D5101" w:rsidP="002D5101">
            <w:pPr>
              <w:jc w:val="center"/>
              <w:rPr>
                <w:sz w:val="17"/>
                <w:szCs w:val="17"/>
                <w:u w:val="single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101" w:rsidRPr="002327DA" w:rsidRDefault="002D5101" w:rsidP="002D5101">
            <w:pPr>
              <w:jc w:val="center"/>
              <w:rPr>
                <w:sz w:val="17"/>
                <w:szCs w:val="17"/>
              </w:rPr>
            </w:pPr>
            <w:r w:rsidRPr="002327DA">
              <w:rPr>
                <w:sz w:val="17"/>
                <w:szCs w:val="17"/>
              </w:rPr>
              <w:t>_________________</w:t>
            </w:r>
          </w:p>
        </w:tc>
      </w:tr>
      <w:tr w:rsidR="002D5101" w:rsidRPr="000B7EF9" w:rsidTr="002D5101">
        <w:trPr>
          <w:trHeight w:val="201"/>
        </w:trPr>
        <w:tc>
          <w:tcPr>
            <w:tcW w:w="3187" w:type="dxa"/>
            <w:tcBorders>
              <w:left w:val="nil"/>
              <w:bottom w:val="nil"/>
              <w:right w:val="nil"/>
            </w:tcBorders>
          </w:tcPr>
          <w:p w:rsidR="002D5101" w:rsidRPr="000B7EF9" w:rsidRDefault="002D5101" w:rsidP="002D5101">
            <w:pPr>
              <w:jc w:val="center"/>
              <w:rPr>
                <w:sz w:val="17"/>
                <w:szCs w:val="17"/>
              </w:rPr>
            </w:pPr>
            <w:r w:rsidRPr="000B7EF9">
              <w:rPr>
                <w:sz w:val="17"/>
                <w:szCs w:val="17"/>
              </w:rPr>
              <w:t>(должность)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</w:tcPr>
          <w:p w:rsidR="002D5101" w:rsidRPr="000B7EF9" w:rsidRDefault="002D5101" w:rsidP="002D5101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2D5101" w:rsidRPr="000B7EF9" w:rsidRDefault="002D5101" w:rsidP="002D5101">
            <w:pPr>
              <w:jc w:val="center"/>
              <w:rPr>
                <w:sz w:val="17"/>
                <w:szCs w:val="17"/>
              </w:rPr>
            </w:pPr>
            <w:r w:rsidRPr="000B7EF9">
              <w:rPr>
                <w:sz w:val="17"/>
                <w:szCs w:val="17"/>
              </w:rPr>
              <w:t>(подпись)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:rsidR="002D5101" w:rsidRPr="000B7EF9" w:rsidRDefault="002D5101" w:rsidP="002D5101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2D5101" w:rsidRPr="000B7EF9" w:rsidRDefault="002D5101" w:rsidP="002D5101">
            <w:pPr>
              <w:jc w:val="center"/>
              <w:rPr>
                <w:sz w:val="17"/>
                <w:szCs w:val="17"/>
              </w:rPr>
            </w:pPr>
            <w:r w:rsidRPr="000B7EF9">
              <w:rPr>
                <w:sz w:val="17"/>
                <w:szCs w:val="17"/>
              </w:rPr>
              <w:t>(расшифровка подписи)</w:t>
            </w:r>
          </w:p>
        </w:tc>
      </w:tr>
    </w:tbl>
    <w:p w:rsidR="002D5101" w:rsidRDefault="002D5101" w:rsidP="00EA0DE5">
      <w:pPr>
        <w:ind w:left="720"/>
        <w:jc w:val="center"/>
        <w:rPr>
          <w:b/>
          <w:sz w:val="24"/>
          <w:szCs w:val="24"/>
        </w:rPr>
      </w:pPr>
    </w:p>
    <w:p w:rsidR="002D5101" w:rsidRDefault="002D5101" w:rsidP="00EA0DE5">
      <w:pPr>
        <w:ind w:left="720"/>
        <w:jc w:val="center"/>
        <w:rPr>
          <w:b/>
          <w:sz w:val="24"/>
          <w:szCs w:val="24"/>
        </w:rPr>
      </w:pPr>
    </w:p>
    <w:p w:rsidR="002D5101" w:rsidRDefault="002D5101" w:rsidP="00EA0DE5">
      <w:pPr>
        <w:ind w:left="720"/>
        <w:jc w:val="center"/>
        <w:rPr>
          <w:b/>
          <w:sz w:val="24"/>
          <w:szCs w:val="24"/>
        </w:rPr>
      </w:pPr>
    </w:p>
    <w:p w:rsidR="002D5101" w:rsidRDefault="002D5101" w:rsidP="00EA0DE5">
      <w:pPr>
        <w:ind w:left="720"/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-3"/>
        <w:tblOverlap w:val="never"/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87"/>
        <w:gridCol w:w="111"/>
        <w:gridCol w:w="949"/>
        <w:gridCol w:w="218"/>
        <w:gridCol w:w="1597"/>
      </w:tblGrid>
      <w:tr w:rsidR="002D5101" w:rsidRPr="002327DA" w:rsidTr="002D5101">
        <w:trPr>
          <w:trHeight w:val="604"/>
        </w:trPr>
        <w:tc>
          <w:tcPr>
            <w:tcW w:w="3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101" w:rsidRPr="002327DA" w:rsidRDefault="002D5101" w:rsidP="002D5101">
            <w:pPr>
              <w:rPr>
                <w:sz w:val="17"/>
                <w:szCs w:val="17"/>
              </w:rPr>
            </w:pPr>
            <w:r w:rsidRPr="002327DA">
              <w:rPr>
                <w:sz w:val="17"/>
                <w:szCs w:val="17"/>
              </w:rPr>
              <w:t>Поставщик</w:t>
            </w:r>
            <w:r>
              <w:rPr>
                <w:sz w:val="17"/>
                <w:szCs w:val="17"/>
              </w:rPr>
              <w:t xml:space="preserve"> _________</w:t>
            </w:r>
            <w:r w:rsidRPr="002327DA">
              <w:rPr>
                <w:sz w:val="17"/>
                <w:szCs w:val="17"/>
              </w:rPr>
              <w:t>___________________________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101" w:rsidRPr="000B7EF9" w:rsidRDefault="002D5101" w:rsidP="002D5101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101" w:rsidRPr="000B7EF9" w:rsidRDefault="002D5101" w:rsidP="002D5101">
            <w:pPr>
              <w:jc w:val="center"/>
              <w:rPr>
                <w:sz w:val="17"/>
                <w:szCs w:val="17"/>
              </w:rPr>
            </w:pPr>
            <w:r w:rsidRPr="000B7EF9">
              <w:rPr>
                <w:sz w:val="17"/>
                <w:szCs w:val="17"/>
              </w:rPr>
              <w:t>________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101" w:rsidRPr="000B7EF9" w:rsidRDefault="002D5101" w:rsidP="002D5101">
            <w:pPr>
              <w:jc w:val="center"/>
              <w:rPr>
                <w:sz w:val="17"/>
                <w:szCs w:val="17"/>
                <w:u w:val="single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101" w:rsidRPr="002327DA" w:rsidRDefault="002D5101" w:rsidP="002D5101">
            <w:pPr>
              <w:jc w:val="center"/>
              <w:rPr>
                <w:sz w:val="17"/>
                <w:szCs w:val="17"/>
              </w:rPr>
            </w:pPr>
            <w:r w:rsidRPr="002327DA">
              <w:rPr>
                <w:sz w:val="17"/>
                <w:szCs w:val="17"/>
              </w:rPr>
              <w:t>_________________</w:t>
            </w:r>
          </w:p>
        </w:tc>
      </w:tr>
      <w:tr w:rsidR="002D5101" w:rsidRPr="000B7EF9" w:rsidTr="002D5101">
        <w:trPr>
          <w:trHeight w:val="201"/>
        </w:trPr>
        <w:tc>
          <w:tcPr>
            <w:tcW w:w="3187" w:type="dxa"/>
            <w:tcBorders>
              <w:top w:val="nil"/>
              <w:left w:val="nil"/>
              <w:bottom w:val="nil"/>
              <w:right w:val="nil"/>
            </w:tcBorders>
          </w:tcPr>
          <w:p w:rsidR="002D5101" w:rsidRPr="000B7EF9" w:rsidRDefault="002D5101" w:rsidP="002D5101">
            <w:pPr>
              <w:jc w:val="center"/>
              <w:rPr>
                <w:sz w:val="17"/>
                <w:szCs w:val="17"/>
              </w:rPr>
            </w:pPr>
            <w:r w:rsidRPr="000B7EF9">
              <w:rPr>
                <w:sz w:val="17"/>
                <w:szCs w:val="17"/>
              </w:rPr>
              <w:t>(должность)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</w:tcPr>
          <w:p w:rsidR="002D5101" w:rsidRPr="000B7EF9" w:rsidRDefault="002D5101" w:rsidP="002D5101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2D5101" w:rsidRPr="000B7EF9" w:rsidRDefault="002D5101" w:rsidP="002D5101">
            <w:pPr>
              <w:jc w:val="center"/>
              <w:rPr>
                <w:sz w:val="17"/>
                <w:szCs w:val="17"/>
              </w:rPr>
            </w:pPr>
            <w:r w:rsidRPr="000B7EF9">
              <w:rPr>
                <w:sz w:val="17"/>
                <w:szCs w:val="17"/>
              </w:rPr>
              <w:t>(подпись)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:rsidR="002D5101" w:rsidRPr="000B7EF9" w:rsidRDefault="002D5101" w:rsidP="002D5101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</w:tcPr>
          <w:p w:rsidR="002D5101" w:rsidRPr="000B7EF9" w:rsidRDefault="002D5101" w:rsidP="002D5101">
            <w:pPr>
              <w:jc w:val="center"/>
              <w:rPr>
                <w:sz w:val="17"/>
                <w:szCs w:val="17"/>
              </w:rPr>
            </w:pPr>
            <w:r w:rsidRPr="000B7EF9">
              <w:rPr>
                <w:sz w:val="17"/>
                <w:szCs w:val="17"/>
              </w:rPr>
              <w:t>(расшифровка подписи)</w:t>
            </w:r>
          </w:p>
        </w:tc>
      </w:tr>
    </w:tbl>
    <w:p w:rsidR="002D5101" w:rsidRDefault="002D5101" w:rsidP="00EA0DE5">
      <w:pPr>
        <w:ind w:left="720"/>
        <w:jc w:val="center"/>
        <w:rPr>
          <w:b/>
          <w:sz w:val="24"/>
          <w:szCs w:val="24"/>
        </w:rPr>
      </w:pPr>
    </w:p>
    <w:p w:rsidR="002D5101" w:rsidRDefault="002D5101" w:rsidP="002D5101">
      <w:pPr>
        <w:ind w:left="720"/>
        <w:jc w:val="center"/>
        <w:rPr>
          <w:b/>
          <w:sz w:val="24"/>
          <w:szCs w:val="24"/>
        </w:rPr>
      </w:pPr>
    </w:p>
    <w:p w:rsidR="002D5101" w:rsidRDefault="002D5101" w:rsidP="002D5101">
      <w:pPr>
        <w:ind w:left="720"/>
        <w:jc w:val="center"/>
        <w:rPr>
          <w:b/>
          <w:sz w:val="24"/>
          <w:szCs w:val="24"/>
        </w:rPr>
      </w:pPr>
    </w:p>
    <w:p w:rsidR="002D5101" w:rsidRDefault="002D5101" w:rsidP="002D5101">
      <w:pPr>
        <w:ind w:left="720"/>
        <w:jc w:val="center"/>
        <w:rPr>
          <w:b/>
          <w:sz w:val="24"/>
          <w:szCs w:val="24"/>
        </w:rPr>
      </w:pPr>
    </w:p>
    <w:p w:rsidR="002D5101" w:rsidRDefault="002D5101" w:rsidP="002D5101">
      <w:pPr>
        <w:ind w:left="720"/>
        <w:jc w:val="center"/>
        <w:rPr>
          <w:b/>
          <w:sz w:val="24"/>
          <w:szCs w:val="24"/>
        </w:rPr>
      </w:pPr>
    </w:p>
    <w:p w:rsidR="002D5101" w:rsidRDefault="002D5101" w:rsidP="002D5101">
      <w:pPr>
        <w:rPr>
          <w:b/>
          <w:sz w:val="24"/>
          <w:szCs w:val="24"/>
        </w:rPr>
      </w:pPr>
    </w:p>
    <w:p w:rsidR="002D5101" w:rsidRDefault="002D5101" w:rsidP="002D5101">
      <w:pPr>
        <w:ind w:left="720"/>
        <w:jc w:val="center"/>
        <w:rPr>
          <w:b/>
          <w:sz w:val="24"/>
          <w:szCs w:val="24"/>
        </w:rPr>
      </w:pPr>
    </w:p>
    <w:p w:rsidR="002D5101" w:rsidRDefault="002D5101" w:rsidP="002D5101">
      <w:pPr>
        <w:ind w:left="720"/>
        <w:jc w:val="center"/>
        <w:rPr>
          <w:b/>
          <w:sz w:val="24"/>
          <w:szCs w:val="24"/>
        </w:rPr>
      </w:pPr>
    </w:p>
    <w:p w:rsidR="00EA0DE5" w:rsidRDefault="002D5101" w:rsidP="002D5101">
      <w:pPr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Форма согласована</w:t>
      </w:r>
    </w:p>
    <w:p w:rsidR="00411463" w:rsidRPr="001324FF" w:rsidRDefault="00411463" w:rsidP="002D5101">
      <w:pPr>
        <w:ind w:left="720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3"/>
        <w:gridCol w:w="4426"/>
      </w:tblGrid>
      <w:tr w:rsidR="00EA0DE5" w:rsidRPr="001324FF" w:rsidTr="00EA0DE5">
        <w:tc>
          <w:tcPr>
            <w:tcW w:w="4753" w:type="dxa"/>
            <w:shd w:val="clear" w:color="auto" w:fill="auto"/>
          </w:tcPr>
          <w:p w:rsidR="00EA0DE5" w:rsidRPr="001324FF" w:rsidRDefault="00EA0DE5" w:rsidP="00EA0DE5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Поставщик:</w:t>
            </w:r>
          </w:p>
          <w:p w:rsidR="00EA0DE5" w:rsidRPr="001324FF" w:rsidRDefault="00EA0DE5" w:rsidP="00EA0DE5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EA0DE5" w:rsidRPr="001324FF" w:rsidRDefault="00EA0DE5" w:rsidP="00EA0DE5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EA0DE5" w:rsidRPr="001324FF" w:rsidRDefault="00EA0DE5" w:rsidP="00EA0DE5">
            <w:pPr>
              <w:rPr>
                <w:b/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М.п.</w:t>
            </w:r>
          </w:p>
        </w:tc>
        <w:tc>
          <w:tcPr>
            <w:tcW w:w="4426" w:type="dxa"/>
            <w:shd w:val="clear" w:color="auto" w:fill="auto"/>
          </w:tcPr>
          <w:p w:rsidR="00EA0DE5" w:rsidRPr="001324FF" w:rsidRDefault="00EA0DE5" w:rsidP="00EA0DE5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Покупатель:</w:t>
            </w:r>
          </w:p>
          <w:p w:rsidR="00EA0DE5" w:rsidRPr="001324FF" w:rsidRDefault="00EA0DE5" w:rsidP="00EA0DE5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EA0DE5" w:rsidRPr="001324FF" w:rsidRDefault="00EA0DE5" w:rsidP="00EA0DE5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EA0DE5" w:rsidRPr="001324FF" w:rsidRDefault="00EA0DE5" w:rsidP="00EA0DE5">
            <w:pPr>
              <w:rPr>
                <w:b/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М.п.</w:t>
            </w:r>
          </w:p>
        </w:tc>
      </w:tr>
    </w:tbl>
    <w:p w:rsidR="00F02B34" w:rsidRDefault="00F02B34" w:rsidP="00942D3A">
      <w:pPr>
        <w:jc w:val="center"/>
        <w:rPr>
          <w:sz w:val="24"/>
          <w:szCs w:val="24"/>
        </w:rPr>
      </w:pPr>
    </w:p>
    <w:p w:rsidR="00F02B34" w:rsidRPr="00F02B34" w:rsidRDefault="00F02B34" w:rsidP="00F02B34">
      <w:pPr>
        <w:rPr>
          <w:sz w:val="24"/>
          <w:szCs w:val="24"/>
        </w:rPr>
      </w:pPr>
    </w:p>
    <w:p w:rsidR="00F02B34" w:rsidRPr="00F02B34" w:rsidRDefault="00F02B34" w:rsidP="00F02B34">
      <w:pPr>
        <w:rPr>
          <w:sz w:val="24"/>
          <w:szCs w:val="24"/>
        </w:rPr>
      </w:pPr>
    </w:p>
    <w:p w:rsidR="00F02B34" w:rsidRPr="00F02B34" w:rsidRDefault="00F02B34" w:rsidP="00F02B34">
      <w:pPr>
        <w:rPr>
          <w:sz w:val="24"/>
          <w:szCs w:val="24"/>
        </w:rPr>
      </w:pPr>
    </w:p>
    <w:p w:rsidR="00F02B34" w:rsidRPr="00F02B34" w:rsidRDefault="00F02B34" w:rsidP="00F02B34">
      <w:pPr>
        <w:rPr>
          <w:sz w:val="24"/>
          <w:szCs w:val="24"/>
        </w:rPr>
      </w:pPr>
    </w:p>
    <w:p w:rsidR="00F02B34" w:rsidRPr="00F02B34" w:rsidRDefault="00F02B34" w:rsidP="00F02B34">
      <w:pPr>
        <w:rPr>
          <w:sz w:val="24"/>
          <w:szCs w:val="24"/>
        </w:rPr>
      </w:pPr>
    </w:p>
    <w:p w:rsidR="00F02B34" w:rsidRPr="00F02B34" w:rsidRDefault="00F02B34" w:rsidP="00F02B34">
      <w:pPr>
        <w:rPr>
          <w:sz w:val="24"/>
          <w:szCs w:val="24"/>
        </w:rPr>
      </w:pPr>
    </w:p>
    <w:p w:rsidR="00F02B34" w:rsidRPr="00F02B34" w:rsidRDefault="00F02B34" w:rsidP="00F02B34">
      <w:pPr>
        <w:rPr>
          <w:sz w:val="24"/>
          <w:szCs w:val="24"/>
        </w:rPr>
      </w:pPr>
    </w:p>
    <w:p w:rsidR="00F02B34" w:rsidRPr="00F02B34" w:rsidRDefault="00F02B34" w:rsidP="00F02B34">
      <w:pPr>
        <w:rPr>
          <w:sz w:val="24"/>
          <w:szCs w:val="24"/>
        </w:rPr>
      </w:pPr>
    </w:p>
    <w:p w:rsidR="00F02B34" w:rsidRPr="00F02B34" w:rsidRDefault="00F02B34" w:rsidP="00F02B34">
      <w:pPr>
        <w:rPr>
          <w:sz w:val="24"/>
          <w:szCs w:val="24"/>
        </w:rPr>
      </w:pPr>
    </w:p>
    <w:p w:rsidR="00F02B34" w:rsidRPr="00F02B34" w:rsidRDefault="00F02B34" w:rsidP="00F02B34">
      <w:pPr>
        <w:rPr>
          <w:sz w:val="24"/>
          <w:szCs w:val="24"/>
        </w:rPr>
      </w:pPr>
    </w:p>
    <w:p w:rsidR="00F02B34" w:rsidRPr="00F02B34" w:rsidRDefault="00F02B34" w:rsidP="00F02B34">
      <w:pPr>
        <w:rPr>
          <w:sz w:val="24"/>
          <w:szCs w:val="24"/>
        </w:rPr>
      </w:pPr>
    </w:p>
    <w:p w:rsidR="00F02B34" w:rsidRPr="00F02B34" w:rsidRDefault="00F02B34" w:rsidP="00F02B34">
      <w:pPr>
        <w:rPr>
          <w:sz w:val="24"/>
          <w:szCs w:val="24"/>
        </w:rPr>
      </w:pPr>
    </w:p>
    <w:p w:rsidR="00F02B34" w:rsidRPr="00F02B34" w:rsidRDefault="00F02B34" w:rsidP="00F02B34">
      <w:pPr>
        <w:rPr>
          <w:sz w:val="24"/>
          <w:szCs w:val="24"/>
        </w:rPr>
      </w:pPr>
    </w:p>
    <w:p w:rsidR="00F02B34" w:rsidRPr="00F02B34" w:rsidRDefault="00F02B34" w:rsidP="00F02B34">
      <w:pPr>
        <w:rPr>
          <w:sz w:val="24"/>
          <w:szCs w:val="24"/>
        </w:rPr>
      </w:pPr>
    </w:p>
    <w:p w:rsidR="00F02B34" w:rsidRPr="00F02B34" w:rsidRDefault="00F02B34" w:rsidP="00F02B34">
      <w:pPr>
        <w:rPr>
          <w:sz w:val="24"/>
          <w:szCs w:val="24"/>
        </w:rPr>
      </w:pPr>
    </w:p>
    <w:p w:rsidR="00F02B34" w:rsidRPr="00F02B34" w:rsidRDefault="00F02B34" w:rsidP="00F02B34">
      <w:pPr>
        <w:rPr>
          <w:sz w:val="24"/>
          <w:szCs w:val="24"/>
        </w:rPr>
      </w:pPr>
    </w:p>
    <w:p w:rsidR="00F02B34" w:rsidRPr="00F02B34" w:rsidRDefault="00F02B34" w:rsidP="00F02B34">
      <w:pPr>
        <w:rPr>
          <w:sz w:val="24"/>
          <w:szCs w:val="24"/>
        </w:rPr>
      </w:pPr>
    </w:p>
    <w:p w:rsidR="00F02B34" w:rsidRPr="00F02B34" w:rsidRDefault="00F02B34" w:rsidP="00F02B34">
      <w:pPr>
        <w:rPr>
          <w:sz w:val="24"/>
          <w:szCs w:val="24"/>
        </w:rPr>
      </w:pPr>
    </w:p>
    <w:p w:rsidR="00F02B34" w:rsidRPr="00F02B34" w:rsidRDefault="00F02B34" w:rsidP="00F02B34">
      <w:pPr>
        <w:rPr>
          <w:sz w:val="24"/>
          <w:szCs w:val="24"/>
        </w:rPr>
      </w:pPr>
    </w:p>
    <w:p w:rsidR="00F02B34" w:rsidRPr="00F02B34" w:rsidRDefault="00F02B34" w:rsidP="00F02B34">
      <w:pPr>
        <w:rPr>
          <w:sz w:val="24"/>
          <w:szCs w:val="24"/>
        </w:rPr>
      </w:pPr>
    </w:p>
    <w:p w:rsidR="00F02B34" w:rsidRPr="00F02B34" w:rsidRDefault="00F02B34" w:rsidP="00F02B34">
      <w:pPr>
        <w:rPr>
          <w:sz w:val="24"/>
          <w:szCs w:val="24"/>
        </w:rPr>
      </w:pPr>
    </w:p>
    <w:p w:rsidR="00F02B34" w:rsidRPr="00F02B34" w:rsidRDefault="00F02B34" w:rsidP="00F02B34">
      <w:pPr>
        <w:rPr>
          <w:sz w:val="24"/>
          <w:szCs w:val="24"/>
        </w:rPr>
      </w:pPr>
    </w:p>
    <w:p w:rsidR="00F02B34" w:rsidRPr="00F02B34" w:rsidRDefault="00F02B34" w:rsidP="00F02B34">
      <w:pPr>
        <w:rPr>
          <w:sz w:val="24"/>
          <w:szCs w:val="24"/>
        </w:rPr>
      </w:pPr>
    </w:p>
    <w:p w:rsidR="00F02B34" w:rsidRPr="00F02B34" w:rsidRDefault="00F02B34" w:rsidP="00F02B34">
      <w:pPr>
        <w:rPr>
          <w:sz w:val="24"/>
          <w:szCs w:val="24"/>
        </w:rPr>
      </w:pPr>
    </w:p>
    <w:p w:rsidR="00F02B34" w:rsidRPr="00F02B34" w:rsidRDefault="00F02B34" w:rsidP="00F02B34">
      <w:pPr>
        <w:rPr>
          <w:sz w:val="24"/>
          <w:szCs w:val="24"/>
        </w:rPr>
      </w:pPr>
    </w:p>
    <w:p w:rsidR="00F02B34" w:rsidRPr="00F02B34" w:rsidRDefault="00F02B34" w:rsidP="00F02B34">
      <w:pPr>
        <w:rPr>
          <w:sz w:val="24"/>
          <w:szCs w:val="24"/>
        </w:rPr>
      </w:pPr>
    </w:p>
    <w:p w:rsidR="00F02B34" w:rsidRPr="00F02B34" w:rsidRDefault="00F02B34" w:rsidP="00F02B34">
      <w:pPr>
        <w:rPr>
          <w:sz w:val="24"/>
          <w:szCs w:val="24"/>
        </w:rPr>
      </w:pPr>
    </w:p>
    <w:p w:rsidR="00F02B34" w:rsidRPr="00F02B34" w:rsidRDefault="00F02B34" w:rsidP="00F02B34">
      <w:pPr>
        <w:rPr>
          <w:sz w:val="24"/>
          <w:szCs w:val="24"/>
        </w:rPr>
      </w:pPr>
    </w:p>
    <w:p w:rsidR="00F02B34" w:rsidRPr="00F02B34" w:rsidRDefault="00F02B34" w:rsidP="00F02B34">
      <w:pPr>
        <w:rPr>
          <w:sz w:val="24"/>
          <w:szCs w:val="24"/>
        </w:rPr>
      </w:pPr>
    </w:p>
    <w:p w:rsidR="00F02B34" w:rsidRDefault="00F02B34" w:rsidP="00F02B34">
      <w:pPr>
        <w:rPr>
          <w:sz w:val="24"/>
          <w:szCs w:val="24"/>
        </w:rPr>
      </w:pPr>
    </w:p>
    <w:p w:rsidR="00095DE9" w:rsidRPr="00F02B34" w:rsidRDefault="00095DE9" w:rsidP="00F02B34">
      <w:pPr>
        <w:rPr>
          <w:sz w:val="24"/>
          <w:szCs w:val="24"/>
        </w:rPr>
      </w:pPr>
    </w:p>
    <w:sectPr w:rsidR="00095DE9" w:rsidRPr="00F02B34" w:rsidSect="001E4A7C">
      <w:footerReference w:type="default" r:id="rId14"/>
      <w:pgSz w:w="11906" w:h="16838" w:code="9"/>
      <w:pgMar w:top="851" w:right="851" w:bottom="851" w:left="992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101" w:rsidRDefault="002D5101" w:rsidP="00942D3A">
      <w:r>
        <w:separator/>
      </w:r>
    </w:p>
  </w:endnote>
  <w:endnote w:type="continuationSeparator" w:id="0">
    <w:p w:rsidR="002D5101" w:rsidRDefault="002D5101" w:rsidP="0094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101" w:rsidRDefault="002D5101" w:rsidP="007D7C7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D5101" w:rsidRDefault="002D5101" w:rsidP="007D7C7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101" w:rsidRDefault="002D5101">
    <w:pPr>
      <w:pStyle w:val="a9"/>
    </w:pPr>
  </w:p>
  <w:p w:rsidR="002D5101" w:rsidRPr="00B4097C" w:rsidRDefault="002D5101" w:rsidP="007D7C7F">
    <w:pPr>
      <w:pStyle w:val="a9"/>
      <w:ind w:right="360"/>
      <w:jc w:val="both"/>
      <w:rPr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E17570" wp14:editId="46632F37">
              <wp:simplePos x="0" y="0"/>
              <wp:positionH relativeFrom="page">
                <wp:posOffset>5510530</wp:posOffset>
              </wp:positionH>
              <wp:positionV relativeFrom="page">
                <wp:posOffset>10049510</wp:posOffset>
              </wp:positionV>
              <wp:extent cx="1508760" cy="239395"/>
              <wp:effectExtent l="0" t="0" r="0" b="1270"/>
              <wp:wrapNone/>
              <wp:docPr id="56" name="Надпись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393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2D5101" w:rsidRPr="0018105C" w:rsidRDefault="002D5101">
                          <w:pPr>
                            <w:pStyle w:val="a9"/>
                            <w:jc w:val="right"/>
                            <w:rPr>
                              <w:rFonts w:ascii="Cambria" w:hAnsi="Cambria"/>
                              <w:color w:val="000000"/>
                            </w:rPr>
                          </w:pP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begin"/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instrText>PAGE  \* Arabic  \* MERGEFORMAT</w:instrText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 w:rsidR="006B6441">
                            <w:rPr>
                              <w:rFonts w:ascii="Cambria" w:hAnsi="Cambria"/>
                              <w:noProof/>
                              <w:color w:val="000000"/>
                            </w:rPr>
                            <w:t>1</w:t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E17570"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left:0;text-align:left;margin-left:433.9pt;margin-top:791.3pt;width:118.8pt;height:18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" filled="f" stroked="f" strokeweight=".5pt">
              <v:path arrowok="t"/>
              <v:textbox style="mso-fit-shape-to-text:t">
                <w:txbxContent>
                  <w:p w:rsidR="002D5101" w:rsidRPr="0018105C" w:rsidRDefault="002D5101">
                    <w:pPr>
                      <w:pStyle w:val="a9"/>
                      <w:jc w:val="right"/>
                      <w:rPr>
                        <w:rFonts w:ascii="Cambria" w:hAnsi="Cambria"/>
                        <w:color w:val="000000"/>
                      </w:rPr>
                    </w:pP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begin"/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instrText>PAGE  \* Arabic  \* MERGEFORMAT</w:instrText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separate"/>
                    </w:r>
                    <w:r w:rsidR="006B6441">
                      <w:rPr>
                        <w:rFonts w:ascii="Cambria" w:hAnsi="Cambria"/>
                        <w:noProof/>
                        <w:color w:val="000000"/>
                      </w:rPr>
                      <w:t>1</w:t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22"/>
        <w:szCs w:val="22"/>
      </w:rPr>
      <w:t>Поставщик/_________________                                Покупатель/_________________________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463" w:rsidRPr="00B4097C" w:rsidRDefault="002D5101" w:rsidP="00411463">
    <w:pPr>
      <w:pStyle w:val="a9"/>
      <w:ind w:right="360"/>
      <w:jc w:val="both"/>
      <w:rPr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F3D7FAB" wp14:editId="05578FC7">
              <wp:simplePos x="0" y="0"/>
              <wp:positionH relativeFrom="page">
                <wp:posOffset>5510530</wp:posOffset>
              </wp:positionH>
              <wp:positionV relativeFrom="page">
                <wp:posOffset>10049510</wp:posOffset>
              </wp:positionV>
              <wp:extent cx="1508760" cy="239395"/>
              <wp:effectExtent l="0" t="0" r="0" b="1270"/>
              <wp:wrapNone/>
              <wp:docPr id="1" name="Надпись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393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2D5101" w:rsidRPr="0018105C" w:rsidRDefault="002D5101">
                          <w:pPr>
                            <w:pStyle w:val="a9"/>
                            <w:jc w:val="right"/>
                            <w:rPr>
                              <w:rFonts w:ascii="Cambria" w:hAnsi="Cambria"/>
                              <w:color w:val="000000"/>
                            </w:rPr>
                          </w:pP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begin"/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instrText>PAGE  \* Arabic  \* MERGEFORMAT</w:instrText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 w:rsidR="006B6441">
                            <w:rPr>
                              <w:rFonts w:ascii="Cambria" w:hAnsi="Cambria"/>
                              <w:noProof/>
                              <w:color w:val="000000"/>
                            </w:rPr>
                            <w:t>21</w:t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3D7FA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33.9pt;margin-top:791.3pt;width:118.8pt;height:18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" filled="f" stroked="f" strokeweight=".5pt">
              <v:path arrowok="t"/>
              <v:textbox style="mso-fit-shape-to-text:t">
                <w:txbxContent>
                  <w:p w:rsidR="002D5101" w:rsidRPr="0018105C" w:rsidRDefault="002D5101">
                    <w:pPr>
                      <w:pStyle w:val="a9"/>
                      <w:jc w:val="right"/>
                      <w:rPr>
                        <w:rFonts w:ascii="Cambria" w:hAnsi="Cambria"/>
                        <w:color w:val="000000"/>
                      </w:rPr>
                    </w:pP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begin"/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instrText>PAGE  \* Arabic  \* MERGEFORMAT</w:instrText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separate"/>
                    </w:r>
                    <w:r w:rsidR="006B6441">
                      <w:rPr>
                        <w:rFonts w:ascii="Cambria" w:hAnsi="Cambria"/>
                        <w:noProof/>
                        <w:color w:val="000000"/>
                      </w:rPr>
                      <w:t>21</w:t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11463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B3371CE" wp14:editId="4FA19B44">
              <wp:simplePos x="0" y="0"/>
              <wp:positionH relativeFrom="page">
                <wp:posOffset>5510530</wp:posOffset>
              </wp:positionH>
              <wp:positionV relativeFrom="page">
                <wp:posOffset>10049510</wp:posOffset>
              </wp:positionV>
              <wp:extent cx="1508760" cy="239395"/>
              <wp:effectExtent l="0" t="0" r="0" b="1270"/>
              <wp:wrapNone/>
              <wp:docPr id="2" name="Надпись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393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411463" w:rsidRPr="0018105C" w:rsidRDefault="00411463" w:rsidP="00411463">
                          <w:pPr>
                            <w:pStyle w:val="a9"/>
                            <w:jc w:val="right"/>
                            <w:rPr>
                              <w:rFonts w:ascii="Cambria" w:hAnsi="Cambria"/>
                              <w:color w:val="000000"/>
                            </w:rPr>
                          </w:pP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begin"/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instrText>PAGE  \* Arabic  \* MERGEFORMAT</w:instrText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 w:rsidR="006B6441">
                            <w:rPr>
                              <w:rFonts w:ascii="Cambria" w:hAnsi="Cambria"/>
                              <w:noProof/>
                              <w:color w:val="000000"/>
                            </w:rPr>
                            <w:t>21</w:t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3371CE" id="_x0000_s1028" type="#_x0000_t202" style="position:absolute;left:0;text-align:left;margin-left:433.9pt;margin-top:791.3pt;width:118.8pt;height:18.8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" filled="f" stroked="f" strokeweight=".5pt">
              <v:path arrowok="t"/>
              <v:textbox style="mso-fit-shape-to-text:t">
                <w:txbxContent>
                  <w:p w:rsidR="00411463" w:rsidRPr="0018105C" w:rsidRDefault="00411463" w:rsidP="00411463">
                    <w:pPr>
                      <w:pStyle w:val="a9"/>
                      <w:jc w:val="right"/>
                      <w:rPr>
                        <w:rFonts w:ascii="Cambria" w:hAnsi="Cambria"/>
                        <w:color w:val="000000"/>
                      </w:rPr>
                    </w:pP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begin"/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instrText>PAGE  \* Arabic  \* MERGEFORMAT</w:instrText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separate"/>
                    </w:r>
                    <w:r w:rsidR="006B6441">
                      <w:rPr>
                        <w:rFonts w:ascii="Cambria" w:hAnsi="Cambria"/>
                        <w:noProof/>
                        <w:color w:val="000000"/>
                      </w:rPr>
                      <w:t>21</w:t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11463">
      <w:rPr>
        <w:sz w:val="22"/>
        <w:szCs w:val="22"/>
      </w:rPr>
      <w:t>Поставщик/_________________                                Покупатель/_________________________</w:t>
    </w:r>
  </w:p>
  <w:p w:rsidR="002D5101" w:rsidRPr="00B4097C" w:rsidRDefault="002D5101" w:rsidP="007D7C7F">
    <w:pPr>
      <w:pStyle w:val="a9"/>
      <w:ind w:right="360"/>
      <w:jc w:val="both"/>
      <w:rPr>
        <w:sz w:val="22"/>
        <w:szCs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463" w:rsidRPr="00B4097C" w:rsidRDefault="00411463" w:rsidP="007D7C7F">
    <w:pPr>
      <w:pStyle w:val="a9"/>
      <w:ind w:right="360"/>
      <w:jc w:val="both"/>
      <w:rPr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ED33253" wp14:editId="673E72B7">
              <wp:simplePos x="0" y="0"/>
              <wp:positionH relativeFrom="page">
                <wp:posOffset>5510530</wp:posOffset>
              </wp:positionH>
              <wp:positionV relativeFrom="page">
                <wp:posOffset>10049510</wp:posOffset>
              </wp:positionV>
              <wp:extent cx="1508760" cy="239395"/>
              <wp:effectExtent l="0" t="0" r="0" b="1270"/>
              <wp:wrapNone/>
              <wp:docPr id="3" name="Надпись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393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411463" w:rsidRPr="0018105C" w:rsidRDefault="00411463">
                          <w:pPr>
                            <w:pStyle w:val="a9"/>
                            <w:jc w:val="right"/>
                            <w:rPr>
                              <w:rFonts w:ascii="Cambria" w:hAnsi="Cambria"/>
                              <w:color w:val="000000"/>
                            </w:rPr>
                          </w:pP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begin"/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instrText>PAGE  \* Arabic  \* MERGEFORMAT</w:instrText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 w:rsidR="006B6441">
                            <w:rPr>
                              <w:rFonts w:ascii="Cambria" w:hAnsi="Cambria"/>
                              <w:noProof/>
                              <w:color w:val="000000"/>
                            </w:rPr>
                            <w:t>22</w:t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D3325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433.9pt;margin-top:791.3pt;width:118.8pt;height:18.8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" filled="f" stroked="f" strokeweight=".5pt">
              <v:path arrowok="t"/>
              <v:textbox style="mso-fit-shape-to-text:t">
                <w:txbxContent>
                  <w:p w:rsidR="00411463" w:rsidRPr="0018105C" w:rsidRDefault="00411463">
                    <w:pPr>
                      <w:pStyle w:val="a9"/>
                      <w:jc w:val="right"/>
                      <w:rPr>
                        <w:rFonts w:ascii="Cambria" w:hAnsi="Cambria"/>
                        <w:color w:val="000000"/>
                      </w:rPr>
                    </w:pP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begin"/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instrText>PAGE  \* Arabic  \* MERGEFORMAT</w:instrText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separate"/>
                    </w:r>
                    <w:r w:rsidR="006B6441">
                      <w:rPr>
                        <w:rFonts w:ascii="Cambria" w:hAnsi="Cambria"/>
                        <w:noProof/>
                        <w:color w:val="000000"/>
                      </w:rPr>
                      <w:t>22</w:t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1C3CB24" wp14:editId="2F551D2A">
              <wp:simplePos x="0" y="0"/>
              <wp:positionH relativeFrom="page">
                <wp:posOffset>5510530</wp:posOffset>
              </wp:positionH>
              <wp:positionV relativeFrom="page">
                <wp:posOffset>10049510</wp:posOffset>
              </wp:positionV>
              <wp:extent cx="1508760" cy="239395"/>
              <wp:effectExtent l="0" t="0" r="0" b="1270"/>
              <wp:wrapNone/>
              <wp:docPr id="4" name="Надпись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393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411463" w:rsidRPr="0018105C" w:rsidRDefault="00411463" w:rsidP="00411463">
                          <w:pPr>
                            <w:pStyle w:val="a9"/>
                            <w:jc w:val="right"/>
                            <w:rPr>
                              <w:rFonts w:ascii="Cambria" w:hAnsi="Cambria"/>
                              <w:color w:val="000000"/>
                            </w:rPr>
                          </w:pP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begin"/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instrText>PAGE  \* Arabic  \* MERGEFORMAT</w:instrText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 w:rsidR="006B6441">
                            <w:rPr>
                              <w:rFonts w:ascii="Cambria" w:hAnsi="Cambria"/>
                              <w:noProof/>
                              <w:color w:val="000000"/>
                            </w:rPr>
                            <w:t>22</w:t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C3CB24" id="_x0000_s1030" type="#_x0000_t202" style="position:absolute;left:0;text-align:left;margin-left:433.9pt;margin-top:791.3pt;width:118.8pt;height:18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" filled="f" stroked="f" strokeweight=".5pt">
              <v:path arrowok="t"/>
              <v:textbox style="mso-fit-shape-to-text:t">
                <w:txbxContent>
                  <w:p w:rsidR="00411463" w:rsidRPr="0018105C" w:rsidRDefault="00411463" w:rsidP="00411463">
                    <w:pPr>
                      <w:pStyle w:val="a9"/>
                      <w:jc w:val="right"/>
                      <w:rPr>
                        <w:rFonts w:ascii="Cambria" w:hAnsi="Cambria"/>
                        <w:color w:val="000000"/>
                      </w:rPr>
                    </w:pP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begin"/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instrText>PAGE  \* Arabic  \* MERGEFORMAT</w:instrText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separate"/>
                    </w:r>
                    <w:r w:rsidR="006B6441">
                      <w:rPr>
                        <w:rFonts w:ascii="Cambria" w:hAnsi="Cambria"/>
                        <w:noProof/>
                        <w:color w:val="000000"/>
                      </w:rPr>
                      <w:t>22</w:t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101" w:rsidRDefault="002D5101" w:rsidP="00942D3A">
      <w:r>
        <w:separator/>
      </w:r>
    </w:p>
  </w:footnote>
  <w:footnote w:type="continuationSeparator" w:id="0">
    <w:p w:rsidR="002D5101" w:rsidRDefault="002D5101" w:rsidP="00942D3A">
      <w:r>
        <w:continuationSeparator/>
      </w:r>
    </w:p>
  </w:footnote>
  <w:footnote w:id="1">
    <w:p w:rsidR="002D5101" w:rsidRPr="00394BCB" w:rsidRDefault="002D5101" w:rsidP="00CB0CBB">
      <w:pPr>
        <w:jc w:val="both"/>
        <w:rPr>
          <w:rFonts w:ascii="Calibri" w:eastAsia="Calibri" w:hAnsi="Calibri"/>
          <w:i/>
          <w:sz w:val="22"/>
          <w:szCs w:val="22"/>
          <w:lang w:eastAsia="en-US"/>
        </w:rPr>
      </w:pPr>
      <w:r w:rsidRPr="00394BCB">
        <w:rPr>
          <w:rStyle w:val="af0"/>
          <w:i/>
        </w:rPr>
        <w:footnoteRef/>
      </w:r>
      <w:r w:rsidRPr="00394BCB">
        <w:rPr>
          <w:i/>
        </w:rPr>
        <w:t xml:space="preserve"> </w:t>
      </w:r>
      <w:r w:rsidRPr="00394BCB">
        <w:rPr>
          <w:rFonts w:eastAsia="Calibri"/>
          <w:i/>
          <w:lang w:eastAsia="en-US"/>
        </w:rPr>
        <w:t>Пункт включается, если Договор заключается с требованием о привлечении Поставщиком, к исполнению договора, одного или нескольких субпоставщиков  из числа субъектов малого и среднего предпринимательства</w:t>
      </w:r>
      <w:r w:rsidRPr="00394BCB">
        <w:rPr>
          <w:rFonts w:eastAsia="Calibri"/>
          <w:i/>
          <w:sz w:val="22"/>
          <w:szCs w:val="22"/>
          <w:lang w:eastAsia="en-US"/>
        </w:rPr>
        <w:t>.</w:t>
      </w:r>
    </w:p>
    <w:p w:rsidR="002D5101" w:rsidRPr="00394BCB" w:rsidRDefault="002D5101" w:rsidP="00CB0CBB">
      <w:pPr>
        <w:pStyle w:val="ae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101" w:rsidRDefault="002D5101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D5101" w:rsidRDefault="002D510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0"/>
        </w:tabs>
        <w:ind w:left="915" w:hanging="360"/>
      </w:pPr>
      <w:rPr>
        <w:rFonts w:hint="default"/>
      </w:rPr>
    </w:lvl>
  </w:abstractNum>
  <w:abstractNum w:abstractNumId="1" w15:restartNumberingAfterBreak="0">
    <w:nsid w:val="16AD2402"/>
    <w:multiLevelType w:val="multilevel"/>
    <w:tmpl w:val="B74C5CB2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69" w:hanging="120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269" w:hanging="120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26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9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39C86955"/>
    <w:multiLevelType w:val="multilevel"/>
    <w:tmpl w:val="83A6E00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57" w:hanging="35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53FA7475"/>
    <w:multiLevelType w:val="hybridMultilevel"/>
    <w:tmpl w:val="A6E64DA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E9595C"/>
    <w:multiLevelType w:val="multilevel"/>
    <w:tmpl w:val="A82890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6" w15:restartNumberingAfterBreak="0">
    <w:nsid w:val="6B754644"/>
    <w:multiLevelType w:val="hybridMultilevel"/>
    <w:tmpl w:val="D95E8E1A"/>
    <w:lvl w:ilvl="0" w:tplc="C670607A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D3A"/>
    <w:rsid w:val="00033210"/>
    <w:rsid w:val="00034CE6"/>
    <w:rsid w:val="000944E8"/>
    <w:rsid w:val="00095DE9"/>
    <w:rsid w:val="000971C8"/>
    <w:rsid w:val="000B3171"/>
    <w:rsid w:val="000D4BCB"/>
    <w:rsid w:val="00112289"/>
    <w:rsid w:val="00112596"/>
    <w:rsid w:val="00131ED0"/>
    <w:rsid w:val="00172E84"/>
    <w:rsid w:val="001D3C24"/>
    <w:rsid w:val="001E4A7C"/>
    <w:rsid w:val="00233CE8"/>
    <w:rsid w:val="00263289"/>
    <w:rsid w:val="00270EFC"/>
    <w:rsid w:val="002A27EA"/>
    <w:rsid w:val="002B3F16"/>
    <w:rsid w:val="002D5101"/>
    <w:rsid w:val="00302DB0"/>
    <w:rsid w:val="00343B5A"/>
    <w:rsid w:val="003523E5"/>
    <w:rsid w:val="00394BCB"/>
    <w:rsid w:val="003B325E"/>
    <w:rsid w:val="003C411D"/>
    <w:rsid w:val="0040050C"/>
    <w:rsid w:val="004078B9"/>
    <w:rsid w:val="00411463"/>
    <w:rsid w:val="00425C9B"/>
    <w:rsid w:val="00454946"/>
    <w:rsid w:val="00463617"/>
    <w:rsid w:val="00477CA9"/>
    <w:rsid w:val="004B30A9"/>
    <w:rsid w:val="00556840"/>
    <w:rsid w:val="005A37F7"/>
    <w:rsid w:val="00601E36"/>
    <w:rsid w:val="006356E6"/>
    <w:rsid w:val="00663379"/>
    <w:rsid w:val="006A23F2"/>
    <w:rsid w:val="006B0241"/>
    <w:rsid w:val="006B6441"/>
    <w:rsid w:val="006C0280"/>
    <w:rsid w:val="006F6CC2"/>
    <w:rsid w:val="00701868"/>
    <w:rsid w:val="00720A3C"/>
    <w:rsid w:val="00774C15"/>
    <w:rsid w:val="00794E67"/>
    <w:rsid w:val="007D1AAA"/>
    <w:rsid w:val="007D7C7F"/>
    <w:rsid w:val="007F327A"/>
    <w:rsid w:val="007F5ED7"/>
    <w:rsid w:val="00826266"/>
    <w:rsid w:val="00834B7D"/>
    <w:rsid w:val="00842C13"/>
    <w:rsid w:val="00862971"/>
    <w:rsid w:val="0089017E"/>
    <w:rsid w:val="008E35F6"/>
    <w:rsid w:val="008F0767"/>
    <w:rsid w:val="009176C8"/>
    <w:rsid w:val="00930894"/>
    <w:rsid w:val="00933328"/>
    <w:rsid w:val="00942D3A"/>
    <w:rsid w:val="00957EF9"/>
    <w:rsid w:val="009739E3"/>
    <w:rsid w:val="009D4FC8"/>
    <w:rsid w:val="009D7FA9"/>
    <w:rsid w:val="00A21296"/>
    <w:rsid w:val="00AC1928"/>
    <w:rsid w:val="00AC5E5B"/>
    <w:rsid w:val="00B0307C"/>
    <w:rsid w:val="00B145A0"/>
    <w:rsid w:val="00B162B0"/>
    <w:rsid w:val="00B25F03"/>
    <w:rsid w:val="00BA4324"/>
    <w:rsid w:val="00BD05EC"/>
    <w:rsid w:val="00C325E1"/>
    <w:rsid w:val="00C72BD8"/>
    <w:rsid w:val="00C80E88"/>
    <w:rsid w:val="00C86E00"/>
    <w:rsid w:val="00CB0CBB"/>
    <w:rsid w:val="00CE7212"/>
    <w:rsid w:val="00D14F65"/>
    <w:rsid w:val="00D30AD5"/>
    <w:rsid w:val="00D539F5"/>
    <w:rsid w:val="00DA34E0"/>
    <w:rsid w:val="00DE14A4"/>
    <w:rsid w:val="00E10EF6"/>
    <w:rsid w:val="00E13804"/>
    <w:rsid w:val="00E24D42"/>
    <w:rsid w:val="00E7050A"/>
    <w:rsid w:val="00E817A2"/>
    <w:rsid w:val="00EA06E3"/>
    <w:rsid w:val="00EA0DE5"/>
    <w:rsid w:val="00EC1BA1"/>
    <w:rsid w:val="00EF2A8E"/>
    <w:rsid w:val="00F02B34"/>
    <w:rsid w:val="00F124A4"/>
    <w:rsid w:val="00F45BB7"/>
    <w:rsid w:val="00F562F8"/>
    <w:rsid w:val="00F6351E"/>
    <w:rsid w:val="00F653F0"/>
    <w:rsid w:val="00F94105"/>
    <w:rsid w:val="00FA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107E1257-CE2C-40A9-BE20-0DB45BCB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95DE9"/>
    <w:pPr>
      <w:keepNext/>
      <w:autoSpaceDE w:val="0"/>
      <w:autoSpaceDN w:val="0"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42D3A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42D3A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942D3A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942D3A"/>
  </w:style>
  <w:style w:type="paragraph" w:styleId="ac">
    <w:name w:val="Title"/>
    <w:basedOn w:val="a"/>
    <w:link w:val="ad"/>
    <w:qFormat/>
    <w:rsid w:val="00942D3A"/>
    <w:pPr>
      <w:jc w:val="center"/>
    </w:pPr>
    <w:rPr>
      <w:b/>
      <w:sz w:val="24"/>
      <w:lang w:val="x-none" w:eastAsia="x-none"/>
    </w:rPr>
  </w:style>
  <w:style w:type="character" w:customStyle="1" w:styleId="ad">
    <w:name w:val="Заголовок Знак"/>
    <w:basedOn w:val="a0"/>
    <w:link w:val="ac"/>
    <w:rsid w:val="00942D3A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ConsPlusNonformat">
    <w:name w:val="ConsPlusNonformat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942D3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rsid w:val="00942D3A"/>
  </w:style>
  <w:style w:type="character" w:customStyle="1" w:styleId="af">
    <w:name w:val="Текст сноски Знак"/>
    <w:basedOn w:val="a0"/>
    <w:link w:val="ae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942D3A"/>
    <w:rPr>
      <w:vertAlign w:val="superscript"/>
    </w:rPr>
  </w:style>
  <w:style w:type="paragraph" w:customStyle="1" w:styleId="ConsPlusCell">
    <w:name w:val="ConsPlusCell"/>
    <w:uiPriority w:val="99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arcode">
    <w:name w:val="Barcode_"/>
    <w:link w:val="Barcode0"/>
    <w:uiPriority w:val="99"/>
    <w:locked/>
    <w:rsid w:val="00942D3A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942D3A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CE721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E7212"/>
    <w:rPr>
      <w:rFonts w:ascii="Segoe UI" w:eastAsia="Times New Roman" w:hAnsi="Segoe UI" w:cs="Segoe UI"/>
      <w:sz w:val="18"/>
      <w:szCs w:val="18"/>
      <w:lang w:eastAsia="ru-RU"/>
    </w:rPr>
  </w:style>
  <w:style w:type="character" w:styleId="af3">
    <w:name w:val="annotation reference"/>
    <w:basedOn w:val="a0"/>
    <w:uiPriority w:val="99"/>
    <w:semiHidden/>
    <w:unhideWhenUsed/>
    <w:rsid w:val="00BA4324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A4324"/>
  </w:style>
  <w:style w:type="character" w:customStyle="1" w:styleId="af5">
    <w:name w:val="Текст примечания Знак"/>
    <w:basedOn w:val="a0"/>
    <w:link w:val="af4"/>
    <w:uiPriority w:val="99"/>
    <w:semiHidden/>
    <w:rsid w:val="00BA43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A432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A43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270EFC"/>
    <w:pPr>
      <w:ind w:left="720"/>
      <w:contextualSpacing/>
    </w:pPr>
  </w:style>
  <w:style w:type="paragraph" w:styleId="af9">
    <w:name w:val="No Spacing"/>
    <w:uiPriority w:val="1"/>
    <w:qFormat/>
    <w:rsid w:val="0040050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095DE9"/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uiPriority w:val="99"/>
    <w:rsid w:val="00095D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4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B7E4BF55F4A4E6B049FDAF748E449302DC67D173C34DC7282D34B0A5236ED8EC29C973F5D2424j9H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ptk-mo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9AD1B-126F-47B6-94E2-A400C2BFC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D7CCB137</Template>
  <TotalTime>115</TotalTime>
  <Pages>22</Pages>
  <Words>7794</Words>
  <Characters>44428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Шеврыгина Елена Владимировна</dc:creator>
  <cp:lastModifiedBy>Елена В. Афиногенова</cp:lastModifiedBy>
  <cp:revision>11</cp:revision>
  <cp:lastPrinted>2016-04-18T06:13:00Z</cp:lastPrinted>
  <dcterms:created xsi:type="dcterms:W3CDTF">2017-06-15T11:47:00Z</dcterms:created>
  <dcterms:modified xsi:type="dcterms:W3CDTF">2019-05-16T11:56:00Z</dcterms:modified>
</cp:coreProperties>
</file>